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8CF" w:rsidRDefault="008568CF"/>
    <w:p w:rsidR="008568CF" w:rsidRDefault="008568CF">
      <w:pPr>
        <w:pStyle w:val="DocumentTitle"/>
        <w:rPr>
          <w:sz w:val="24"/>
        </w:rPr>
      </w:pPr>
    </w:p>
    <w:p w:rsidR="008568CF" w:rsidRDefault="008568CF">
      <w:pPr>
        <w:pStyle w:val="DocumentTitle"/>
        <w:rPr>
          <w:sz w:val="24"/>
        </w:rPr>
      </w:pPr>
    </w:p>
    <w:p w:rsidR="008568CF" w:rsidRDefault="00932D27">
      <w:pPr>
        <w:spacing w:after="0"/>
        <w:rPr>
          <w:b/>
          <w:bCs/>
          <w:sz w:val="32"/>
          <w:szCs w:val="32"/>
        </w:rPr>
      </w:pPr>
      <w:r>
        <w:rPr>
          <w:b/>
          <w:bCs/>
          <w:sz w:val="32"/>
          <w:szCs w:val="32"/>
        </w:rPr>
        <w:t>Base</w:t>
      </w:r>
      <w:r w:rsidRPr="00932D27">
        <w:rPr>
          <w:b/>
          <w:bCs/>
          <w:sz w:val="32"/>
          <w:szCs w:val="32"/>
        </w:rPr>
        <w:t xml:space="preserve"> SMP Power Management Impacts on Kernel Use of Hardware Timers</w:t>
      </w:r>
    </w:p>
    <w:p w:rsidR="00932D27" w:rsidRDefault="00932D27">
      <w:pPr>
        <w:spacing w:after="0"/>
        <w:rPr>
          <w:b/>
          <w:i/>
          <w:sz w:val="28"/>
        </w:rPr>
      </w:pPr>
    </w:p>
    <w:tbl>
      <w:tblPr>
        <w:tblW w:w="0" w:type="auto"/>
        <w:tblLayout w:type="fixed"/>
        <w:tblLook w:val="0000"/>
      </w:tblPr>
      <w:tblGrid>
        <w:gridCol w:w="2898"/>
        <w:gridCol w:w="6120"/>
      </w:tblGrid>
      <w:tr w:rsidR="008568CF">
        <w:trPr>
          <w:trHeight w:val="364"/>
        </w:trPr>
        <w:tc>
          <w:tcPr>
            <w:tcW w:w="2898" w:type="dxa"/>
          </w:tcPr>
          <w:p w:rsidR="008568CF" w:rsidRDefault="008568CF">
            <w:pPr>
              <w:pStyle w:val="MetadataTitle"/>
            </w:pPr>
            <w:r>
              <w:t>Status:</w:t>
            </w:r>
          </w:p>
        </w:tc>
        <w:tc>
          <w:tcPr>
            <w:tcW w:w="6120" w:type="dxa"/>
          </w:tcPr>
          <w:p w:rsidR="008568CF" w:rsidRDefault="008568CF">
            <w:bookmarkStart w:id="0" w:name="Status"/>
            <w:r>
              <w:t>Released</w:t>
            </w:r>
            <w:bookmarkEnd w:id="0"/>
          </w:p>
        </w:tc>
      </w:tr>
      <w:tr w:rsidR="008568CF">
        <w:tc>
          <w:tcPr>
            <w:tcW w:w="2898" w:type="dxa"/>
          </w:tcPr>
          <w:p w:rsidR="008568CF" w:rsidRDefault="008568CF">
            <w:pPr>
              <w:pStyle w:val="MetadataTitle"/>
            </w:pPr>
            <w:r>
              <w:t>Version:</w:t>
            </w:r>
          </w:p>
        </w:tc>
        <w:tc>
          <w:tcPr>
            <w:tcW w:w="6120" w:type="dxa"/>
          </w:tcPr>
          <w:p w:rsidR="008568CF" w:rsidRDefault="008568CF">
            <w:bookmarkStart w:id="1" w:name="Version"/>
            <w:r>
              <w:t>1.00</w:t>
            </w:r>
            <w:bookmarkEnd w:id="1"/>
          </w:p>
        </w:tc>
      </w:tr>
      <w:tr w:rsidR="008568CF">
        <w:tc>
          <w:tcPr>
            <w:tcW w:w="2898" w:type="dxa"/>
          </w:tcPr>
          <w:p w:rsidR="008568CF" w:rsidRDefault="008568CF">
            <w:pPr>
              <w:pStyle w:val="MetadataTitle"/>
            </w:pPr>
          </w:p>
        </w:tc>
        <w:tc>
          <w:tcPr>
            <w:tcW w:w="6120" w:type="dxa"/>
          </w:tcPr>
          <w:p w:rsidR="008568CF" w:rsidRDefault="008568CF"/>
        </w:tc>
      </w:tr>
      <w:tr w:rsidR="008568CF">
        <w:tc>
          <w:tcPr>
            <w:tcW w:w="2898" w:type="dxa"/>
          </w:tcPr>
          <w:p w:rsidR="008568CF" w:rsidRDefault="008568CF">
            <w:pPr>
              <w:pStyle w:val="MetadataTitle"/>
            </w:pPr>
            <w:r>
              <w:t>Team/Department :</w:t>
            </w:r>
          </w:p>
        </w:tc>
        <w:tc>
          <w:tcPr>
            <w:tcW w:w="6120" w:type="dxa"/>
          </w:tcPr>
          <w:p w:rsidR="008568CF" w:rsidRDefault="008568CF">
            <w:r>
              <w:t>Kernel/Core Development</w:t>
            </w:r>
          </w:p>
        </w:tc>
      </w:tr>
    </w:tbl>
    <w:p w:rsidR="008568CF" w:rsidRDefault="008568CF">
      <w:pPr>
        <w:tabs>
          <w:tab w:val="left" w:pos="4820"/>
        </w:tabs>
        <w:rPr>
          <w:b/>
          <w:i/>
          <w:sz w:val="28"/>
        </w:rPr>
      </w:pPr>
    </w:p>
    <w:p w:rsidR="008568CF" w:rsidRDefault="008568CF">
      <w:pPr>
        <w:pStyle w:val="Contents"/>
      </w:pPr>
      <w:r>
        <w:br w:type="page"/>
      </w:r>
      <w:r>
        <w:lastRenderedPageBreak/>
        <w:t>Contents</w:t>
      </w:r>
    </w:p>
    <w:p w:rsidR="00994F3F" w:rsidRDefault="00164301">
      <w:pPr>
        <w:pStyle w:val="TOC1"/>
        <w:tabs>
          <w:tab w:val="left" w:pos="400"/>
          <w:tab w:val="right" w:leader="dot" w:pos="9446"/>
        </w:tabs>
        <w:rPr>
          <w:rFonts w:asciiTheme="minorHAnsi" w:eastAsiaTheme="minorEastAsia" w:hAnsiTheme="minorHAnsi" w:cstheme="minorBidi"/>
          <w:b w:val="0"/>
          <w:bCs w:val="0"/>
          <w:caps w:val="0"/>
          <w:noProof/>
          <w:sz w:val="22"/>
          <w:szCs w:val="22"/>
        </w:rPr>
      </w:pPr>
      <w:r w:rsidRPr="00164301">
        <w:rPr>
          <w:i/>
          <w:caps w:val="0"/>
          <w:sz w:val="24"/>
        </w:rPr>
        <w:fldChar w:fldCharType="begin"/>
      </w:r>
      <w:r w:rsidR="008568CF">
        <w:rPr>
          <w:i/>
          <w:caps w:val="0"/>
          <w:sz w:val="24"/>
        </w:rPr>
        <w:instrText xml:space="preserve"> TOC \o "1-3" </w:instrText>
      </w:r>
      <w:r w:rsidRPr="00164301">
        <w:rPr>
          <w:i/>
          <w:caps w:val="0"/>
          <w:sz w:val="24"/>
        </w:rPr>
        <w:fldChar w:fldCharType="separate"/>
      </w:r>
      <w:r w:rsidR="00994F3F">
        <w:rPr>
          <w:noProof/>
        </w:rPr>
        <w:t>1</w:t>
      </w:r>
      <w:r w:rsidR="00994F3F">
        <w:rPr>
          <w:rFonts w:asciiTheme="minorHAnsi" w:eastAsiaTheme="minorEastAsia" w:hAnsiTheme="minorHAnsi" w:cstheme="minorBidi"/>
          <w:b w:val="0"/>
          <w:bCs w:val="0"/>
          <w:caps w:val="0"/>
          <w:noProof/>
          <w:sz w:val="22"/>
          <w:szCs w:val="22"/>
        </w:rPr>
        <w:tab/>
      </w:r>
      <w:r w:rsidR="00994F3F">
        <w:rPr>
          <w:noProof/>
        </w:rPr>
        <w:t>Introduction</w:t>
      </w:r>
      <w:r w:rsidR="00994F3F">
        <w:rPr>
          <w:noProof/>
        </w:rPr>
        <w:tab/>
      </w:r>
      <w:r>
        <w:rPr>
          <w:noProof/>
        </w:rPr>
        <w:fldChar w:fldCharType="begin"/>
      </w:r>
      <w:r w:rsidR="00994F3F">
        <w:rPr>
          <w:noProof/>
        </w:rPr>
        <w:instrText xml:space="preserve"> PAGEREF _Toc265509771 \h </w:instrText>
      </w:r>
      <w:r>
        <w:rPr>
          <w:noProof/>
        </w:rPr>
      </w:r>
      <w:r>
        <w:rPr>
          <w:noProof/>
        </w:rPr>
        <w:fldChar w:fldCharType="separate"/>
      </w:r>
      <w:r w:rsidR="00994F3F">
        <w:rPr>
          <w:noProof/>
        </w:rPr>
        <w:t>3</w:t>
      </w:r>
      <w:r>
        <w:rPr>
          <w:noProof/>
        </w:rPr>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Timer and Core Frequencies</w:t>
      </w:r>
      <w:r>
        <w:rPr>
          <w:noProof/>
        </w:rPr>
        <w:tab/>
      </w:r>
      <w:r w:rsidR="00164301">
        <w:rPr>
          <w:noProof/>
        </w:rPr>
        <w:fldChar w:fldCharType="begin"/>
      </w:r>
      <w:r>
        <w:rPr>
          <w:noProof/>
        </w:rPr>
        <w:instrText xml:space="preserve"> PAGEREF _Toc265509772 \h </w:instrText>
      </w:r>
      <w:r w:rsidR="00164301">
        <w:rPr>
          <w:noProof/>
        </w:rPr>
      </w:r>
      <w:r w:rsidR="00164301">
        <w:rPr>
          <w:noProof/>
        </w:rPr>
        <w:fldChar w:fldCharType="separate"/>
      </w:r>
      <w:r>
        <w:rPr>
          <w:noProof/>
        </w:rPr>
        <w:t>3</w:t>
      </w:r>
      <w:r w:rsidR="00164301">
        <w:rPr>
          <w:noProof/>
        </w:rPr>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NKern::Timestamp</w:t>
      </w:r>
      <w:r>
        <w:rPr>
          <w:noProof/>
        </w:rPr>
        <w:tab/>
      </w:r>
      <w:r w:rsidR="00164301">
        <w:rPr>
          <w:noProof/>
        </w:rPr>
        <w:fldChar w:fldCharType="begin"/>
      </w:r>
      <w:r>
        <w:rPr>
          <w:noProof/>
        </w:rPr>
        <w:instrText xml:space="preserve"> PAGEREF _Toc265509773 \h </w:instrText>
      </w:r>
      <w:r w:rsidR="00164301">
        <w:rPr>
          <w:noProof/>
        </w:rPr>
      </w:r>
      <w:r w:rsidR="00164301">
        <w:rPr>
          <w:noProof/>
        </w:rPr>
        <w:fldChar w:fldCharType="separate"/>
      </w:r>
      <w:r>
        <w:rPr>
          <w:noProof/>
        </w:rPr>
        <w:t>4</w:t>
      </w:r>
      <w:r w:rsidR="00164301">
        <w:rPr>
          <w:noProof/>
        </w:rPr>
        <w:fldChar w:fldCharType="end"/>
      </w:r>
    </w:p>
    <w:p w:rsidR="00994F3F" w:rsidRDefault="00994F3F">
      <w:pPr>
        <w:pStyle w:val="TOC2"/>
        <w:rPr>
          <w:rFonts w:asciiTheme="minorHAnsi" w:eastAsiaTheme="minorEastAsia" w:hAnsiTheme="minorHAnsi" w:cstheme="minorBidi"/>
          <w:smallCaps w:val="0"/>
          <w:sz w:val="22"/>
          <w:szCs w:val="22"/>
        </w:rPr>
      </w:pPr>
      <w:r>
        <w:t>3.1</w:t>
      </w:r>
      <w:r>
        <w:rPr>
          <w:rFonts w:asciiTheme="minorHAnsi" w:eastAsiaTheme="minorEastAsia" w:hAnsiTheme="minorHAnsi" w:cstheme="minorBidi"/>
          <w:smallCaps w:val="0"/>
          <w:sz w:val="22"/>
          <w:szCs w:val="22"/>
        </w:rPr>
        <w:tab/>
      </w:r>
      <w:r>
        <w:t>Using Global Timer</w:t>
      </w:r>
      <w:r>
        <w:tab/>
      </w:r>
      <w:r w:rsidR="00164301">
        <w:fldChar w:fldCharType="begin"/>
      </w:r>
      <w:r>
        <w:instrText xml:space="preserve"> PAGEREF _Toc265509774 \h </w:instrText>
      </w:r>
      <w:r w:rsidR="00164301">
        <w:fldChar w:fldCharType="separate"/>
      </w:r>
      <w:r>
        <w:t>4</w:t>
      </w:r>
      <w:r w:rsidR="00164301">
        <w:fldChar w:fldCharType="end"/>
      </w:r>
    </w:p>
    <w:p w:rsidR="00994F3F" w:rsidRDefault="00994F3F">
      <w:pPr>
        <w:pStyle w:val="TOC2"/>
        <w:rPr>
          <w:rFonts w:asciiTheme="minorHAnsi" w:eastAsiaTheme="minorEastAsia" w:hAnsiTheme="minorHAnsi" w:cstheme="minorBidi"/>
          <w:smallCaps w:val="0"/>
          <w:sz w:val="22"/>
          <w:szCs w:val="22"/>
        </w:rPr>
      </w:pPr>
      <w:r>
        <w:t>3.2</w:t>
      </w:r>
      <w:r>
        <w:rPr>
          <w:rFonts w:asciiTheme="minorHAnsi" w:eastAsiaTheme="minorEastAsia" w:hAnsiTheme="minorHAnsi" w:cstheme="minorBidi"/>
          <w:smallCaps w:val="0"/>
          <w:sz w:val="22"/>
          <w:szCs w:val="22"/>
        </w:rPr>
        <w:tab/>
      </w:r>
      <w:r>
        <w:t>Using a SOC Timers</w:t>
      </w:r>
      <w:r>
        <w:tab/>
      </w:r>
      <w:r w:rsidR="00164301">
        <w:fldChar w:fldCharType="begin"/>
      </w:r>
      <w:r>
        <w:instrText xml:space="preserve"> PAGEREF _Toc265509775 \h </w:instrText>
      </w:r>
      <w:r w:rsidR="00164301">
        <w:fldChar w:fldCharType="separate"/>
      </w:r>
      <w:r>
        <w:t>5</w:t>
      </w:r>
      <w:r w:rsidR="00164301">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Impacts of Idle Management and Core Retirement</w:t>
      </w:r>
      <w:r>
        <w:rPr>
          <w:noProof/>
        </w:rPr>
        <w:tab/>
      </w:r>
      <w:r w:rsidR="00164301">
        <w:rPr>
          <w:noProof/>
        </w:rPr>
        <w:fldChar w:fldCharType="begin"/>
      </w:r>
      <w:r>
        <w:rPr>
          <w:noProof/>
        </w:rPr>
        <w:instrText xml:space="preserve"> PAGEREF _Toc265509776 \h </w:instrText>
      </w:r>
      <w:r w:rsidR="00164301">
        <w:rPr>
          <w:noProof/>
        </w:rPr>
      </w:r>
      <w:r w:rsidR="00164301">
        <w:rPr>
          <w:noProof/>
        </w:rPr>
        <w:fldChar w:fldCharType="separate"/>
      </w:r>
      <w:r>
        <w:rPr>
          <w:noProof/>
        </w:rPr>
        <w:t>6</w:t>
      </w:r>
      <w:r w:rsidR="00164301">
        <w:rPr>
          <w:noProof/>
        </w:rPr>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5</w:t>
      </w:r>
      <w:r>
        <w:rPr>
          <w:rFonts w:asciiTheme="minorHAnsi" w:eastAsiaTheme="minorEastAsia" w:hAnsiTheme="minorHAnsi" w:cstheme="minorBidi"/>
          <w:b w:val="0"/>
          <w:bCs w:val="0"/>
          <w:caps w:val="0"/>
          <w:noProof/>
          <w:sz w:val="22"/>
          <w:szCs w:val="22"/>
        </w:rPr>
        <w:tab/>
      </w:r>
      <w:r>
        <w:rPr>
          <w:noProof/>
        </w:rPr>
        <w:t>Dynamic Voltage and Frequency Scaling</w:t>
      </w:r>
      <w:r>
        <w:rPr>
          <w:noProof/>
        </w:rPr>
        <w:tab/>
      </w:r>
      <w:r w:rsidR="00164301">
        <w:rPr>
          <w:noProof/>
        </w:rPr>
        <w:fldChar w:fldCharType="begin"/>
      </w:r>
      <w:r>
        <w:rPr>
          <w:noProof/>
        </w:rPr>
        <w:instrText xml:space="preserve"> PAGEREF _Toc265509777 \h </w:instrText>
      </w:r>
      <w:r w:rsidR="00164301">
        <w:rPr>
          <w:noProof/>
        </w:rPr>
      </w:r>
      <w:r w:rsidR="00164301">
        <w:rPr>
          <w:noProof/>
        </w:rPr>
        <w:fldChar w:fldCharType="separate"/>
      </w:r>
      <w:r>
        <w:rPr>
          <w:noProof/>
        </w:rPr>
        <w:t>7</w:t>
      </w:r>
      <w:r w:rsidR="00164301">
        <w:rPr>
          <w:noProof/>
        </w:rPr>
        <w:fldChar w:fldCharType="end"/>
      </w:r>
    </w:p>
    <w:p w:rsidR="00994F3F" w:rsidRDefault="00994F3F">
      <w:pPr>
        <w:pStyle w:val="TOC2"/>
        <w:rPr>
          <w:rFonts w:asciiTheme="minorHAnsi" w:eastAsiaTheme="minorEastAsia" w:hAnsiTheme="minorHAnsi" w:cstheme="minorBidi"/>
          <w:smallCaps w:val="0"/>
          <w:sz w:val="22"/>
          <w:szCs w:val="22"/>
        </w:rPr>
      </w:pPr>
      <w:r>
        <w:t>5.1</w:t>
      </w:r>
      <w:r>
        <w:rPr>
          <w:rFonts w:asciiTheme="minorHAnsi" w:eastAsiaTheme="minorEastAsia" w:hAnsiTheme="minorHAnsi" w:cstheme="minorBidi"/>
          <w:smallCaps w:val="0"/>
          <w:sz w:val="22"/>
          <w:szCs w:val="22"/>
        </w:rPr>
        <w:tab/>
      </w:r>
      <w:r>
        <w:t>Informing the Kernel about Frequency Changes</w:t>
      </w:r>
      <w:r>
        <w:tab/>
      </w:r>
      <w:r w:rsidR="00164301">
        <w:fldChar w:fldCharType="begin"/>
      </w:r>
      <w:r>
        <w:instrText xml:space="preserve"> PAGEREF _Toc265509778 \h </w:instrText>
      </w:r>
      <w:r w:rsidR="00164301">
        <w:fldChar w:fldCharType="separate"/>
      </w:r>
      <w:r>
        <w:t>7</w:t>
      </w:r>
      <w:r w:rsidR="00164301">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6</w:t>
      </w:r>
      <w:r>
        <w:rPr>
          <w:rFonts w:asciiTheme="minorHAnsi" w:eastAsiaTheme="minorEastAsia" w:hAnsiTheme="minorHAnsi" w:cstheme="minorBidi"/>
          <w:b w:val="0"/>
          <w:bCs w:val="0"/>
          <w:caps w:val="0"/>
          <w:noProof/>
          <w:sz w:val="22"/>
          <w:szCs w:val="22"/>
        </w:rPr>
        <w:tab/>
      </w:r>
      <w:r>
        <w:rPr>
          <w:noProof/>
        </w:rPr>
        <w:t>Testing</w:t>
      </w:r>
      <w:r>
        <w:rPr>
          <w:noProof/>
        </w:rPr>
        <w:tab/>
      </w:r>
      <w:r w:rsidR="00164301">
        <w:rPr>
          <w:noProof/>
        </w:rPr>
        <w:fldChar w:fldCharType="begin"/>
      </w:r>
      <w:r>
        <w:rPr>
          <w:noProof/>
        </w:rPr>
        <w:instrText xml:space="preserve"> PAGEREF _Toc265509779 \h </w:instrText>
      </w:r>
      <w:r w:rsidR="00164301">
        <w:rPr>
          <w:noProof/>
        </w:rPr>
      </w:r>
      <w:r w:rsidR="00164301">
        <w:rPr>
          <w:noProof/>
        </w:rPr>
        <w:fldChar w:fldCharType="separate"/>
      </w:r>
      <w:r>
        <w:rPr>
          <w:noProof/>
        </w:rPr>
        <w:t>8</w:t>
      </w:r>
      <w:r w:rsidR="00164301">
        <w:rPr>
          <w:noProof/>
        </w:rPr>
        <w:fldChar w:fldCharType="end"/>
      </w:r>
    </w:p>
    <w:p w:rsidR="00994F3F" w:rsidRDefault="00994F3F">
      <w:pPr>
        <w:pStyle w:val="TOC2"/>
        <w:rPr>
          <w:rFonts w:asciiTheme="minorHAnsi" w:eastAsiaTheme="minorEastAsia" w:hAnsiTheme="minorHAnsi" w:cstheme="minorBidi"/>
          <w:smallCaps w:val="0"/>
          <w:sz w:val="22"/>
          <w:szCs w:val="22"/>
        </w:rPr>
      </w:pPr>
      <w:r>
        <w:t>6.1</w:t>
      </w:r>
      <w:r>
        <w:rPr>
          <w:rFonts w:asciiTheme="minorHAnsi" w:eastAsiaTheme="minorEastAsia" w:hAnsiTheme="minorHAnsi" w:cstheme="minorBidi"/>
          <w:smallCaps w:val="0"/>
          <w:sz w:val="22"/>
          <w:szCs w:val="22"/>
        </w:rPr>
        <w:tab/>
      </w:r>
      <w:r>
        <w:t>Timestamp Testing</w:t>
      </w:r>
      <w:r>
        <w:tab/>
      </w:r>
      <w:r w:rsidR="00164301">
        <w:fldChar w:fldCharType="begin"/>
      </w:r>
      <w:r>
        <w:instrText xml:space="preserve"> PAGEREF _Toc265509780 \h </w:instrText>
      </w:r>
      <w:r w:rsidR="00164301">
        <w:fldChar w:fldCharType="separate"/>
      </w:r>
      <w:r>
        <w:t>8</w:t>
      </w:r>
      <w:r w:rsidR="00164301">
        <w:fldChar w:fldCharType="end"/>
      </w:r>
    </w:p>
    <w:p w:rsidR="00994F3F" w:rsidRDefault="00994F3F">
      <w:pPr>
        <w:pStyle w:val="TOC2"/>
        <w:rPr>
          <w:rFonts w:asciiTheme="minorHAnsi" w:eastAsiaTheme="minorEastAsia" w:hAnsiTheme="minorHAnsi" w:cstheme="minorBidi"/>
          <w:smallCaps w:val="0"/>
          <w:sz w:val="22"/>
          <w:szCs w:val="22"/>
        </w:rPr>
      </w:pPr>
      <w:r>
        <w:t>6.2</w:t>
      </w:r>
      <w:r>
        <w:rPr>
          <w:rFonts w:asciiTheme="minorHAnsi" w:eastAsiaTheme="minorEastAsia" w:hAnsiTheme="minorHAnsi" w:cstheme="minorBidi"/>
          <w:smallCaps w:val="0"/>
          <w:sz w:val="22"/>
          <w:szCs w:val="22"/>
        </w:rPr>
        <w:tab/>
      </w:r>
      <w:r>
        <w:t>Frequency Change Testing</w:t>
      </w:r>
      <w:r>
        <w:tab/>
      </w:r>
      <w:r w:rsidR="00164301">
        <w:fldChar w:fldCharType="begin"/>
      </w:r>
      <w:r>
        <w:instrText xml:space="preserve"> PAGEREF _Toc265509781 \h </w:instrText>
      </w:r>
      <w:r w:rsidR="00164301">
        <w:fldChar w:fldCharType="separate"/>
      </w:r>
      <w:r>
        <w:t>11</w:t>
      </w:r>
      <w:r w:rsidR="00164301">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7</w:t>
      </w:r>
      <w:r>
        <w:rPr>
          <w:rFonts w:asciiTheme="minorHAnsi" w:eastAsiaTheme="minorEastAsia" w:hAnsiTheme="minorHAnsi" w:cstheme="minorBidi"/>
          <w:b w:val="0"/>
          <w:bCs w:val="0"/>
          <w:caps w:val="0"/>
          <w:noProof/>
          <w:sz w:val="22"/>
          <w:szCs w:val="22"/>
        </w:rPr>
        <w:tab/>
      </w:r>
      <w:r>
        <w:rPr>
          <w:noProof/>
        </w:rPr>
        <w:t>References</w:t>
      </w:r>
      <w:r>
        <w:rPr>
          <w:noProof/>
        </w:rPr>
        <w:tab/>
      </w:r>
      <w:r w:rsidR="00164301">
        <w:rPr>
          <w:noProof/>
        </w:rPr>
        <w:fldChar w:fldCharType="begin"/>
      </w:r>
      <w:r>
        <w:rPr>
          <w:noProof/>
        </w:rPr>
        <w:instrText xml:space="preserve"> PAGEREF _Toc265509782 \h </w:instrText>
      </w:r>
      <w:r w:rsidR="00164301">
        <w:rPr>
          <w:noProof/>
        </w:rPr>
      </w:r>
      <w:r w:rsidR="00164301">
        <w:rPr>
          <w:noProof/>
        </w:rPr>
        <w:fldChar w:fldCharType="separate"/>
      </w:r>
      <w:r>
        <w:rPr>
          <w:noProof/>
        </w:rPr>
        <w:t>11</w:t>
      </w:r>
      <w:r w:rsidR="00164301">
        <w:rPr>
          <w:noProof/>
        </w:rPr>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8</w:t>
      </w:r>
      <w:r>
        <w:rPr>
          <w:rFonts w:asciiTheme="minorHAnsi" w:eastAsiaTheme="minorEastAsia" w:hAnsiTheme="minorHAnsi" w:cstheme="minorBidi"/>
          <w:b w:val="0"/>
          <w:bCs w:val="0"/>
          <w:caps w:val="0"/>
          <w:noProof/>
          <w:sz w:val="22"/>
          <w:szCs w:val="22"/>
        </w:rPr>
        <w:tab/>
      </w:r>
      <w:r>
        <w:rPr>
          <w:noProof/>
        </w:rPr>
        <w:t>Document History</w:t>
      </w:r>
      <w:r>
        <w:rPr>
          <w:noProof/>
        </w:rPr>
        <w:tab/>
      </w:r>
      <w:r w:rsidR="00164301">
        <w:rPr>
          <w:noProof/>
        </w:rPr>
        <w:fldChar w:fldCharType="begin"/>
      </w:r>
      <w:r>
        <w:rPr>
          <w:noProof/>
        </w:rPr>
        <w:instrText xml:space="preserve"> PAGEREF _Toc265509783 \h </w:instrText>
      </w:r>
      <w:r w:rsidR="00164301">
        <w:rPr>
          <w:noProof/>
        </w:rPr>
      </w:r>
      <w:r w:rsidR="00164301">
        <w:rPr>
          <w:noProof/>
        </w:rPr>
        <w:fldChar w:fldCharType="separate"/>
      </w:r>
      <w:r>
        <w:rPr>
          <w:noProof/>
        </w:rPr>
        <w:t>12</w:t>
      </w:r>
      <w:r w:rsidR="00164301">
        <w:rPr>
          <w:noProof/>
        </w:rPr>
        <w:fldChar w:fldCharType="end"/>
      </w:r>
    </w:p>
    <w:p w:rsidR="00994F3F" w:rsidRDefault="00994F3F">
      <w:pPr>
        <w:pStyle w:val="TOC1"/>
        <w:tabs>
          <w:tab w:val="left" w:pos="400"/>
          <w:tab w:val="right" w:leader="dot" w:pos="9446"/>
        </w:tabs>
        <w:rPr>
          <w:rFonts w:asciiTheme="minorHAnsi" w:eastAsiaTheme="minorEastAsia" w:hAnsiTheme="minorHAnsi" w:cstheme="minorBidi"/>
          <w:b w:val="0"/>
          <w:bCs w:val="0"/>
          <w:caps w:val="0"/>
          <w:noProof/>
          <w:sz w:val="22"/>
          <w:szCs w:val="22"/>
        </w:rPr>
      </w:pPr>
      <w:r>
        <w:rPr>
          <w:noProof/>
        </w:rPr>
        <w:t>9</w:t>
      </w:r>
      <w:r>
        <w:rPr>
          <w:rFonts w:asciiTheme="minorHAnsi" w:eastAsiaTheme="minorEastAsia" w:hAnsiTheme="minorHAnsi" w:cstheme="minorBidi"/>
          <w:b w:val="0"/>
          <w:bCs w:val="0"/>
          <w:caps w:val="0"/>
          <w:noProof/>
          <w:sz w:val="22"/>
          <w:szCs w:val="22"/>
        </w:rPr>
        <w:tab/>
      </w:r>
      <w:r>
        <w:rPr>
          <w:noProof/>
        </w:rPr>
        <w:t>Appendix – Using two 32 bit timer in combination</w:t>
      </w:r>
      <w:r>
        <w:rPr>
          <w:noProof/>
        </w:rPr>
        <w:tab/>
      </w:r>
      <w:r w:rsidR="00164301">
        <w:rPr>
          <w:noProof/>
        </w:rPr>
        <w:fldChar w:fldCharType="begin"/>
      </w:r>
      <w:r>
        <w:rPr>
          <w:noProof/>
        </w:rPr>
        <w:instrText xml:space="preserve"> PAGEREF _Toc265509784 \h </w:instrText>
      </w:r>
      <w:r w:rsidR="00164301">
        <w:rPr>
          <w:noProof/>
        </w:rPr>
      </w:r>
      <w:r w:rsidR="00164301">
        <w:rPr>
          <w:noProof/>
        </w:rPr>
        <w:fldChar w:fldCharType="separate"/>
      </w:r>
      <w:r>
        <w:rPr>
          <w:noProof/>
        </w:rPr>
        <w:t>12</w:t>
      </w:r>
      <w:r w:rsidR="00164301">
        <w:rPr>
          <w:noProof/>
        </w:rPr>
        <w:fldChar w:fldCharType="end"/>
      </w:r>
    </w:p>
    <w:p w:rsidR="00994F3F" w:rsidRDefault="00994F3F">
      <w:pPr>
        <w:pStyle w:val="TOC1"/>
        <w:tabs>
          <w:tab w:val="left" w:pos="600"/>
          <w:tab w:val="right" w:leader="dot" w:pos="9446"/>
        </w:tabs>
        <w:rPr>
          <w:rFonts w:asciiTheme="minorHAnsi" w:eastAsiaTheme="minorEastAsia" w:hAnsiTheme="minorHAnsi" w:cstheme="minorBidi"/>
          <w:b w:val="0"/>
          <w:bCs w:val="0"/>
          <w:caps w:val="0"/>
          <w:noProof/>
          <w:sz w:val="22"/>
          <w:szCs w:val="22"/>
        </w:rPr>
      </w:pPr>
      <w:r>
        <w:rPr>
          <w:noProof/>
        </w:rPr>
        <w:t>10</w:t>
      </w:r>
      <w:r>
        <w:rPr>
          <w:rFonts w:asciiTheme="minorHAnsi" w:eastAsiaTheme="minorEastAsia" w:hAnsiTheme="minorHAnsi" w:cstheme="minorBidi"/>
          <w:b w:val="0"/>
          <w:bCs w:val="0"/>
          <w:caps w:val="0"/>
          <w:noProof/>
          <w:sz w:val="22"/>
          <w:szCs w:val="22"/>
        </w:rPr>
        <w:tab/>
      </w:r>
      <w:r>
        <w:rPr>
          <w:noProof/>
        </w:rPr>
        <w:t>Appendix – Sample runs of tests</w:t>
      </w:r>
      <w:r>
        <w:rPr>
          <w:noProof/>
        </w:rPr>
        <w:tab/>
      </w:r>
      <w:r w:rsidR="00164301">
        <w:rPr>
          <w:noProof/>
        </w:rPr>
        <w:fldChar w:fldCharType="begin"/>
      </w:r>
      <w:r>
        <w:rPr>
          <w:noProof/>
        </w:rPr>
        <w:instrText xml:space="preserve"> PAGEREF _Toc265509785 \h </w:instrText>
      </w:r>
      <w:r w:rsidR="00164301">
        <w:rPr>
          <w:noProof/>
        </w:rPr>
      </w:r>
      <w:r w:rsidR="00164301">
        <w:rPr>
          <w:noProof/>
        </w:rPr>
        <w:fldChar w:fldCharType="separate"/>
      </w:r>
      <w:r>
        <w:rPr>
          <w:noProof/>
        </w:rPr>
        <w:t>12</w:t>
      </w:r>
      <w:r w:rsidR="00164301">
        <w:rPr>
          <w:noProof/>
        </w:rPr>
        <w:fldChar w:fldCharType="end"/>
      </w:r>
    </w:p>
    <w:p w:rsidR="008568CF" w:rsidRDefault="00164301">
      <w:pPr>
        <w:rPr>
          <w:b/>
          <w:sz w:val="24"/>
        </w:rPr>
      </w:pPr>
      <w:r>
        <w:rPr>
          <w:i/>
          <w:caps/>
          <w:sz w:val="24"/>
        </w:rPr>
        <w:fldChar w:fldCharType="end"/>
      </w:r>
    </w:p>
    <w:p w:rsidR="008568CF" w:rsidRDefault="008568CF">
      <w:pPr>
        <w:pStyle w:val="TOC6"/>
      </w:pPr>
    </w:p>
    <w:p w:rsidR="00932D27" w:rsidRDefault="008568CF" w:rsidP="00932D27">
      <w:bookmarkStart w:id="2" w:name="_Toc420414641"/>
      <w:bookmarkStart w:id="3" w:name="_Toc531073751"/>
      <w:bookmarkStart w:id="4" w:name="_Toc531074046"/>
      <w:r>
        <w:br w:type="page"/>
      </w:r>
      <w:bookmarkStart w:id="5" w:name="_Toc7415998"/>
      <w:bookmarkStart w:id="6" w:name="_Toc48986661"/>
      <w:bookmarkStart w:id="7" w:name="_Toc419889484"/>
      <w:bookmarkStart w:id="8" w:name="_Toc420414643"/>
      <w:bookmarkStart w:id="9" w:name="_Toc518707393"/>
      <w:bookmarkStart w:id="10" w:name="_Toc519505512"/>
      <w:bookmarkEnd w:id="2"/>
      <w:bookmarkEnd w:id="3"/>
      <w:bookmarkEnd w:id="4"/>
    </w:p>
    <w:p w:rsidR="00932D27" w:rsidRDefault="00932D27" w:rsidP="00932D27">
      <w:pPr>
        <w:pStyle w:val="Heading1"/>
      </w:pPr>
      <w:bookmarkStart w:id="11" w:name="_Toc139095896"/>
      <w:bookmarkStart w:id="12" w:name="_Toc139248523"/>
      <w:bookmarkStart w:id="13" w:name="_Ref139248636"/>
      <w:bookmarkStart w:id="14" w:name="_Ref139353623"/>
      <w:bookmarkStart w:id="15" w:name="_Toc140311241"/>
      <w:bookmarkStart w:id="16" w:name="_Ref141243945"/>
      <w:bookmarkStart w:id="17" w:name="_Ref141243952"/>
      <w:bookmarkStart w:id="18" w:name="_Ref141244097"/>
      <w:bookmarkStart w:id="19" w:name="_Toc141676958"/>
      <w:bookmarkStart w:id="20" w:name="_Toc141677064"/>
      <w:bookmarkStart w:id="21" w:name="_Toc265484294"/>
      <w:bookmarkStart w:id="22" w:name="_Ref265507914"/>
      <w:bookmarkStart w:id="23" w:name="_Toc265509771"/>
      <w:r>
        <w:lastRenderedPageBreak/>
        <w:t>Introduction</w:t>
      </w:r>
      <w:bookmarkEnd w:id="11"/>
      <w:bookmarkEnd w:id="12"/>
      <w:bookmarkEnd w:id="13"/>
      <w:bookmarkEnd w:id="14"/>
      <w:bookmarkEnd w:id="15"/>
      <w:bookmarkEnd w:id="16"/>
      <w:bookmarkEnd w:id="17"/>
      <w:bookmarkEnd w:id="18"/>
      <w:bookmarkEnd w:id="19"/>
      <w:bookmarkEnd w:id="20"/>
      <w:bookmarkEnd w:id="21"/>
      <w:bookmarkEnd w:id="22"/>
      <w:bookmarkEnd w:id="23"/>
      <w:r>
        <w:t xml:space="preserve"> </w:t>
      </w:r>
    </w:p>
    <w:p w:rsidR="00932D27" w:rsidRDefault="00932D27" w:rsidP="00932D27">
      <w:r>
        <w:t>In ARM based SMP systems, power management can impact the kernel’s ability to timestamp and to provide constant frequency thread time slicing.</w:t>
      </w:r>
    </w:p>
    <w:p w:rsidR="00932D27" w:rsidRDefault="00932D27" w:rsidP="00932D27">
      <w:r>
        <w:t xml:space="preserve">The kernel uses ARM local timers to provide thread time slicing. The timers are ideal for this purpose as they are private per CPU and this, amongst other things, enables parallel rescheduling across multiple CPUs to take place.  </w:t>
      </w:r>
    </w:p>
    <w:p w:rsidR="00932D27" w:rsidRDefault="00932D27" w:rsidP="00932D27">
      <w:r>
        <w:t>The kernel also needs to use a timer for the purpose of time stamping, which in turn is used in other areas like load balancing, tracing and power management. In some systems such as CortexA9MP a CPU global timer is available.  Where possible the global timer is used otherwise the baseport needs to provide access to a SOC timer. Whichever source is used for time stamping, the underlying timer needs to be fast and high resolution</w:t>
      </w:r>
      <w:r>
        <w:rPr>
          <w:rStyle w:val="FootnoteReference"/>
        </w:rPr>
        <w:footnoteReference w:id="1"/>
      </w:r>
      <w:r>
        <w:t>.</w:t>
      </w:r>
    </w:p>
    <w:p w:rsidR="00932D27" w:rsidRDefault="00932D27" w:rsidP="00932D27">
      <w:r>
        <w:t xml:space="preserve">Power management can have an impact on both types of timer. In some architectures (CortexA9MP for example) the frequency of the core can directly affect the frequency of local and global timers. Consequently dynamic frequency scaling can have a direct effect on time slice durations and time stamping. In heterogeneous systems, changes in core frequency also change the relative processing capacity of a CPU with respect to other cores. </w:t>
      </w:r>
    </w:p>
    <w:p w:rsidR="00932D27" w:rsidRDefault="00932D27" w:rsidP="00932D27">
      <w:r>
        <w:t>Idle management also has an effect, when a core is idled it will stop clocking, when all cores are idle the system would be put into a low power mode and fast timing sources will generally be disabled. This only affects time slicing if the timer control register can be lost due to the low power mode entry. The timer value is not relevant as the idle thread does not time slice. For time stamping however, saving and restoring the timer control data is not enough. The baseport needs to take care to restart the time stamping timer on wake up, and to set it to a value that reflects the amount of time spent idle.</w:t>
      </w:r>
    </w:p>
    <w:p w:rsidR="00932D27" w:rsidRDefault="00932D27" w:rsidP="00932D27">
      <w:r>
        <w:t>The following sections provide explanations and sample code on how the kernel represents timer frequencies, how to implement the nanokernel timestamp API, how to tackle the effects of idle management and dynamic frequency scaling, and finally how to test these features are working.</w:t>
      </w:r>
    </w:p>
    <w:p w:rsidR="00932D27" w:rsidRDefault="00932D27" w:rsidP="00932D27">
      <w:pPr>
        <w:pStyle w:val="Heading1"/>
        <w:ind w:left="432" w:right="41" w:hanging="432"/>
      </w:pPr>
      <w:bookmarkStart w:id="24" w:name="_Ref264623793"/>
      <w:bookmarkStart w:id="25" w:name="_Toc265484295"/>
      <w:bookmarkStart w:id="26" w:name="_Toc265509772"/>
      <w:r>
        <w:t>Timer and Core Frequencies</w:t>
      </w:r>
      <w:bookmarkEnd w:id="24"/>
      <w:bookmarkEnd w:id="25"/>
      <w:bookmarkEnd w:id="26"/>
    </w:p>
    <w:p w:rsidR="00932D27" w:rsidRDefault="00932D27" w:rsidP="00932D27">
      <w:r>
        <w:t>When the SMP kernel is in the process of initialising, the baseport provides it key timing information using the Variant Interface Block or VIB (see [1]). Of particular relevance to this topic there are the following fields that the baseport must provide:</w:t>
      </w:r>
    </w:p>
    <w:p w:rsidR="00932D27" w:rsidRDefault="00932D27" w:rsidP="00932D27">
      <w:r w:rsidRPr="00203D72">
        <w:rPr>
          <w:b/>
        </w:rPr>
        <w:t>TUint64</w:t>
      </w:r>
      <w:r>
        <w:rPr>
          <w:b/>
        </w:rPr>
        <w:t xml:space="preserve"> </w:t>
      </w:r>
      <w:r w:rsidRPr="00560F46">
        <w:rPr>
          <w:b/>
        </w:rPr>
        <w:t>iMaxCpuCloc</w:t>
      </w:r>
      <w:r>
        <w:rPr>
          <w:b/>
        </w:rPr>
        <w:t>k:</w:t>
      </w:r>
      <w:r>
        <w:t xml:space="preserve">  </w:t>
      </w:r>
      <w:r w:rsidRPr="00203D72">
        <w:t>maximum possible CP</w:t>
      </w:r>
      <w:r>
        <w:t>U clock frequency</w:t>
      </w:r>
    </w:p>
    <w:p w:rsidR="00932D27" w:rsidRDefault="00932D27" w:rsidP="00932D27">
      <w:r w:rsidRPr="00203D72">
        <w:rPr>
          <w:b/>
        </w:rPr>
        <w:t>TUint32</w:t>
      </w:r>
      <w:r>
        <w:rPr>
          <w:b/>
        </w:rPr>
        <w:t xml:space="preserve"> </w:t>
      </w:r>
      <w:r w:rsidRPr="00560F46">
        <w:rPr>
          <w:b/>
        </w:rPr>
        <w:t>iMaxTimerClock</w:t>
      </w:r>
      <w:r>
        <w:rPr>
          <w:b/>
        </w:rPr>
        <w:t>:</w:t>
      </w:r>
      <w:r>
        <w:t xml:space="preserve">  </w:t>
      </w:r>
      <w:r w:rsidRPr="00203D72">
        <w:t xml:space="preserve">maximum possible local </w:t>
      </w:r>
      <w:r>
        <w:t xml:space="preserve">(or global) </w:t>
      </w:r>
      <w:r w:rsidRPr="00203D72">
        <w:t>timer clock frequency</w:t>
      </w:r>
    </w:p>
    <w:p w:rsidR="00932D27" w:rsidRPr="003C08C6" w:rsidRDefault="00932D27" w:rsidP="00932D27">
      <w:r>
        <w:t>It is possible for the system to boot running a frequency that is different to the maximum. In fact in a heterogenous system it would be possible to even boot with different cores running at different speeds. To allow for these variations the scheduler and subschedulers control blocks contain ratios that convert from a maximum frequency to a current frequency</w:t>
      </w:r>
      <w:r w:rsidRPr="003C08C6">
        <w:t>. The ratios are stored as two numbers, one specifying a mantissa and the other an exponent (or shift). Essentially:</w:t>
      </w:r>
    </w:p>
    <w:p w:rsidR="00932D27" w:rsidRDefault="00932D27" w:rsidP="00932D27">
      <w:r>
        <w:t>Current</w:t>
      </w:r>
      <w:r w:rsidRPr="003C08C6">
        <w:t xml:space="preserve"> frequency = (</w:t>
      </w:r>
      <w:r>
        <w:t>mantissa*maximum frequency)&gt;&gt; -exponent</w:t>
      </w:r>
    </w:p>
    <w:p w:rsidR="00932D27" w:rsidRPr="00481423" w:rsidRDefault="00932D27" w:rsidP="00932D27">
      <w:r>
        <w:t>This eases the assembler manipulation of these frequency numbers resulting in faster code. See the SRatio class in nklib.cia and nklib.cpp for more details. On boot the baseport can specify what the relative frequency is for each core and each timer using these ratios. To this end the VIB has the following fields:</w:t>
      </w:r>
    </w:p>
    <w:p w:rsidR="00932D27" w:rsidRDefault="00932D27" w:rsidP="00932D27">
      <w:r>
        <w:rPr>
          <w:b/>
        </w:rPr>
        <w:t xml:space="preserve">SRatio* </w:t>
      </w:r>
      <w:r w:rsidRPr="00203D72">
        <w:rPr>
          <w:b/>
        </w:rPr>
        <w:t>iTimerFreqR[KMaxCpus]:</w:t>
      </w:r>
      <w:r>
        <w:t xml:space="preserve">  for each CPU, this array holds a ratio that converts from iMaxTimerClock  to the current frequency of the local timer on that CPU</w:t>
      </w:r>
    </w:p>
    <w:p w:rsidR="00932D27" w:rsidRDefault="00932D27" w:rsidP="00932D27">
      <w:r w:rsidRPr="00203D72">
        <w:rPr>
          <w:b/>
        </w:rPr>
        <w:t>SRatio* iCpuFreqR[KMaxCpus]</w:t>
      </w:r>
      <w:r>
        <w:rPr>
          <w:b/>
        </w:rPr>
        <w:t xml:space="preserve">:  </w:t>
      </w:r>
      <w:r>
        <w:t>for each CPU, this array holds a ratio that converts from iMaxCpuClock  to the current frequency of that CPU</w:t>
      </w:r>
    </w:p>
    <w:p w:rsidR="00932D27" w:rsidRDefault="00932D27" w:rsidP="00932D27">
      <w:r w:rsidRPr="005118AC">
        <w:rPr>
          <w:b/>
        </w:rPr>
        <w:t xml:space="preserve">SRatio* iGTimerFreqR: </w:t>
      </w:r>
      <w:r>
        <w:t xml:space="preserve"> </w:t>
      </w:r>
      <w:r w:rsidRPr="00203D72">
        <w:t xml:space="preserve"> </w:t>
      </w:r>
      <w:r>
        <w:t xml:space="preserve">ratio to convert between </w:t>
      </w:r>
      <w:r w:rsidRPr="00203D72">
        <w:t>global timer frequency as a fraction of iMaxTimerCloc</w:t>
      </w:r>
      <w:r>
        <w:t>k</w:t>
      </w:r>
    </w:p>
    <w:p w:rsidR="00932D27" w:rsidRDefault="00932D27" w:rsidP="00932D27">
      <w:r>
        <w:t xml:space="preserve">If the baseport does not specify a ratio then maximum frequency is assumed. This is typically the case as most boards boot at full speed. Therefore, with regard to timing on an ARM system, a typical VIB </w:t>
      </w:r>
      <w:r>
        <w:lastRenderedPageBreak/>
        <w:t>initialisation will only specify the addresses of the timers, the maximum frequencies and ratio pointers will all be set to NULL. For example:</w:t>
      </w:r>
    </w:p>
    <w:p w:rsidR="00932D27" w:rsidRDefault="00932D27" w:rsidP="003A01E1">
      <w:pPr>
        <w:pStyle w:val="code"/>
      </w:pPr>
      <w:r w:rsidRPr="00CB6860">
        <w:t>SVariantInterfaceBlock VIB;</w:t>
      </w:r>
      <w:r>
        <w:t xml:space="preserve">  // will be initialised to 0</w:t>
      </w:r>
    </w:p>
    <w:p w:rsidR="00932D27" w:rsidRPr="00C47F33" w:rsidRDefault="00932D27" w:rsidP="003A01E1">
      <w:pPr>
        <w:pStyle w:val="code"/>
      </w:pPr>
      <w:r w:rsidRPr="00C47F33">
        <w:t>SVariantInterfaceBlock* InitVIB()</w:t>
      </w:r>
    </w:p>
    <w:p w:rsidR="00932D27" w:rsidRPr="00C47F33" w:rsidRDefault="00932D27" w:rsidP="003A01E1">
      <w:pPr>
        <w:pStyle w:val="code"/>
      </w:pPr>
      <w:r w:rsidRPr="00C47F33">
        <w:tab/>
        <w:t>{</w:t>
      </w:r>
    </w:p>
    <w:p w:rsidR="00932D27" w:rsidRPr="00C47F33" w:rsidRDefault="00932D27" w:rsidP="003A01E1">
      <w:pPr>
        <w:pStyle w:val="code"/>
      </w:pPr>
      <w:r w:rsidRPr="00C47F33">
        <w:tab/>
        <w:t>SVariantInterfaceBlock* v = &amp;VIB;</w:t>
      </w:r>
    </w:p>
    <w:p w:rsidR="00932D27" w:rsidRPr="00C47F33" w:rsidRDefault="00932D27" w:rsidP="003A01E1">
      <w:pPr>
        <w:pStyle w:val="code"/>
      </w:pPr>
      <w:r>
        <w:t>...</w:t>
      </w:r>
    </w:p>
    <w:p w:rsidR="00932D27" w:rsidRDefault="00932D27" w:rsidP="003A01E1">
      <w:pPr>
        <w:pStyle w:val="code"/>
      </w:pPr>
      <w:r w:rsidRPr="00C47F33">
        <w:tab/>
        <w:t>v-&gt;iMaxCpuClock = TUint64(</w:t>
      </w:r>
      <w:r>
        <w:t>KMaxCoreFrequency</w:t>
      </w:r>
      <w:r w:rsidRPr="00C47F33">
        <w:t>);</w:t>
      </w:r>
    </w:p>
    <w:p w:rsidR="00932D27" w:rsidRDefault="00932D27" w:rsidP="003A01E1">
      <w:pPr>
        <w:pStyle w:val="code"/>
      </w:pPr>
      <w:r w:rsidRPr="00C47F33">
        <w:tab/>
        <w:t xml:space="preserve">v-&gt;iMaxTimerClock = </w:t>
      </w:r>
      <w:r>
        <w:t>KMaxCoreFrequency</w:t>
      </w:r>
      <w:r w:rsidRPr="00C47F33">
        <w:t>/2u;</w:t>
      </w:r>
    </w:p>
    <w:p w:rsidR="00932D27" w:rsidRDefault="00932D27" w:rsidP="003A01E1">
      <w:pPr>
        <w:pStyle w:val="code"/>
      </w:pPr>
      <w:r>
        <w:tab/>
        <w:t>...</w:t>
      </w:r>
    </w:p>
    <w:p w:rsidR="00932D27" w:rsidRPr="00C47F33" w:rsidRDefault="00932D27" w:rsidP="003A01E1">
      <w:pPr>
        <w:pStyle w:val="code"/>
      </w:pPr>
      <w:r>
        <w:t xml:space="preserve">      </w:t>
      </w:r>
      <w:r w:rsidRPr="00C47F33">
        <w:t>//address of per-CPU timer (must be same for all CPUs)</w:t>
      </w:r>
    </w:p>
    <w:p w:rsidR="00932D27" w:rsidRDefault="00932D27" w:rsidP="003A01E1">
      <w:pPr>
        <w:pStyle w:val="code"/>
      </w:pPr>
      <w:r w:rsidRPr="00C47F33">
        <w:tab/>
        <w:t xml:space="preserve">v-&gt;iLocalTimerAddr = </w:t>
      </w:r>
      <w:bookmarkStart w:id="27" w:name="OLE_LINK3"/>
      <w:bookmarkStart w:id="28" w:name="OLE_LINK4"/>
      <w:r>
        <w:t>KCpuPrivateRegionBase</w:t>
      </w:r>
      <w:r w:rsidRPr="00C47F33">
        <w:t xml:space="preserve"> </w:t>
      </w:r>
      <w:bookmarkEnd w:id="27"/>
      <w:bookmarkEnd w:id="28"/>
      <w:r w:rsidRPr="00C47F33">
        <w:t>+ 0x600u;</w:t>
      </w:r>
      <w:r>
        <w:tab/>
      </w:r>
      <w:r w:rsidRPr="00C47F33">
        <w:tab/>
      </w:r>
    </w:p>
    <w:p w:rsidR="00932D27" w:rsidRPr="00C47F33" w:rsidRDefault="00932D27" w:rsidP="003A01E1">
      <w:pPr>
        <w:pStyle w:val="code"/>
      </w:pPr>
      <w:r>
        <w:t xml:space="preserve">      </w:t>
      </w:r>
      <w:r w:rsidRPr="00C47F33">
        <w:t>v-&gt;iGlobalTimerAddr</w:t>
      </w:r>
      <w:r>
        <w:t xml:space="preserve"> </w:t>
      </w:r>
      <w:r w:rsidRPr="00C47F33">
        <w:t>=</w:t>
      </w:r>
      <w:r>
        <w:t xml:space="preserve"> KCpuPrivateRegionBase + 0x200u</w:t>
      </w:r>
      <w:r w:rsidRPr="00C47F33">
        <w:t>;</w:t>
      </w:r>
    </w:p>
    <w:p w:rsidR="00932D27" w:rsidRDefault="00932D27" w:rsidP="003A01E1">
      <w:pPr>
        <w:pStyle w:val="code"/>
      </w:pPr>
      <w:r>
        <w:tab/>
        <w:t>...</w:t>
      </w:r>
    </w:p>
    <w:p w:rsidR="00932D27" w:rsidRPr="00C47F33" w:rsidRDefault="00932D27" w:rsidP="003A01E1">
      <w:pPr>
        <w:pStyle w:val="code"/>
      </w:pPr>
      <w:r w:rsidRPr="00C47F33">
        <w:tab/>
        <w:t>return v;</w:t>
      </w:r>
    </w:p>
    <w:p w:rsidR="00932D27" w:rsidRPr="00C47F33" w:rsidRDefault="00932D27" w:rsidP="003A01E1">
      <w:pPr>
        <w:pStyle w:val="code"/>
      </w:pPr>
      <w:r w:rsidRPr="00C47F33">
        <w:tab/>
        <w:t>}</w:t>
      </w:r>
    </w:p>
    <w:p w:rsidR="00932D27" w:rsidRDefault="00932D27" w:rsidP="00932D27">
      <w:pPr>
        <w:rPr>
          <w:rFonts w:ascii="Nokia Sans" w:hAnsi="Nokia Sans"/>
          <w:sz w:val="24"/>
          <w:szCs w:val="24"/>
        </w:rPr>
      </w:pPr>
    </w:p>
    <w:p w:rsidR="00932D27" w:rsidRDefault="00932D27" w:rsidP="00932D27">
      <w:r>
        <w:t xml:space="preserve">On section </w:t>
      </w:r>
      <w:r w:rsidR="00164301">
        <w:fldChar w:fldCharType="begin"/>
      </w:r>
      <w:r>
        <w:instrText xml:space="preserve"> REF _Ref264641721 \r \h </w:instrText>
      </w:r>
      <w:r w:rsidR="00164301">
        <w:fldChar w:fldCharType="separate"/>
      </w:r>
      <w:r w:rsidR="00994F3F">
        <w:t>5</w:t>
      </w:r>
      <w:r w:rsidR="00164301">
        <w:fldChar w:fldCharType="end"/>
      </w:r>
      <w:r>
        <w:t xml:space="preserve"> we show how to VIB ratios can be used at run time to inform the kernel of changes in core frequency.</w:t>
      </w:r>
    </w:p>
    <w:p w:rsidR="00932D27" w:rsidRDefault="00932D27" w:rsidP="00932D27">
      <w:pPr>
        <w:pStyle w:val="Heading1"/>
        <w:ind w:left="432" w:right="41" w:hanging="432"/>
      </w:pPr>
      <w:bookmarkStart w:id="29" w:name="_Toc265484296"/>
      <w:bookmarkStart w:id="30" w:name="_Toc265509773"/>
      <w:r>
        <w:t>NKern::Timestamp</w:t>
      </w:r>
      <w:bookmarkEnd w:id="29"/>
      <w:bookmarkEnd w:id="30"/>
    </w:p>
    <w:p w:rsidR="00932D27" w:rsidRDefault="00932D27" w:rsidP="00932D27">
      <w:r w:rsidRPr="003D0BA5">
        <w:t xml:space="preserve">The SMP nanokernel provides </w:t>
      </w:r>
      <w:r>
        <w:t xml:space="preserve">two new functions for use in time </w:t>
      </w:r>
      <w:r w:rsidRPr="003D0BA5">
        <w:t xml:space="preserve">stamping </w:t>
      </w:r>
      <w:r>
        <w:t>:</w:t>
      </w:r>
    </w:p>
    <w:p w:rsidR="00932D27" w:rsidRPr="003D0BA5" w:rsidRDefault="00932D27" w:rsidP="00932D27">
      <w:pPr>
        <w:rPr>
          <w:rFonts w:ascii="Nokia Sans" w:hAnsi="Nokia Sans"/>
          <w:sz w:val="24"/>
          <w:szCs w:val="24"/>
        </w:rPr>
      </w:pPr>
    </w:p>
    <w:p w:rsidR="00932D27" w:rsidRPr="003D0BA5" w:rsidRDefault="00932D27" w:rsidP="003A01E1">
      <w:pPr>
        <w:pStyle w:val="code"/>
      </w:pPr>
      <w:r w:rsidRPr="003D0BA5">
        <w:t>TUint64 NKern::Timestamp()</w:t>
      </w:r>
    </w:p>
    <w:p w:rsidR="00932D27" w:rsidRPr="003D0BA5" w:rsidRDefault="00932D27" w:rsidP="003A01E1">
      <w:pPr>
        <w:pStyle w:val="code"/>
      </w:pPr>
      <w:r w:rsidRPr="003D0BA5">
        <w:t>TUint32 NKern::TimestampFrequency();</w:t>
      </w:r>
    </w:p>
    <w:p w:rsidR="00932D27" w:rsidRDefault="00932D27" w:rsidP="00932D27">
      <w:pPr>
        <w:rPr>
          <w:rFonts w:ascii="Nokia Sans" w:hAnsi="Nokia Sans"/>
          <w:sz w:val="24"/>
          <w:szCs w:val="24"/>
        </w:rPr>
      </w:pPr>
    </w:p>
    <w:p w:rsidR="00932D27" w:rsidRDefault="00932D27" w:rsidP="00932D27">
      <w:r>
        <w:t>The Timestamp functions returns a 64 bit timestamp. The frequency of the timestamp is returned by TimestampFrequency. The API is used internally by various components such as the load balancer, measuring thread CPU time (as returned by RThread::</w:t>
      </w:r>
      <w:r w:rsidRPr="003D0BA5">
        <w:t xml:space="preserve"> GetCpuTime</w:t>
      </w:r>
      <w:r>
        <w:t xml:space="preserve"> and NKern::</w:t>
      </w:r>
      <w:r w:rsidRPr="00E56C2E">
        <w:t xml:space="preserve"> ThreadCpuTime</w:t>
      </w:r>
      <w:r>
        <w:t>) and kernel stats (which are used for power management). It is used in various other components, notably btrace.</w:t>
      </w:r>
    </w:p>
    <w:p w:rsidR="00932D27" w:rsidRDefault="00932D27" w:rsidP="00932D27">
      <w:r>
        <w:t xml:space="preserve"> The baseport decides how this API is implemented and the frequency of the timer. Currently there are two approaches.</w:t>
      </w:r>
    </w:p>
    <w:p w:rsidR="00932D27" w:rsidRDefault="00932D27" w:rsidP="00932D27">
      <w:pPr>
        <w:pStyle w:val="Heading2"/>
        <w:ind w:right="41"/>
      </w:pPr>
      <w:bookmarkStart w:id="31" w:name="_Toc265484297"/>
      <w:bookmarkStart w:id="32" w:name="_Toc265509774"/>
      <w:r>
        <w:t>Using Global Timer</w:t>
      </w:r>
      <w:bookmarkEnd w:id="31"/>
      <w:bookmarkEnd w:id="32"/>
    </w:p>
    <w:p w:rsidR="00932D27" w:rsidRPr="00D26EB9" w:rsidRDefault="00932D27" w:rsidP="00932D27">
      <w:r w:rsidRPr="00D26EB9">
        <w:t>On CortexA9MP (&gt;=r1p0) there is a global timer available with a generic interface. The SMP nanokernel has a built in implementation that allows the timer to be read, and for appropriate compensations to take place when the frequency changes. From a bas</w:t>
      </w:r>
      <w:r>
        <w:t>e</w:t>
      </w:r>
      <w:r w:rsidRPr="00D26EB9">
        <w:t xml:space="preserve">porter’s perspective this is the simplest option. </w:t>
      </w:r>
    </w:p>
    <w:p w:rsidR="00932D27" w:rsidRPr="00D26EB9" w:rsidRDefault="00932D27" w:rsidP="00932D27">
      <w:r w:rsidRPr="00D26EB9">
        <w:t>To use this option the variant.mmh should have the following lines:</w:t>
      </w:r>
    </w:p>
    <w:p w:rsidR="00932D27" w:rsidRPr="006671FA" w:rsidRDefault="00932D27" w:rsidP="003A01E1">
      <w:pPr>
        <w:pStyle w:val="code"/>
      </w:pPr>
      <w:bookmarkStart w:id="33" w:name="OLE_LINK1"/>
      <w:bookmarkStart w:id="34" w:name="OLE_LINK2"/>
      <w:r w:rsidRPr="006671FA">
        <w:t>macro  __CPU_ARM_HAS_GLOBAL_TIMER_BLOCK</w:t>
      </w:r>
    </w:p>
    <w:p w:rsidR="00932D27" w:rsidRPr="006671FA" w:rsidRDefault="00932D27" w:rsidP="003A01E1">
      <w:pPr>
        <w:pStyle w:val="code"/>
      </w:pPr>
      <w:r w:rsidRPr="006671FA">
        <w:t>macro  __NKERN_TIMESTAMP_USE_SCU_GLOBAL_TIMER__</w:t>
      </w:r>
    </w:p>
    <w:bookmarkEnd w:id="33"/>
    <w:bookmarkEnd w:id="34"/>
    <w:p w:rsidR="00932D27" w:rsidRPr="00D26EB9" w:rsidRDefault="00932D27" w:rsidP="00932D27">
      <w:pPr>
        <w:rPr>
          <w:rFonts w:ascii="Nokia Sans" w:hAnsi="Nokia Sans"/>
          <w:sz w:val="24"/>
          <w:szCs w:val="24"/>
        </w:rPr>
      </w:pPr>
    </w:p>
    <w:p w:rsidR="00932D27" w:rsidRDefault="00932D27" w:rsidP="00932D27">
      <w:r w:rsidRPr="00D26EB9">
        <w:t xml:space="preserve">The baseport also needs </w:t>
      </w:r>
      <w:r>
        <w:t xml:space="preserve">to populate the VIB (VIB see [1]) </w:t>
      </w:r>
      <w:r w:rsidRPr="00D26EB9">
        <w:t xml:space="preserve">fields to provide the </w:t>
      </w:r>
      <w:r>
        <w:t>nano</w:t>
      </w:r>
      <w:r w:rsidRPr="00D26EB9">
        <w:t xml:space="preserve">kernel with the </w:t>
      </w:r>
      <w:r>
        <w:t>address of the global timer. If the global timer was running at a frequency that is lower than iMaxTimerClock, then the VIB iGTimerFreqR needs to be initialised e.g:</w:t>
      </w:r>
    </w:p>
    <w:p w:rsidR="00932D27" w:rsidRDefault="00932D27" w:rsidP="00932D27">
      <w:pPr>
        <w:rPr>
          <w:rFonts w:ascii="Nokia Sans" w:hAnsi="Nokia Sans"/>
          <w:sz w:val="24"/>
          <w:szCs w:val="24"/>
        </w:rPr>
      </w:pPr>
    </w:p>
    <w:p w:rsidR="00932D27" w:rsidRDefault="00932D27" w:rsidP="003A01E1">
      <w:pPr>
        <w:pStyle w:val="code"/>
      </w:pPr>
      <w:r>
        <w:lastRenderedPageBreak/>
        <w:t>// Assume platform is booting af half speed for some obscure reason</w:t>
      </w:r>
    </w:p>
    <w:p w:rsidR="00932D27" w:rsidRDefault="00932D27" w:rsidP="003A01E1">
      <w:pPr>
        <w:pStyle w:val="code"/>
      </w:pPr>
    </w:p>
    <w:p w:rsidR="00932D27" w:rsidRDefault="00932D27" w:rsidP="003A01E1">
      <w:pPr>
        <w:pStyle w:val="code"/>
      </w:pPr>
      <w:r>
        <w:t>// somewhere in variant</w:t>
      </w:r>
    </w:p>
    <w:p w:rsidR="00932D27" w:rsidRDefault="00932D27" w:rsidP="003A01E1">
      <w:pPr>
        <w:pStyle w:val="code"/>
      </w:pPr>
      <w:r w:rsidRPr="00AA7E7B">
        <w:t>SVariantInterfaceBlock VIB;</w:t>
      </w:r>
      <w:r>
        <w:t xml:space="preserve">   // will be initialised to zero</w:t>
      </w:r>
    </w:p>
    <w:p w:rsidR="00932D27" w:rsidRDefault="00932D27" w:rsidP="003A01E1">
      <w:pPr>
        <w:pStyle w:val="code"/>
      </w:pPr>
      <w:r>
        <w:t>// we are booting at half speed</w:t>
      </w:r>
    </w:p>
    <w:p w:rsidR="00932D27" w:rsidRDefault="00932D27" w:rsidP="003A01E1">
      <w:pPr>
        <w:pStyle w:val="code"/>
      </w:pPr>
      <w:r>
        <w:t>static SRatio gBootRatio;</w:t>
      </w:r>
    </w:p>
    <w:p w:rsidR="00932D27" w:rsidRDefault="00932D27" w:rsidP="003A01E1">
      <w:pPr>
        <w:pStyle w:val="code"/>
      </w:pPr>
    </w:p>
    <w:p w:rsidR="00932D27" w:rsidRPr="00C47F33" w:rsidRDefault="00932D27" w:rsidP="003A01E1">
      <w:pPr>
        <w:pStyle w:val="code"/>
      </w:pPr>
      <w:r w:rsidRPr="00C47F33">
        <w:t>SVariantInterfaceBlock* InitVIB()</w:t>
      </w:r>
    </w:p>
    <w:p w:rsidR="00932D27" w:rsidRPr="00C47F33" w:rsidRDefault="00932D27" w:rsidP="003A01E1">
      <w:pPr>
        <w:pStyle w:val="code"/>
      </w:pPr>
      <w:r w:rsidRPr="00C47F33">
        <w:tab/>
        <w:t>{</w:t>
      </w:r>
    </w:p>
    <w:p w:rsidR="00932D27" w:rsidRPr="00C47F33" w:rsidRDefault="00932D27" w:rsidP="003A01E1">
      <w:pPr>
        <w:pStyle w:val="code"/>
      </w:pPr>
      <w:r w:rsidRPr="00C47F33">
        <w:tab/>
        <w:t>SVariantInterfaceBlock* v = &amp;VIB;</w:t>
      </w:r>
    </w:p>
    <w:p w:rsidR="00932D27" w:rsidRPr="00C47F33" w:rsidRDefault="00932D27" w:rsidP="003A01E1">
      <w:pPr>
        <w:pStyle w:val="code"/>
      </w:pPr>
      <w:r w:rsidRPr="00C47F33">
        <w:tab/>
        <w:t>v-&gt;iVer = 0;</w:t>
      </w:r>
    </w:p>
    <w:p w:rsidR="00932D27" w:rsidRPr="00C47F33" w:rsidRDefault="00932D27" w:rsidP="003A01E1">
      <w:pPr>
        <w:pStyle w:val="code"/>
      </w:pPr>
      <w:r w:rsidRPr="00C47F33">
        <w:tab/>
        <w:t>v-&gt;iSize = sizeof(VIB);</w:t>
      </w:r>
    </w:p>
    <w:p w:rsidR="00932D27" w:rsidRDefault="00932D27" w:rsidP="003A01E1">
      <w:pPr>
        <w:pStyle w:val="code"/>
      </w:pPr>
      <w:r w:rsidRPr="00C47F33">
        <w:tab/>
        <w:t>v-&gt;iMaxCpuClock = TUint64(</w:t>
      </w:r>
      <w:r>
        <w:t>KMaxCoreFrequency</w:t>
      </w:r>
      <w:r w:rsidRPr="00C47F33">
        <w:t>);</w:t>
      </w:r>
    </w:p>
    <w:p w:rsidR="00932D27" w:rsidRDefault="00932D27" w:rsidP="003A01E1">
      <w:pPr>
        <w:pStyle w:val="code"/>
      </w:pPr>
      <w:r w:rsidRPr="00C47F33">
        <w:tab/>
        <w:t xml:space="preserve">v-&gt;iMaxTimerClock = </w:t>
      </w:r>
      <w:r>
        <w:t>KMaxCoreFrequency</w:t>
      </w:r>
      <w:r w:rsidRPr="00C47F33">
        <w:t>/2u;</w:t>
      </w:r>
    </w:p>
    <w:p w:rsidR="00932D27" w:rsidRDefault="00932D27" w:rsidP="003A01E1">
      <w:pPr>
        <w:pStyle w:val="code"/>
      </w:pPr>
      <w:r>
        <w:tab/>
        <w:t>...</w:t>
      </w:r>
    </w:p>
    <w:p w:rsidR="00932D27" w:rsidRPr="00C47F33" w:rsidRDefault="00932D27" w:rsidP="003A01E1">
      <w:pPr>
        <w:pStyle w:val="code"/>
      </w:pPr>
      <w:r>
        <w:t xml:space="preserve">      </w:t>
      </w:r>
      <w:r w:rsidRPr="00C47F33">
        <w:t>//address of per-CPU timer (must be same for all CPUs)</w:t>
      </w:r>
    </w:p>
    <w:p w:rsidR="00932D27" w:rsidRDefault="00932D27" w:rsidP="003A01E1">
      <w:pPr>
        <w:pStyle w:val="code"/>
      </w:pPr>
      <w:r w:rsidRPr="00C47F33">
        <w:tab/>
        <w:t xml:space="preserve">v-&gt;iLocalTimerAddr = </w:t>
      </w:r>
      <w:r>
        <w:t>KCpuPrivateRegionBase</w:t>
      </w:r>
      <w:r w:rsidRPr="00C47F33">
        <w:t xml:space="preserve"> + 0x600u;</w:t>
      </w:r>
      <w:r>
        <w:tab/>
      </w:r>
      <w:r w:rsidRPr="00C47F33">
        <w:tab/>
      </w:r>
    </w:p>
    <w:p w:rsidR="00932D27" w:rsidRPr="00C47F33" w:rsidRDefault="00932D27" w:rsidP="003A01E1">
      <w:pPr>
        <w:pStyle w:val="code"/>
      </w:pPr>
      <w:r>
        <w:t xml:space="preserve">      </w:t>
      </w:r>
      <w:r w:rsidRPr="00C47F33">
        <w:t>v-&gt;iGlobalTimerAddr</w:t>
      </w:r>
      <w:r>
        <w:t xml:space="preserve"> </w:t>
      </w:r>
      <w:r w:rsidRPr="00C47F33">
        <w:t>=</w:t>
      </w:r>
      <w:r>
        <w:t xml:space="preserve"> KCpuPrivateRegionBase + 0x200u</w:t>
      </w:r>
      <w:r w:rsidRPr="00C47F33">
        <w:t>;</w:t>
      </w:r>
    </w:p>
    <w:p w:rsidR="00932D27" w:rsidRDefault="00932D27" w:rsidP="003A01E1">
      <w:pPr>
        <w:pStyle w:val="code"/>
      </w:pPr>
      <w:r>
        <w:tab/>
        <w:t>...</w:t>
      </w:r>
    </w:p>
    <w:p w:rsidR="00932D27" w:rsidRDefault="00932D27" w:rsidP="003A01E1">
      <w:pPr>
        <w:pStyle w:val="code"/>
      </w:pPr>
      <w:r>
        <w:tab/>
        <w:t xml:space="preserve">gBootRatio.Set(1,1)  // set ratio to 1/2 </w:t>
      </w:r>
    </w:p>
    <w:p w:rsidR="00932D27" w:rsidRDefault="00932D27" w:rsidP="003A01E1">
      <w:pPr>
        <w:pStyle w:val="code"/>
      </w:pPr>
      <w:r>
        <w:tab/>
        <w:t>for (TInt i=0; i&lt; KNumberOfCpus; i++)</w:t>
      </w:r>
    </w:p>
    <w:p w:rsidR="00932D27" w:rsidRDefault="00932D27" w:rsidP="003A01E1">
      <w:pPr>
        <w:pStyle w:val="code"/>
      </w:pPr>
      <w:r>
        <w:t xml:space="preserve">        {</w:t>
      </w:r>
    </w:p>
    <w:p w:rsidR="00932D27" w:rsidRDefault="00932D27" w:rsidP="003A01E1">
      <w:pPr>
        <w:pStyle w:val="code"/>
      </w:pPr>
      <w:r>
        <w:t xml:space="preserve">        v-&gt;</w:t>
      </w:r>
      <w:r w:rsidRPr="007543B8">
        <w:t>iTimerFreqR</w:t>
      </w:r>
      <w:r>
        <w:t>[i] = &amp;gBootRatio;</w:t>
      </w:r>
    </w:p>
    <w:p w:rsidR="00932D27" w:rsidRDefault="00932D27" w:rsidP="003A01E1">
      <w:pPr>
        <w:pStyle w:val="code"/>
      </w:pPr>
      <w:r>
        <w:tab/>
        <w:t xml:space="preserve">  v-&gt;</w:t>
      </w:r>
      <w:r w:rsidRPr="007543B8">
        <w:t>iCpuFreqR</w:t>
      </w:r>
      <w:r>
        <w:t>[i] = &amp;gBootRatio;</w:t>
      </w:r>
    </w:p>
    <w:p w:rsidR="00932D27" w:rsidRDefault="00932D27" w:rsidP="003A01E1">
      <w:pPr>
        <w:pStyle w:val="code"/>
      </w:pPr>
      <w:r>
        <w:t xml:space="preserve">        }</w:t>
      </w:r>
    </w:p>
    <w:p w:rsidR="00932D27" w:rsidRPr="008E4C12" w:rsidRDefault="00932D27" w:rsidP="003A01E1">
      <w:pPr>
        <w:pStyle w:val="code"/>
      </w:pPr>
      <w:r w:rsidRPr="008E4C12">
        <w:t>v-&gt;iGTimerFreqR = &amp;gBootRatio;</w:t>
      </w:r>
    </w:p>
    <w:p w:rsidR="00932D27" w:rsidRPr="00C47F33" w:rsidRDefault="00932D27" w:rsidP="003A01E1">
      <w:pPr>
        <w:pStyle w:val="code"/>
      </w:pPr>
      <w:r w:rsidRPr="00C47F33">
        <w:t>return v;</w:t>
      </w:r>
    </w:p>
    <w:p w:rsidR="00932D27" w:rsidRPr="00C47F33" w:rsidRDefault="00932D27" w:rsidP="003A01E1">
      <w:pPr>
        <w:pStyle w:val="code"/>
      </w:pPr>
      <w:r w:rsidRPr="00C47F33">
        <w:tab/>
        <w:t>}</w:t>
      </w:r>
    </w:p>
    <w:p w:rsidR="00932D27" w:rsidRDefault="00932D27" w:rsidP="00932D27">
      <w:r>
        <w:t>The kernel start the global timer on boot. It also sets the prescaler to 1 on global and local timers. Unless the VIB ratios are initialised by the baseport, they are all assumed to be 1. So the kernel assumes that normally timers and cores would boot at their maximum frequencies, which is typically the case.</w:t>
      </w:r>
    </w:p>
    <w:p w:rsidR="00932D27" w:rsidRDefault="00932D27" w:rsidP="00932D27">
      <w:pPr>
        <w:pStyle w:val="Heading2"/>
        <w:ind w:right="41"/>
      </w:pPr>
      <w:bookmarkStart w:id="35" w:name="_Toc265484298"/>
      <w:bookmarkStart w:id="36" w:name="_Toc265509775"/>
      <w:r>
        <w:t>Using a SOC Timer</w:t>
      </w:r>
      <w:bookmarkEnd w:id="35"/>
      <w:r>
        <w:t>s</w:t>
      </w:r>
      <w:bookmarkEnd w:id="36"/>
    </w:p>
    <w:p w:rsidR="00932D27" w:rsidRPr="00AE0FED" w:rsidRDefault="00932D27" w:rsidP="00932D27">
      <w:r w:rsidRPr="00AE0FED">
        <w:t>If the global timer is not available then the baseport can provide an implementation for NKern::Timestamp using a SOC timer. In thi case variant.mmh needs to include the following:</w:t>
      </w:r>
    </w:p>
    <w:p w:rsidR="00932D27" w:rsidRDefault="00932D27" w:rsidP="00932D27"/>
    <w:p w:rsidR="00932D27" w:rsidRDefault="00932D27" w:rsidP="003A01E1">
      <w:pPr>
        <w:pStyle w:val="code"/>
      </w:pPr>
      <w:r>
        <w:t>macro __NKERN_TIMESTAMP_USE_INLINE_BSP_CODE__</w:t>
      </w:r>
    </w:p>
    <w:p w:rsidR="00932D27" w:rsidRPr="006671FA" w:rsidRDefault="00932D27" w:rsidP="003A01E1">
      <w:pPr>
        <w:pStyle w:val="code"/>
      </w:pPr>
      <w:r>
        <w:t>#define AsspNKernIncludePath</w:t>
      </w:r>
      <w:r>
        <w:tab/>
        <w:t>SYMBIAN_OS_LAYER_PLATFORM_EXPORT_PATH(assp/&lt;assp name&gt;/nkern)</w:t>
      </w:r>
    </w:p>
    <w:p w:rsidR="00932D27" w:rsidRDefault="00932D27" w:rsidP="00932D27"/>
    <w:p w:rsidR="00932D27" w:rsidRDefault="00932D27" w:rsidP="00932D27">
      <w:r w:rsidRPr="00AE0FED">
        <w:t>The ba</w:t>
      </w:r>
      <w:r>
        <w:t>seport also needs to supply a header containing the implementation. It is possible to supply an assembler or a C++ implementation. The header has the following format:</w:t>
      </w:r>
    </w:p>
    <w:p w:rsidR="00932D27" w:rsidRDefault="00932D27" w:rsidP="00932D27">
      <w:pPr>
        <w:rPr>
          <w:rFonts w:ascii="Nokia Sans" w:hAnsi="Nokia Sans"/>
          <w:sz w:val="24"/>
          <w:szCs w:val="24"/>
        </w:rPr>
      </w:pPr>
    </w:p>
    <w:p w:rsidR="00932D27" w:rsidRDefault="00932D27" w:rsidP="003A01E1">
      <w:pPr>
        <w:pStyle w:val="code"/>
      </w:pPr>
    </w:p>
    <w:p w:rsidR="00932D27" w:rsidRDefault="00932D27" w:rsidP="003A01E1">
      <w:pPr>
        <w:pStyle w:val="code"/>
      </w:pPr>
      <w:r>
        <w:t>// Define a timestamp frequency in the following constant</w:t>
      </w:r>
    </w:p>
    <w:p w:rsidR="00932D27" w:rsidRPr="00AE0FED" w:rsidRDefault="00932D27" w:rsidP="003A01E1">
      <w:pPr>
        <w:pStyle w:val="code"/>
      </w:pPr>
      <w:r w:rsidRPr="00AE0FED">
        <w:t xml:space="preserve">const TUint32 KTimestampFrequency = </w:t>
      </w:r>
      <w:r>
        <w:t xml:space="preserve">...  </w:t>
      </w:r>
      <w:r w:rsidRPr="00AE0FED">
        <w:t>;</w:t>
      </w:r>
    </w:p>
    <w:p w:rsidR="00932D27" w:rsidRPr="00AE0FED" w:rsidRDefault="00932D27" w:rsidP="003A01E1">
      <w:pPr>
        <w:pStyle w:val="code"/>
      </w:pPr>
    </w:p>
    <w:p w:rsidR="00932D27" w:rsidRPr="00AE0FED" w:rsidRDefault="00932D27" w:rsidP="003A01E1">
      <w:pPr>
        <w:pStyle w:val="code"/>
      </w:pPr>
      <w:r w:rsidRPr="00AE0FED">
        <w:lastRenderedPageBreak/>
        <w:t>#ifdef __DEFINE_NKERN_TIMESTAMP_ASM__</w:t>
      </w:r>
    </w:p>
    <w:p w:rsidR="00932D27" w:rsidRPr="00AE0FED" w:rsidRDefault="00932D27" w:rsidP="003A01E1">
      <w:pPr>
        <w:pStyle w:val="code"/>
      </w:pPr>
      <w:r w:rsidRPr="00AE0FED">
        <w:t>/* If NKern::Timestamp() is written in assembler define it here</w:t>
      </w:r>
    </w:p>
    <w:p w:rsidR="00932D27" w:rsidRPr="00AE0FED" w:rsidRDefault="00932D27" w:rsidP="003A01E1">
      <w:pPr>
        <w:pStyle w:val="code"/>
      </w:pPr>
      <w:r w:rsidRPr="00AE0FED">
        <w:t>*/</w:t>
      </w:r>
    </w:p>
    <w:p w:rsidR="00932D27" w:rsidRPr="00AE0FED" w:rsidRDefault="00932D27" w:rsidP="003A01E1">
      <w:pPr>
        <w:pStyle w:val="code"/>
      </w:pPr>
    </w:p>
    <w:p w:rsidR="00932D27" w:rsidRPr="00AE0FED" w:rsidRDefault="00932D27" w:rsidP="003A01E1">
      <w:pPr>
        <w:pStyle w:val="code"/>
      </w:pPr>
      <w:r w:rsidRPr="00AE0FED">
        <w:t>#endif</w:t>
      </w:r>
    </w:p>
    <w:p w:rsidR="00932D27" w:rsidRPr="00AE0FED" w:rsidRDefault="00932D27" w:rsidP="003A01E1">
      <w:pPr>
        <w:pStyle w:val="code"/>
      </w:pPr>
    </w:p>
    <w:p w:rsidR="00932D27" w:rsidRPr="00AE0FED" w:rsidRDefault="00932D27" w:rsidP="003A01E1">
      <w:pPr>
        <w:pStyle w:val="code"/>
      </w:pPr>
      <w:r w:rsidRPr="00AE0FED">
        <w:t>#ifdef __DEFINE_NKERN_TIMESTAMP_CPP__</w:t>
      </w:r>
    </w:p>
    <w:p w:rsidR="00932D27" w:rsidRPr="00AE0FED" w:rsidRDefault="00932D27" w:rsidP="003A01E1">
      <w:pPr>
        <w:pStyle w:val="code"/>
      </w:pPr>
      <w:r w:rsidRPr="00AE0FED">
        <w:t>/* If NKern::Timestamp() is written in C++ define it here</w:t>
      </w:r>
    </w:p>
    <w:p w:rsidR="00932D27" w:rsidRPr="00AE0FED" w:rsidRDefault="00932D27" w:rsidP="003A01E1">
      <w:pPr>
        <w:pStyle w:val="code"/>
      </w:pPr>
      <w:r w:rsidRPr="00AE0FED">
        <w:t>*/</w:t>
      </w:r>
    </w:p>
    <w:p w:rsidR="00932D27" w:rsidRDefault="00932D27" w:rsidP="003A01E1">
      <w:pPr>
        <w:pStyle w:val="code"/>
        <w:rPr>
          <w:rFonts w:ascii="Nokia Sans" w:hAnsi="Nokia Sans"/>
          <w:sz w:val="24"/>
          <w:szCs w:val="24"/>
        </w:rPr>
      </w:pPr>
      <w:r w:rsidRPr="00AE0FED">
        <w:t>#endif</w:t>
      </w:r>
    </w:p>
    <w:p w:rsidR="00932D27" w:rsidRDefault="00932D27" w:rsidP="00932D27"/>
    <w:p w:rsidR="00932D27" w:rsidRDefault="00932D27" w:rsidP="00932D27">
      <w:r>
        <w:t xml:space="preserve">The baseport first needs to supply  a value for </w:t>
      </w:r>
      <w:r w:rsidRPr="00AE0FED">
        <w:t>KTimestampFrequency</w:t>
      </w:r>
      <w:r>
        <w:t>, then provide an implementation for NKern::Timestamp either in assembler or in C++ in the appropriate section. The header then needs to be exported by the bld.inf to the AsspNKernIncludePath directory. The kernel will then pick up this file in its compilation.</w:t>
      </w:r>
    </w:p>
    <w:p w:rsidR="00932D27" w:rsidRDefault="00932D27" w:rsidP="00932D27">
      <w:r>
        <w:t xml:space="preserve">In some boards there are no 64 bit timers available. One scheme to get around this problem is to use two 32 bit timers in combination (see appendix </w:t>
      </w:r>
      <w:r w:rsidR="00164301">
        <w:fldChar w:fldCharType="begin"/>
      </w:r>
      <w:r>
        <w:instrText xml:space="preserve"> REF _Ref265507925 \r \h </w:instrText>
      </w:r>
      <w:r w:rsidR="00164301">
        <w:fldChar w:fldCharType="separate"/>
      </w:r>
      <w:r w:rsidR="00994F3F">
        <w:t>9</w:t>
      </w:r>
      <w:r w:rsidR="00164301">
        <w:fldChar w:fldCharType="end"/>
      </w:r>
      <w:r>
        <w:t xml:space="preserve">), or to combine a single timer with the nanokernel tick count. </w:t>
      </w:r>
    </w:p>
    <w:p w:rsidR="00932D27" w:rsidRDefault="00932D27" w:rsidP="00932D27">
      <w:pPr>
        <w:pStyle w:val="Heading1"/>
        <w:ind w:left="432" w:right="41" w:hanging="432"/>
      </w:pPr>
      <w:bookmarkStart w:id="37" w:name="_Toc265484299"/>
      <w:bookmarkStart w:id="38" w:name="_Toc265509776"/>
      <w:r>
        <w:t>Impacts of Idle Management and Core Retirement</w:t>
      </w:r>
      <w:bookmarkEnd w:id="37"/>
      <w:bookmarkEnd w:id="38"/>
    </w:p>
    <w:p w:rsidR="00932D27" w:rsidRDefault="00932D27" w:rsidP="00932D27">
      <w:pPr>
        <w:pStyle w:val="11BodyText"/>
        <w:ind w:left="0"/>
        <w:rPr>
          <w:rFonts w:ascii="Arial" w:hAnsi="Arial" w:cs="Arial"/>
          <w:sz w:val="20"/>
        </w:rPr>
      </w:pPr>
      <w:r w:rsidRPr="00B0753D">
        <w:rPr>
          <w:rFonts w:ascii="Arial" w:hAnsi="Arial" w:cs="Arial"/>
          <w:sz w:val="20"/>
        </w:rPr>
        <w:t>To save power, fast time sources can be switched off when a platform enters a retention mode. Consequently the baseport power management adaptation code needs to look after this eventuality. No ke</w:t>
      </w:r>
      <w:r>
        <w:rPr>
          <w:rFonts w:ascii="Arial" w:hAnsi="Arial" w:cs="Arial"/>
          <w:sz w:val="20"/>
        </w:rPr>
        <w:t>rnel APIs are required, as</w:t>
      </w:r>
      <w:r w:rsidRPr="00B0753D">
        <w:rPr>
          <w:rFonts w:ascii="Arial" w:hAnsi="Arial" w:cs="Arial"/>
          <w:sz w:val="20"/>
        </w:rPr>
        <w:t xml:space="preserve"> the baseport implementation decides which timer </w:t>
      </w:r>
      <w:r>
        <w:rPr>
          <w:rFonts w:ascii="Arial" w:hAnsi="Arial" w:cs="Arial"/>
          <w:sz w:val="20"/>
        </w:rPr>
        <w:t xml:space="preserve">(global or SOC) </w:t>
      </w:r>
      <w:r w:rsidRPr="00B0753D">
        <w:rPr>
          <w:rFonts w:ascii="Arial" w:hAnsi="Arial" w:cs="Arial"/>
          <w:sz w:val="20"/>
        </w:rPr>
        <w:t xml:space="preserve">is used for the timestamp API. The baseport’s power adaptation also provides the code which enters a low power mode, and which runs after wakeup. </w:t>
      </w:r>
    </w:p>
    <w:p w:rsidR="00932D27" w:rsidRPr="00B0753D" w:rsidRDefault="00932D27" w:rsidP="00932D27">
      <w:pPr>
        <w:pStyle w:val="11BodyText"/>
        <w:ind w:left="0"/>
        <w:rPr>
          <w:rFonts w:ascii="Arial" w:hAnsi="Arial" w:cs="Arial"/>
          <w:sz w:val="20"/>
        </w:rPr>
      </w:pPr>
      <w:r w:rsidRPr="00B0753D">
        <w:rPr>
          <w:rFonts w:ascii="Arial" w:hAnsi="Arial" w:cs="Arial"/>
          <w:sz w:val="20"/>
        </w:rPr>
        <w:t>Before entry into a low mode the baseport should do as follows:</w:t>
      </w:r>
    </w:p>
    <w:p w:rsidR="00932D27" w:rsidRPr="00B0753D" w:rsidRDefault="00932D27" w:rsidP="00932D27">
      <w:pPr>
        <w:pStyle w:val="11BodyText"/>
        <w:numPr>
          <w:ilvl w:val="0"/>
          <w:numId w:val="40"/>
        </w:numPr>
        <w:rPr>
          <w:rFonts w:ascii="Arial" w:hAnsi="Arial" w:cs="Arial"/>
          <w:sz w:val="20"/>
        </w:rPr>
      </w:pPr>
      <w:r w:rsidRPr="00B0753D">
        <w:rPr>
          <w:rFonts w:ascii="Arial" w:hAnsi="Arial" w:cs="Arial"/>
          <w:sz w:val="20"/>
        </w:rPr>
        <w:t>If this low power mode does not affect the timer move onto low power mode entry</w:t>
      </w:r>
    </w:p>
    <w:p w:rsidR="00932D27" w:rsidRPr="00B0753D" w:rsidRDefault="00932D27" w:rsidP="00932D27">
      <w:pPr>
        <w:pStyle w:val="11BodyText"/>
        <w:numPr>
          <w:ilvl w:val="0"/>
          <w:numId w:val="40"/>
        </w:numPr>
        <w:rPr>
          <w:rFonts w:ascii="Arial" w:hAnsi="Arial" w:cs="Arial"/>
          <w:sz w:val="20"/>
        </w:rPr>
      </w:pPr>
      <w:r w:rsidRPr="00B0753D">
        <w:rPr>
          <w:rFonts w:ascii="Arial" w:hAnsi="Arial" w:cs="Arial"/>
          <w:sz w:val="20"/>
        </w:rPr>
        <w:t>Otherwise save timer context. This might involve all of the timer control registers as well as its present count and frequency.</w:t>
      </w:r>
    </w:p>
    <w:p w:rsidR="00932D27" w:rsidRPr="00B0753D" w:rsidRDefault="00932D27" w:rsidP="00932D27">
      <w:pPr>
        <w:pStyle w:val="11BodyText"/>
        <w:ind w:left="0"/>
        <w:rPr>
          <w:rFonts w:ascii="Arial" w:hAnsi="Arial" w:cs="Arial"/>
          <w:sz w:val="20"/>
        </w:rPr>
      </w:pPr>
      <w:r w:rsidRPr="00B0753D">
        <w:rPr>
          <w:rFonts w:ascii="Arial" w:hAnsi="Arial" w:cs="Arial"/>
          <w:sz w:val="20"/>
        </w:rPr>
        <w:t>In an SMP system step 2 would usually be carried out by the last CPU to go idle. Upon wakeup from a low power mode that requires timer restoration the baseport would do as follows:</w:t>
      </w:r>
    </w:p>
    <w:p w:rsidR="00932D27" w:rsidRPr="00B0753D" w:rsidRDefault="00932D27" w:rsidP="00932D27">
      <w:pPr>
        <w:pStyle w:val="11BodyText"/>
        <w:numPr>
          <w:ilvl w:val="0"/>
          <w:numId w:val="41"/>
        </w:numPr>
        <w:rPr>
          <w:rFonts w:ascii="Arial" w:hAnsi="Arial" w:cs="Arial"/>
          <w:sz w:val="20"/>
        </w:rPr>
      </w:pPr>
      <w:r w:rsidRPr="00B0753D">
        <w:rPr>
          <w:rFonts w:ascii="Arial" w:hAnsi="Arial" w:cs="Arial"/>
          <w:sz w:val="20"/>
        </w:rPr>
        <w:t xml:space="preserve">Ascertain how much time has been spent sleeping. This is already required for the purpose of advancing kernel time. Though fast time sources are not generally available in low power modes, slow time sources (most often at 32.768Khz) normally are. </w:t>
      </w:r>
    </w:p>
    <w:p w:rsidR="00932D27" w:rsidRPr="00B0753D" w:rsidRDefault="00932D27" w:rsidP="00932D27">
      <w:pPr>
        <w:pStyle w:val="11BodyText"/>
        <w:numPr>
          <w:ilvl w:val="0"/>
          <w:numId w:val="41"/>
        </w:numPr>
        <w:rPr>
          <w:rFonts w:ascii="Arial" w:hAnsi="Arial" w:cs="Arial"/>
          <w:sz w:val="20"/>
        </w:rPr>
      </w:pPr>
      <w:r w:rsidRPr="00B0753D">
        <w:rPr>
          <w:rFonts w:ascii="Arial" w:hAnsi="Arial" w:cs="Arial"/>
          <w:sz w:val="20"/>
        </w:rPr>
        <w:t>Restore the timer, but reset its current value to include the amount of time spent sleeping.</w:t>
      </w:r>
    </w:p>
    <w:p w:rsidR="00932D27" w:rsidRPr="00B0753D" w:rsidRDefault="00932D27" w:rsidP="00932D27">
      <w:pPr>
        <w:pStyle w:val="11BodyText"/>
        <w:ind w:left="0"/>
        <w:rPr>
          <w:rFonts w:ascii="Arial" w:hAnsi="Arial" w:cs="Arial"/>
          <w:sz w:val="20"/>
        </w:rPr>
      </w:pPr>
      <w:r w:rsidRPr="00B0753D">
        <w:rPr>
          <w:rFonts w:ascii="Arial" w:hAnsi="Arial" w:cs="Arial"/>
          <w:sz w:val="20"/>
        </w:rPr>
        <w:t>Note that in this effective change of timer frequency, from a high to low and back again, will introduce minor errors in the NKern::Timestamp API. These can be minimised but never completely eliminated. For the purpose of load balancing these should be small enough to not present any discernable impact. However the timestamp is also used for other purposes such as btrace for example. The fact that there is an accompanying NKern::TimestampFrequency could lead to programmers assuming an exact time source. However with current technology, in a mobile device requiring good power management, such as thing is impossible. Expectations therefore should be clearly set in the relevant documentation.</w:t>
      </w:r>
    </w:p>
    <w:p w:rsidR="00932D27" w:rsidRPr="00B0753D" w:rsidRDefault="00932D27" w:rsidP="00932D27">
      <w:pPr>
        <w:pStyle w:val="11BodyText"/>
        <w:ind w:left="0"/>
        <w:rPr>
          <w:rFonts w:ascii="Arial" w:hAnsi="Arial" w:cs="Arial"/>
          <w:sz w:val="20"/>
        </w:rPr>
      </w:pPr>
      <w:r w:rsidRPr="00B0753D">
        <w:rPr>
          <w:rFonts w:ascii="Arial" w:hAnsi="Arial" w:cs="Arial"/>
          <w:sz w:val="20"/>
        </w:rPr>
        <w:t>A similar level of support would be expected for CPU local timers used in timeslicing. In this case it is not necessary to take into account the amount of time slept. That is the timer count does not need restoration. However any timer control registers, dictating settings such whether the timer is running, pre/post scalars and so on need to be restored if the sleep mode will result in these settings being lost.</w:t>
      </w:r>
      <w:r>
        <w:rPr>
          <w:rFonts w:ascii="Arial" w:hAnsi="Arial" w:cs="Arial"/>
          <w:sz w:val="20"/>
        </w:rPr>
        <w:t xml:space="preserve"> This is particularly likely to occur when a CPU gets retired. The retiring code should backup the control register, so that it can be restored when the CPU is reengaged.</w:t>
      </w:r>
    </w:p>
    <w:p w:rsidR="00932D27" w:rsidRDefault="00932D27" w:rsidP="00932D27">
      <w:pPr>
        <w:pStyle w:val="Heading1"/>
        <w:ind w:left="432" w:right="41" w:hanging="432"/>
      </w:pPr>
      <w:bookmarkStart w:id="39" w:name="_Toc263165995"/>
      <w:bookmarkStart w:id="40" w:name="_Ref264641721"/>
      <w:bookmarkStart w:id="41" w:name="_Toc265484300"/>
      <w:bookmarkStart w:id="42" w:name="_Toc265509777"/>
      <w:r>
        <w:lastRenderedPageBreak/>
        <w:t>Dynamic Voltage and Frequency Scaling</w:t>
      </w:r>
      <w:bookmarkEnd w:id="39"/>
      <w:bookmarkEnd w:id="40"/>
      <w:bookmarkEnd w:id="41"/>
      <w:bookmarkEnd w:id="42"/>
    </w:p>
    <w:p w:rsidR="00932D27" w:rsidRDefault="00932D27" w:rsidP="00932D27">
      <w:pPr>
        <w:pStyle w:val="11BodyText"/>
        <w:ind w:left="0"/>
        <w:rPr>
          <w:rFonts w:ascii="Arial" w:hAnsi="Arial" w:cs="Arial"/>
          <w:sz w:val="20"/>
        </w:rPr>
      </w:pPr>
      <w:r w:rsidRPr="000A7720">
        <w:rPr>
          <w:rFonts w:ascii="Arial" w:hAnsi="Arial" w:cs="Arial"/>
          <w:sz w:val="20"/>
        </w:rPr>
        <w:t>DVFS can have a number of effects on the kernel. In some devices, changes in core frequency can translate into changes in global and local timer frequency. As the kernel uses the local timers for time</w:t>
      </w:r>
      <w:r>
        <w:rPr>
          <w:rFonts w:ascii="Arial" w:hAnsi="Arial" w:cs="Arial"/>
          <w:sz w:val="20"/>
        </w:rPr>
        <w:t xml:space="preserve"> </w:t>
      </w:r>
      <w:r w:rsidRPr="000A7720">
        <w:rPr>
          <w:rFonts w:ascii="Arial" w:hAnsi="Arial" w:cs="Arial"/>
          <w:sz w:val="20"/>
        </w:rPr>
        <w:t>slicing</w:t>
      </w:r>
      <w:r>
        <w:rPr>
          <w:rFonts w:ascii="Arial" w:hAnsi="Arial" w:cs="Arial"/>
          <w:sz w:val="20"/>
        </w:rPr>
        <w:t xml:space="preserve">, </w:t>
      </w:r>
      <w:r w:rsidRPr="000A7720">
        <w:rPr>
          <w:rFonts w:ascii="Arial" w:hAnsi="Arial" w:cs="Arial"/>
          <w:sz w:val="20"/>
        </w:rPr>
        <w:t>this change, unless it is countered, can result in changes in time slice periods. In these systems if the global timer is used for time</w:t>
      </w:r>
      <w:r>
        <w:rPr>
          <w:rFonts w:ascii="Arial" w:hAnsi="Arial" w:cs="Arial"/>
          <w:sz w:val="20"/>
        </w:rPr>
        <w:t xml:space="preserve"> </w:t>
      </w:r>
      <w:r w:rsidRPr="000A7720">
        <w:rPr>
          <w:rFonts w:ascii="Arial" w:hAnsi="Arial" w:cs="Arial"/>
          <w:sz w:val="20"/>
        </w:rPr>
        <w:t>stamping, the kernel needs to be informed of frequency changes so that that timestamp frequency remains invariant to DVFS. Finally CPU speed can also have an impact on load balancing.</w:t>
      </w:r>
      <w:r>
        <w:rPr>
          <w:rFonts w:ascii="Arial" w:hAnsi="Arial" w:cs="Arial"/>
          <w:sz w:val="20"/>
        </w:rPr>
        <w:t xml:space="preserve"> </w:t>
      </w:r>
      <w:bookmarkStart w:id="43" w:name="_Toc263165996"/>
    </w:p>
    <w:p w:rsidR="00932D27" w:rsidRDefault="00932D27" w:rsidP="00932D27">
      <w:pPr>
        <w:pStyle w:val="Heading2"/>
        <w:ind w:right="41"/>
      </w:pPr>
      <w:bookmarkStart w:id="44" w:name="_Toc265484301"/>
      <w:bookmarkStart w:id="45" w:name="_Toc265509778"/>
      <w:bookmarkEnd w:id="43"/>
      <w:r>
        <w:t>Informing the Kernel about Frequency Changes</w:t>
      </w:r>
      <w:bookmarkEnd w:id="44"/>
      <w:bookmarkEnd w:id="45"/>
    </w:p>
    <w:p w:rsidR="00932D27" w:rsidRDefault="00932D27" w:rsidP="00932D27">
      <w:r>
        <w:t>The VIB exposes an API for this purpose. It is expected that the baseport would use this API when the baseport changes speed. To call the function, the following function pointer from the VIB is used:</w:t>
      </w:r>
    </w:p>
    <w:p w:rsidR="00932D27" w:rsidRDefault="00932D27" w:rsidP="00932D27">
      <w:r w:rsidRPr="00B053E7">
        <w:rPr>
          <w:b/>
        </w:rPr>
        <w:t>TFrequencyChangeFn</w:t>
      </w:r>
      <w:r w:rsidRPr="00B053E7">
        <w:rPr>
          <w:b/>
        </w:rPr>
        <w:tab/>
      </w:r>
      <w:r>
        <w:rPr>
          <w:b/>
        </w:rPr>
        <w:t xml:space="preserve"> </w:t>
      </w:r>
      <w:r w:rsidRPr="00B053E7">
        <w:rPr>
          <w:b/>
        </w:rPr>
        <w:t>iFrqChgFn</w:t>
      </w:r>
      <w:r>
        <w:t>: fu</w:t>
      </w:r>
      <w:r w:rsidRPr="00B053E7">
        <w:t>nction to notify frequency changes</w:t>
      </w:r>
    </w:p>
    <w:p w:rsidR="00932D27" w:rsidRDefault="00932D27" w:rsidP="00932D27">
      <w:r>
        <w:t xml:space="preserve">The API takes no parameters, instead the ratios for the new frequencies are provided using the ratio members in the VIB, just as it can be done at boot time (see section </w:t>
      </w:r>
      <w:r w:rsidR="00164301">
        <w:fldChar w:fldCharType="begin"/>
      </w:r>
      <w:r>
        <w:instrText xml:space="preserve"> REF _Ref264623793 \r \h </w:instrText>
      </w:r>
      <w:r w:rsidR="00164301">
        <w:fldChar w:fldCharType="separate"/>
      </w:r>
      <w:r w:rsidR="00994F3F">
        <w:t>2</w:t>
      </w:r>
      <w:r w:rsidR="00164301">
        <w:fldChar w:fldCharType="end"/>
      </w:r>
      <w:r>
        <w:t xml:space="preserve">). </w:t>
      </w:r>
    </w:p>
    <w:p w:rsidR="00932D27" w:rsidRDefault="00932D27" w:rsidP="00932D27">
      <w:r>
        <w:t>Let’s consider for example a homogeneous system which uses a global timer and which supports three frequencies 600Mhz, 300Mhz and 192Mhz. The baseport adaptation code would create three ratios:</w:t>
      </w:r>
    </w:p>
    <w:p w:rsidR="00932D27" w:rsidRDefault="00932D27" w:rsidP="003A01E1">
      <w:pPr>
        <w:pStyle w:val="code"/>
      </w:pPr>
      <w:r>
        <w:t>SRatio iFullSpeed;    // used when running at 600Mhz</w:t>
      </w:r>
    </w:p>
    <w:p w:rsidR="00932D27" w:rsidRDefault="00932D27" w:rsidP="003A01E1">
      <w:pPr>
        <w:pStyle w:val="code"/>
      </w:pPr>
      <w:r>
        <w:t>SRatio iHalfSpeed;    // used when running at 300Mhz</w:t>
      </w:r>
    </w:p>
    <w:p w:rsidR="00932D27" w:rsidRDefault="00932D27" w:rsidP="003A01E1">
      <w:pPr>
        <w:pStyle w:val="code"/>
      </w:pPr>
      <w:r>
        <w:t>SRatio iLowSpeed;    // used when running at 192Mhz</w:t>
      </w:r>
    </w:p>
    <w:p w:rsidR="00932D27" w:rsidRDefault="00932D27" w:rsidP="003A01E1">
      <w:pPr>
        <w:pStyle w:val="code"/>
      </w:pPr>
      <w:r>
        <w:t xml:space="preserve">. . . </w:t>
      </w:r>
    </w:p>
    <w:p w:rsidR="00932D27" w:rsidRDefault="00932D27" w:rsidP="003A01E1">
      <w:pPr>
        <w:pStyle w:val="code"/>
      </w:pPr>
      <w:r>
        <w:t>iFullSpeed.Set(1);</w:t>
      </w:r>
    </w:p>
    <w:p w:rsidR="00932D27" w:rsidRDefault="00932D27" w:rsidP="003A01E1">
      <w:pPr>
        <w:pStyle w:val="code"/>
      </w:pPr>
      <w:r>
        <w:t>iHalfSpeed.Set(1,1);</w:t>
      </w:r>
    </w:p>
    <w:p w:rsidR="00932D27" w:rsidRDefault="00932D27" w:rsidP="003A01E1">
      <w:pPr>
        <w:pStyle w:val="code"/>
      </w:pPr>
      <w:r>
        <w:t>iLowSpeed.Set(</w:t>
      </w:r>
      <w:r w:rsidRPr="00424060">
        <w:t>2748779069</w:t>
      </w:r>
      <w:r>
        <w:t>,33);</w:t>
      </w:r>
      <w:r>
        <w:tab/>
        <w:t xml:space="preserve"> // 192/600 == 8/25 == (8*(2^33)/25)/(2^33)</w:t>
      </w:r>
    </w:p>
    <w:p w:rsidR="00932D27" w:rsidRDefault="00932D27" w:rsidP="00932D27"/>
    <w:p w:rsidR="00932D27" w:rsidRDefault="00932D27" w:rsidP="00932D27">
      <w:r>
        <w:t xml:space="preserve"> On frequency change:</w:t>
      </w:r>
    </w:p>
    <w:p w:rsidR="00932D27" w:rsidRDefault="00932D27" w:rsidP="003A01E1">
      <w:pPr>
        <w:pStyle w:val="code"/>
      </w:pPr>
      <w:r>
        <w:t>// imaginary class name</w:t>
      </w:r>
    </w:p>
    <w:p w:rsidR="00932D27" w:rsidRDefault="00932D27" w:rsidP="003A01E1">
      <w:pPr>
        <w:pStyle w:val="code"/>
      </w:pPr>
      <w:r>
        <w:t xml:space="preserve">void DXXXDVFSManager::FrequencyChagedDfcFn(TAny* aParam) </w:t>
      </w:r>
    </w:p>
    <w:p w:rsidR="00932D27" w:rsidRDefault="00932D27" w:rsidP="003A01E1">
      <w:pPr>
        <w:pStyle w:val="code"/>
      </w:pPr>
      <w:r>
        <w:t>{</w:t>
      </w:r>
    </w:p>
    <w:p w:rsidR="00932D27" w:rsidRDefault="00932D27" w:rsidP="003A01E1">
      <w:pPr>
        <w:pStyle w:val="code"/>
      </w:pPr>
      <w:r>
        <w:t>...</w:t>
      </w:r>
    </w:p>
    <w:p w:rsidR="00932D27" w:rsidRDefault="00932D27" w:rsidP="003A01E1">
      <w:pPr>
        <w:pStyle w:val="code"/>
      </w:pPr>
      <w:r>
        <w:tab/>
        <w:t>TInt nc = NKern::NumberOfCpus();</w:t>
      </w:r>
    </w:p>
    <w:p w:rsidR="00932D27" w:rsidRDefault="00932D27" w:rsidP="003A01E1">
      <w:pPr>
        <w:pStyle w:val="code"/>
      </w:pPr>
      <w:r>
        <w:tab/>
      </w:r>
    </w:p>
    <w:p w:rsidR="00932D27" w:rsidRDefault="00932D27" w:rsidP="003A01E1">
      <w:pPr>
        <w:pStyle w:val="code"/>
      </w:pPr>
    </w:p>
    <w:p w:rsidR="00932D27" w:rsidRDefault="00932D27" w:rsidP="003A01E1">
      <w:pPr>
        <w:pStyle w:val="code"/>
      </w:pPr>
      <w:r>
        <w:tab/>
        <w:t xml:space="preserve">// assume class has a member pointing to VIB </w:t>
      </w:r>
    </w:p>
    <w:p w:rsidR="00932D27" w:rsidRDefault="00932D27" w:rsidP="003A01E1">
      <w:pPr>
        <w:pStyle w:val="code"/>
      </w:pPr>
      <w:r>
        <w:tab/>
        <w:t>// notify nanokernel of frequency changes</w:t>
      </w:r>
    </w:p>
    <w:p w:rsidR="00932D27" w:rsidRDefault="00932D27" w:rsidP="003A01E1">
      <w:pPr>
        <w:pStyle w:val="code"/>
      </w:pPr>
      <w:r>
        <w:tab/>
        <w:t xml:space="preserve">SRatio* ratio = (newfreq == KFullSpeed) ? &amp;iFullSpeed) : </w:t>
      </w:r>
    </w:p>
    <w:p w:rsidR="00932D27" w:rsidRDefault="00932D27" w:rsidP="003A01E1">
      <w:pPr>
        <w:pStyle w:val="code"/>
      </w:pPr>
      <w:r>
        <w:tab/>
        <w:t xml:space="preserve">                ((newfreq == KHalfSpeed) ? &amp;iHalfSpeed : &amp;</w:t>
      </w:r>
      <w:r w:rsidRPr="00E138F4">
        <w:t xml:space="preserve"> </w:t>
      </w:r>
      <w:r>
        <w:t xml:space="preserve">iLowSpeed); </w:t>
      </w:r>
    </w:p>
    <w:p w:rsidR="00932D27" w:rsidRDefault="00932D27" w:rsidP="003A01E1">
      <w:pPr>
        <w:pStyle w:val="code"/>
      </w:pPr>
    </w:p>
    <w:p w:rsidR="00932D27" w:rsidRDefault="00932D27" w:rsidP="003A01E1">
      <w:pPr>
        <w:pStyle w:val="code"/>
      </w:pPr>
      <w:r>
        <w:tab/>
        <w:t>for (i=0; i&lt;nc; ++i)</w:t>
      </w:r>
    </w:p>
    <w:p w:rsidR="00932D27" w:rsidRDefault="00932D27" w:rsidP="003A01E1">
      <w:pPr>
        <w:pStyle w:val="code"/>
      </w:pPr>
      <w:r>
        <w:tab/>
      </w:r>
      <w:r>
        <w:tab/>
        <w:t>{</w:t>
      </w:r>
    </w:p>
    <w:p w:rsidR="00932D27" w:rsidRDefault="00932D27" w:rsidP="003A01E1">
      <w:pPr>
        <w:pStyle w:val="code"/>
      </w:pPr>
      <w:r>
        <w:tab/>
      </w:r>
      <w:r>
        <w:tab/>
        <w:t>iVIB-&gt;iTimerFreqR[i] = ratio;</w:t>
      </w:r>
    </w:p>
    <w:p w:rsidR="00932D27" w:rsidRDefault="00932D27" w:rsidP="003A01E1">
      <w:pPr>
        <w:pStyle w:val="code"/>
      </w:pPr>
      <w:r>
        <w:t>// don’t really need following line in a homogeneous system</w:t>
      </w:r>
    </w:p>
    <w:p w:rsidR="00932D27" w:rsidRDefault="00932D27" w:rsidP="003A01E1">
      <w:pPr>
        <w:pStyle w:val="code"/>
      </w:pPr>
      <w:r>
        <w:t>//</w:t>
      </w:r>
      <w:r>
        <w:tab/>
      </w:r>
      <w:r>
        <w:tab/>
        <w:t>iVIB-&gt;</w:t>
      </w:r>
      <w:r w:rsidRPr="00CF30F3">
        <w:t>iCpuFreqR</w:t>
      </w:r>
      <w:r>
        <w:t>[i] = ratio;</w:t>
      </w:r>
    </w:p>
    <w:p w:rsidR="00932D27" w:rsidRDefault="00932D27" w:rsidP="003A01E1">
      <w:pPr>
        <w:pStyle w:val="code"/>
      </w:pPr>
      <w:r>
        <w:tab/>
      </w:r>
      <w:r>
        <w:tab/>
        <w:t>}</w:t>
      </w:r>
      <w:r>
        <w:tab/>
      </w:r>
    </w:p>
    <w:p w:rsidR="00932D27" w:rsidRDefault="00932D27" w:rsidP="003A01E1">
      <w:pPr>
        <w:pStyle w:val="code"/>
      </w:pPr>
      <w:r>
        <w:tab/>
        <w:t>iVIB-&gt;iGTimerFreqR = ratio;</w:t>
      </w:r>
    </w:p>
    <w:p w:rsidR="00932D27" w:rsidRDefault="00932D27" w:rsidP="003A01E1">
      <w:pPr>
        <w:pStyle w:val="code"/>
      </w:pPr>
      <w:r>
        <w:tab/>
        <w:t>(*iVIB-&gt;iFrqChgFn)();</w:t>
      </w:r>
    </w:p>
    <w:p w:rsidR="00932D27" w:rsidRDefault="00932D27" w:rsidP="003A01E1">
      <w:pPr>
        <w:pStyle w:val="code"/>
      </w:pPr>
      <w:r>
        <w:t xml:space="preserve">      ... </w:t>
      </w:r>
    </w:p>
    <w:p w:rsidR="00932D27" w:rsidRDefault="00932D27" w:rsidP="003A01E1">
      <w:pPr>
        <w:pStyle w:val="code"/>
      </w:pPr>
      <w:r>
        <w:t>}</w:t>
      </w:r>
    </w:p>
    <w:p w:rsidR="00932D27" w:rsidRPr="00B053E7" w:rsidRDefault="00932D27" w:rsidP="00932D27"/>
    <w:p w:rsidR="00932D27" w:rsidRDefault="00932D27" w:rsidP="00932D27">
      <w:r>
        <w:t>To prevent corruptions in the VIB data, the baseport should ensure that that changes to the VIB ratios and the following call to the frequency change function always happen together, and are not pre-empted by a similar code elsewhere. In the example above the call and the changes to the VIB ratios are done inside a DFC for this purpose. It is assumed this would be the most common pattern. The interface actually allows different ratios to be changed from different cores or threads, ie thread 1 only ever modifies ratios for CPU1 and thread 2 for CPU2 and so on. But changes of the same ratios in different threads would race.</w:t>
      </w:r>
    </w:p>
    <w:p w:rsidR="00932D27" w:rsidRDefault="00932D27" w:rsidP="00932D27">
      <w:pPr>
        <w:pStyle w:val="Heading1"/>
        <w:ind w:left="432" w:right="41" w:hanging="432"/>
      </w:pPr>
      <w:bookmarkStart w:id="46" w:name="_Toc265484302"/>
      <w:bookmarkStart w:id="47" w:name="_Toc265509779"/>
      <w:r>
        <w:t>Testing</w:t>
      </w:r>
      <w:bookmarkEnd w:id="46"/>
      <w:bookmarkEnd w:id="47"/>
    </w:p>
    <w:p w:rsidR="00932D27" w:rsidRDefault="00932D27" w:rsidP="00932D27">
      <w:pPr>
        <w:pStyle w:val="Heading2"/>
        <w:ind w:right="41"/>
      </w:pPr>
      <w:bookmarkStart w:id="48" w:name="_Toc265484303"/>
      <w:bookmarkStart w:id="49" w:name="_Toc265509780"/>
      <w:r>
        <w:t>Timestamp Testing</w:t>
      </w:r>
      <w:bookmarkEnd w:id="48"/>
      <w:bookmarkEnd w:id="49"/>
    </w:p>
    <w:p w:rsidR="00932D27" w:rsidRDefault="00932D27" w:rsidP="00932D27">
      <w:r>
        <w:t>The e32test t_timestamp allows baseports to check that the timestamp is working properly when power management is enabled. To be able to use the baseport needs to supply a pdd. If the pdd is not present the test is simply skipped.</w:t>
      </w:r>
    </w:p>
    <w:p w:rsidR="00932D27" w:rsidRDefault="00932D27" w:rsidP="00932D27">
      <w:r>
        <w:t>The test basically proceeds as follows:</w:t>
      </w:r>
    </w:p>
    <w:p w:rsidR="00932D27" w:rsidRDefault="00932D27" w:rsidP="00932D27">
      <w:pPr>
        <w:numPr>
          <w:ilvl w:val="0"/>
          <w:numId w:val="42"/>
        </w:numPr>
        <w:ind w:left="360"/>
      </w:pPr>
      <w:r>
        <w:t>Take a timestamp. T0, using NKern::Timestamp</w:t>
      </w:r>
    </w:p>
    <w:p w:rsidR="00932D27" w:rsidRDefault="00932D27" w:rsidP="00932D27">
      <w:pPr>
        <w:numPr>
          <w:ilvl w:val="0"/>
          <w:numId w:val="42"/>
        </w:numPr>
        <w:ind w:left="360"/>
      </w:pPr>
      <w:r>
        <w:t>Wait for an interval (usually 5s)</w:t>
      </w:r>
    </w:p>
    <w:p w:rsidR="00932D27" w:rsidRDefault="00932D27" w:rsidP="00932D27">
      <w:pPr>
        <w:numPr>
          <w:ilvl w:val="0"/>
          <w:numId w:val="42"/>
        </w:numPr>
        <w:ind w:left="360"/>
      </w:pPr>
      <w:r>
        <w:t>Take another timestamp, T1,  and check that the following two conditions are true:</w:t>
      </w:r>
    </w:p>
    <w:p w:rsidR="00932D27" w:rsidRDefault="00932D27" w:rsidP="00932D27">
      <w:pPr>
        <w:numPr>
          <w:ilvl w:val="0"/>
          <w:numId w:val="43"/>
        </w:numPr>
        <w:ind w:left="720"/>
      </w:pPr>
      <w:r>
        <w:t>(wait interval)*</w:t>
      </w:r>
      <w:r w:rsidRPr="00FF45DF">
        <w:t xml:space="preserve"> </w:t>
      </w:r>
      <w:r>
        <w:t>timestamp frequency  - %error &lt; (T1-T0) &lt; (wait interval)*</w:t>
      </w:r>
      <w:r w:rsidRPr="00FF45DF">
        <w:t xml:space="preserve"> </w:t>
      </w:r>
      <w:r>
        <w:t>timestamp frequency + %error</w:t>
      </w:r>
    </w:p>
    <w:p w:rsidR="00932D27" w:rsidRDefault="00932D27" w:rsidP="00932D27">
      <w:pPr>
        <w:numPr>
          <w:ilvl w:val="0"/>
          <w:numId w:val="43"/>
        </w:numPr>
      </w:pPr>
      <w:r>
        <w:t>If the above condition fails the test will fail and exit</w:t>
      </w:r>
    </w:p>
    <w:p w:rsidR="00932D27" w:rsidRDefault="00932D27" w:rsidP="00932D27">
      <w:pPr>
        <w:numPr>
          <w:ilvl w:val="0"/>
          <w:numId w:val="43"/>
        </w:numPr>
        <w:ind w:left="720"/>
      </w:pPr>
      <w:r>
        <w:t>Power management saved and restored the timestamp timer. If this check fails, the test will loop and retry. After a configurable number of retries the test will fail and exit</w:t>
      </w:r>
    </w:p>
    <w:p w:rsidR="00932D27" w:rsidRDefault="00932D27" w:rsidP="00932D27">
      <w:pPr>
        <w:numPr>
          <w:ilvl w:val="0"/>
          <w:numId w:val="42"/>
        </w:numPr>
        <w:ind w:left="393"/>
      </w:pPr>
      <w:r>
        <w:t>If the above success for a configurable number of times the test will pass</w:t>
      </w:r>
    </w:p>
    <w:p w:rsidR="00932D27" w:rsidRDefault="00932D27" w:rsidP="00932D27">
      <w:pPr>
        <w:ind w:left="393"/>
      </w:pPr>
    </w:p>
    <w:p w:rsidR="00932D27" w:rsidRDefault="00932D27" w:rsidP="00932D27">
      <w:r>
        <w:t>The PDD interface that needs to be implemented looks like this:</w:t>
      </w:r>
    </w:p>
    <w:p w:rsidR="00932D27" w:rsidRDefault="00932D27" w:rsidP="00932D27"/>
    <w:p w:rsidR="00932D27" w:rsidRDefault="00932D27" w:rsidP="003A01E1">
      <w:pPr>
        <w:pStyle w:val="code"/>
      </w:pPr>
      <w:r>
        <w:t>/*</w:t>
      </w:r>
    </w:p>
    <w:p w:rsidR="00932D27" w:rsidRDefault="00932D27" w:rsidP="003A01E1">
      <w:pPr>
        <w:pStyle w:val="code"/>
      </w:pPr>
      <w:r>
        <w:t xml:space="preserve"> *  Hold time stamp information, for now just freq</w:t>
      </w:r>
    </w:p>
    <w:p w:rsidR="00932D27" w:rsidRDefault="00932D27" w:rsidP="003A01E1">
      <w:pPr>
        <w:pStyle w:val="code"/>
      </w:pPr>
      <w:r>
        <w:t xml:space="preserve"> */</w:t>
      </w:r>
    </w:p>
    <w:p w:rsidR="00932D27" w:rsidRDefault="00932D27" w:rsidP="003A01E1">
      <w:pPr>
        <w:pStyle w:val="code"/>
      </w:pPr>
    </w:p>
    <w:p w:rsidR="00932D27" w:rsidRDefault="00932D27" w:rsidP="003A01E1">
      <w:pPr>
        <w:pStyle w:val="code"/>
      </w:pPr>
      <w:r>
        <w:t>struct STimestampTestConfig</w:t>
      </w:r>
    </w:p>
    <w:p w:rsidR="00932D27" w:rsidRDefault="00932D27" w:rsidP="003A01E1">
      <w:pPr>
        <w:pStyle w:val="code"/>
      </w:pPr>
      <w:r>
        <w:t xml:space="preserve">    {</w:t>
      </w:r>
    </w:p>
    <w:p w:rsidR="00932D27" w:rsidRDefault="00932D27" w:rsidP="003A01E1">
      <w:pPr>
        <w:pStyle w:val="code"/>
      </w:pPr>
      <w:r>
        <w:t xml:space="preserve">    TUint32 iFreq;  </w:t>
      </w:r>
    </w:p>
    <w:p w:rsidR="00932D27" w:rsidRDefault="00932D27" w:rsidP="003A01E1">
      <w:pPr>
        <w:pStyle w:val="code"/>
      </w:pPr>
      <w:r>
        <w:t xml:space="preserve">    TUint  iIterations;</w:t>
      </w:r>
    </w:p>
    <w:p w:rsidR="00932D27" w:rsidRDefault="00932D27" w:rsidP="003A01E1">
      <w:pPr>
        <w:pStyle w:val="code"/>
      </w:pPr>
      <w:r>
        <w:t xml:space="preserve">    TUint  iRetries;</w:t>
      </w:r>
    </w:p>
    <w:p w:rsidR="00932D27" w:rsidRDefault="00932D27" w:rsidP="003A01E1">
      <w:pPr>
        <w:pStyle w:val="code"/>
      </w:pPr>
      <w:r>
        <w:t xml:space="preserve">    TUint  iTimerDurationS;</w:t>
      </w:r>
    </w:p>
    <w:p w:rsidR="00932D27" w:rsidRDefault="00932D27" w:rsidP="003A01E1">
      <w:pPr>
        <w:pStyle w:val="code"/>
      </w:pPr>
      <w:r>
        <w:t xml:space="preserve">    TUint  iErrorPercent;</w:t>
      </w:r>
    </w:p>
    <w:p w:rsidR="00932D27" w:rsidRDefault="00932D27" w:rsidP="003A01E1">
      <w:pPr>
        <w:pStyle w:val="code"/>
      </w:pPr>
      <w:r>
        <w:t xml:space="preserve">    };</w:t>
      </w:r>
    </w:p>
    <w:p w:rsidR="00932D27" w:rsidRDefault="00932D27" w:rsidP="003A01E1">
      <w:pPr>
        <w:pStyle w:val="code"/>
      </w:pPr>
    </w:p>
    <w:p w:rsidR="00932D27" w:rsidRDefault="00932D27" w:rsidP="003A01E1">
      <w:pPr>
        <w:pStyle w:val="code"/>
      </w:pPr>
      <w:r>
        <w:t>/*</w:t>
      </w:r>
    </w:p>
    <w:p w:rsidR="00932D27" w:rsidRDefault="00932D27" w:rsidP="003A01E1">
      <w:pPr>
        <w:pStyle w:val="code"/>
      </w:pPr>
      <w:r>
        <w:t xml:space="preserve"> * DTimestampTestPddChannel</w:t>
      </w:r>
    </w:p>
    <w:p w:rsidR="00932D27" w:rsidRDefault="00932D27" w:rsidP="003A01E1">
      <w:pPr>
        <w:pStyle w:val="code"/>
      </w:pPr>
      <w:r>
        <w:t xml:space="preserve"> * Interface Pdd</w:t>
      </w:r>
    </w:p>
    <w:p w:rsidR="00932D27" w:rsidRDefault="00932D27" w:rsidP="003A01E1">
      <w:pPr>
        <w:pStyle w:val="code"/>
      </w:pPr>
      <w:r>
        <w:t xml:space="preserve"> */</w:t>
      </w:r>
    </w:p>
    <w:p w:rsidR="00932D27" w:rsidRDefault="00932D27" w:rsidP="003A01E1">
      <w:pPr>
        <w:pStyle w:val="code"/>
      </w:pPr>
      <w:r>
        <w:t>class DTimestampTestPddChannel : public DBase</w:t>
      </w:r>
    </w:p>
    <w:p w:rsidR="00932D27" w:rsidRDefault="00932D27" w:rsidP="003A01E1">
      <w:pPr>
        <w:pStyle w:val="code"/>
      </w:pPr>
      <w:r>
        <w:t xml:space="preserve">    {</w:t>
      </w:r>
    </w:p>
    <w:p w:rsidR="00932D27" w:rsidRDefault="00932D27" w:rsidP="003A01E1">
      <w:pPr>
        <w:pStyle w:val="code"/>
      </w:pPr>
      <w:r>
        <w:t>public:</w:t>
      </w:r>
    </w:p>
    <w:p w:rsidR="00932D27" w:rsidRDefault="00932D27" w:rsidP="003A01E1">
      <w:pPr>
        <w:pStyle w:val="code"/>
      </w:pPr>
      <w:r>
        <w:lastRenderedPageBreak/>
        <w:t xml:space="preserve">    /*</w:t>
      </w:r>
    </w:p>
    <w:p w:rsidR="00932D27" w:rsidRDefault="00932D27" w:rsidP="003A01E1">
      <w:pPr>
        <w:pStyle w:val="code"/>
      </w:pPr>
      <w:r>
        <w:t xml:space="preserve">     * reset any variables requried to check entry into a low power mode</w:t>
      </w:r>
    </w:p>
    <w:p w:rsidR="00932D27" w:rsidRDefault="00932D27" w:rsidP="003A01E1">
      <w:pPr>
        <w:pStyle w:val="code"/>
      </w:pPr>
      <w:r>
        <w:t xml:space="preserve">     * between time of call and time at which iTimer will next expire</w:t>
      </w:r>
    </w:p>
    <w:p w:rsidR="00932D27" w:rsidRDefault="00932D27" w:rsidP="003A01E1">
      <w:pPr>
        <w:pStyle w:val="code"/>
      </w:pPr>
      <w:r>
        <w:t xml:space="preserve">     */</w:t>
      </w:r>
    </w:p>
    <w:p w:rsidR="00932D27" w:rsidRDefault="00932D27" w:rsidP="003A01E1">
      <w:pPr>
        <w:pStyle w:val="code"/>
      </w:pPr>
      <w:r>
        <w:t xml:space="preserve">    virtual void StartLPMEntryCheck() = 0;</w:t>
      </w:r>
    </w:p>
    <w:p w:rsidR="00932D27" w:rsidRDefault="00932D27" w:rsidP="003A01E1">
      <w:pPr>
        <w:pStyle w:val="code"/>
      </w:pPr>
      <w:r>
        <w:t xml:space="preserve">    /*</w:t>
      </w:r>
    </w:p>
    <w:p w:rsidR="00932D27" w:rsidRDefault="00932D27" w:rsidP="003A01E1">
      <w:pPr>
        <w:pStyle w:val="code"/>
      </w:pPr>
      <w:r>
        <w:t xml:space="preserve">     * @return ETrue if a low power modes was entered</w:t>
      </w:r>
    </w:p>
    <w:p w:rsidR="00932D27" w:rsidRDefault="00932D27" w:rsidP="003A01E1">
      <w:pPr>
        <w:pStyle w:val="code"/>
      </w:pPr>
      <w:r>
        <w:t xml:space="preserve">     */</w:t>
      </w:r>
    </w:p>
    <w:p w:rsidR="00932D27" w:rsidRDefault="00932D27" w:rsidP="003A01E1">
      <w:pPr>
        <w:pStyle w:val="code"/>
      </w:pPr>
      <w:r>
        <w:t xml:space="preserve">    virtual TBool EndLPMEntryCheck() = 0;</w:t>
      </w:r>
    </w:p>
    <w:p w:rsidR="00932D27" w:rsidRDefault="00932D27" w:rsidP="003A01E1">
      <w:pPr>
        <w:pStyle w:val="code"/>
      </w:pPr>
      <w:r>
        <w:t xml:space="preserve">    /*</w:t>
      </w:r>
    </w:p>
    <w:p w:rsidR="00932D27" w:rsidRDefault="00932D27" w:rsidP="003A01E1">
      <w:pPr>
        <w:pStyle w:val="code"/>
      </w:pPr>
      <w:r>
        <w:t xml:space="preserve">     * Provide test parameters</w:t>
      </w:r>
    </w:p>
    <w:p w:rsidR="00932D27" w:rsidRDefault="00932D27" w:rsidP="003A01E1">
      <w:pPr>
        <w:pStyle w:val="code"/>
      </w:pPr>
      <w:r>
        <w:t xml:space="preserve">     */</w:t>
      </w:r>
    </w:p>
    <w:p w:rsidR="00932D27" w:rsidRDefault="00932D27" w:rsidP="003A01E1">
      <w:pPr>
        <w:pStyle w:val="code"/>
      </w:pPr>
      <w:r>
        <w:t xml:space="preserve">    virtual void TestConfig(STimestampTestConfig&amp; aInfo) = 0;</w:t>
      </w:r>
    </w:p>
    <w:p w:rsidR="00932D27" w:rsidRDefault="00932D27" w:rsidP="003A01E1">
      <w:pPr>
        <w:pStyle w:val="code"/>
      </w:pPr>
      <w:r>
        <w:t xml:space="preserve">    };</w:t>
      </w:r>
    </w:p>
    <w:p w:rsidR="00932D27" w:rsidRDefault="00932D27" w:rsidP="00932D27"/>
    <w:p w:rsidR="00932D27" w:rsidRDefault="00932D27" w:rsidP="00932D27">
      <w:r>
        <w:t>The PDD can use the TestConfig function to override the default parameters used in the test:</w:t>
      </w:r>
    </w:p>
    <w:p w:rsidR="00932D27" w:rsidRDefault="00932D27" w:rsidP="00932D27"/>
    <w:p w:rsidR="00932D27" w:rsidRDefault="00932D27" w:rsidP="00932D27">
      <w:pPr>
        <w:numPr>
          <w:ilvl w:val="0"/>
          <w:numId w:val="44"/>
        </w:numPr>
      </w:pPr>
      <w:r>
        <w:t xml:space="preserve">%Error which is deemed acceptable (defaults to 1% </w:t>
      </w:r>
      <w:r w:rsidRPr="001F0C87">
        <w:t>iErrorPercent</w:t>
      </w:r>
      <w:r>
        <w:t>)</w:t>
      </w:r>
    </w:p>
    <w:p w:rsidR="00932D27" w:rsidRDefault="00932D27" w:rsidP="00932D27">
      <w:pPr>
        <w:numPr>
          <w:ilvl w:val="0"/>
          <w:numId w:val="44"/>
        </w:numPr>
      </w:pPr>
      <w:r>
        <w:t xml:space="preserve">Number of iterations the test for it to pass (defaults to 5 </w:t>
      </w:r>
      <w:r w:rsidRPr="001F0C87">
        <w:t>iIterations</w:t>
      </w:r>
      <w:r>
        <w:t>)</w:t>
      </w:r>
    </w:p>
    <w:p w:rsidR="00932D27" w:rsidRDefault="00932D27" w:rsidP="00932D27">
      <w:pPr>
        <w:numPr>
          <w:ilvl w:val="0"/>
          <w:numId w:val="44"/>
        </w:numPr>
      </w:pPr>
      <w:r>
        <w:t xml:space="preserve">Number of retries to attempt if idle is not entered (defaults to 4 </w:t>
      </w:r>
      <w:r w:rsidRPr="001F0C87">
        <w:t>iRetries</w:t>
      </w:r>
      <w:r>
        <w:t>)</w:t>
      </w:r>
    </w:p>
    <w:p w:rsidR="00932D27" w:rsidRDefault="00932D27" w:rsidP="00932D27">
      <w:pPr>
        <w:numPr>
          <w:ilvl w:val="0"/>
          <w:numId w:val="44"/>
        </w:numPr>
      </w:pPr>
      <w:r>
        <w:t xml:space="preserve">Duration of wait interval (defaults to 5s </w:t>
      </w:r>
      <w:r w:rsidRPr="001F0C87">
        <w:t>iTimerDurationS</w:t>
      </w:r>
      <w:r>
        <w:t>)</w:t>
      </w:r>
    </w:p>
    <w:p w:rsidR="00932D27" w:rsidRDefault="00932D27" w:rsidP="00932D27"/>
    <w:p w:rsidR="00932D27" w:rsidRDefault="00932D27" w:rsidP="00932D27">
      <w:r>
        <w:t xml:space="preserve">The PDD then only needs to provide two functions </w:t>
      </w:r>
    </w:p>
    <w:p w:rsidR="00932D27" w:rsidRDefault="00932D27" w:rsidP="00932D27">
      <w:pPr>
        <w:ind w:left="720" w:hanging="720"/>
      </w:pPr>
      <w:r w:rsidRPr="001F0C87">
        <w:rPr>
          <w:b/>
        </w:rPr>
        <w:t>TBool  EndLPMEntryCheck</w:t>
      </w:r>
      <w:r>
        <w:rPr>
          <w:b/>
        </w:rPr>
        <w:t xml:space="preserve">: </w:t>
      </w:r>
      <w:r>
        <w:t>returns true if test entered a lower power mode which caused save and restore of the timestamp implementing timer.</w:t>
      </w:r>
    </w:p>
    <w:p w:rsidR="00932D27" w:rsidRDefault="00932D27" w:rsidP="00932D27">
      <w:pPr>
        <w:ind w:left="720" w:hanging="720"/>
      </w:pPr>
      <w:r>
        <w:rPr>
          <w:b/>
        </w:rPr>
        <w:t>void</w:t>
      </w:r>
      <w:r w:rsidRPr="001F0C87">
        <w:rPr>
          <w:b/>
        </w:rPr>
        <w:t xml:space="preserve">  </w:t>
      </w:r>
      <w:r>
        <w:rPr>
          <w:b/>
        </w:rPr>
        <w:t>Start</w:t>
      </w:r>
      <w:r w:rsidRPr="001F0C87">
        <w:rPr>
          <w:b/>
        </w:rPr>
        <w:t>LPMEntryCheck</w:t>
      </w:r>
      <w:r>
        <w:rPr>
          <w:b/>
        </w:rPr>
        <w:t xml:space="preserve">: </w:t>
      </w:r>
      <w:r>
        <w:t>Utility function called before the test enters the wait period. This can be used if any variables need to be reset before EndLPMEntryCheck is called again.</w:t>
      </w:r>
    </w:p>
    <w:p w:rsidR="00932D27" w:rsidRDefault="00932D27" w:rsidP="00932D27">
      <w:r>
        <w:t>For example let’s assume that hardware uses the global timer and supports three low power modes, WFI, SLEEP and DEEP SLEEP. And let’s suppose that only the latter two can cause a reset of the global timer. And finally, let’s assume that the power controller implementation counts how many times each low power mode is entered and offers APIs to collect these counts. The PDD implementation would take the following form:</w:t>
      </w:r>
    </w:p>
    <w:p w:rsidR="00932D27" w:rsidRDefault="00932D27" w:rsidP="00932D27"/>
    <w:p w:rsidR="00932D27" w:rsidRDefault="00932D27" w:rsidP="003A01E1">
      <w:pPr>
        <w:pStyle w:val="code"/>
      </w:pPr>
      <w:r>
        <w:t>...</w:t>
      </w:r>
    </w:p>
    <w:p w:rsidR="00932D27" w:rsidRDefault="00932D27" w:rsidP="003A01E1">
      <w:pPr>
        <w:pStyle w:val="code"/>
      </w:pPr>
      <w:r>
        <w:t>#include "d_timestamp.h"</w:t>
      </w:r>
    </w:p>
    <w:p w:rsidR="00932D27" w:rsidRDefault="00932D27" w:rsidP="003A01E1">
      <w:pPr>
        <w:pStyle w:val="code"/>
      </w:pPr>
      <w:r>
        <w:t>#include "d_timestamp_dev.h"</w:t>
      </w:r>
    </w:p>
    <w:p w:rsidR="00932D27" w:rsidRDefault="00932D27" w:rsidP="003A01E1">
      <w:pPr>
        <w:pStyle w:val="code"/>
      </w:pPr>
      <w:r>
        <w:t>#include  --- power controller include file ---</w:t>
      </w:r>
    </w:p>
    <w:p w:rsidR="00932D27" w:rsidRDefault="00932D27" w:rsidP="003A01E1">
      <w:pPr>
        <w:pStyle w:val="code"/>
      </w:pPr>
      <w:r>
        <w:t>...</w:t>
      </w:r>
    </w:p>
    <w:p w:rsidR="00932D27" w:rsidRDefault="00932D27" w:rsidP="003A01E1">
      <w:pPr>
        <w:pStyle w:val="code"/>
      </w:pPr>
      <w:r>
        <w:t>class DXXXTimestampTestPddChannel : public DTimestampTestPddChannel</w:t>
      </w:r>
    </w:p>
    <w:p w:rsidR="00932D27" w:rsidRDefault="00932D27" w:rsidP="003A01E1">
      <w:pPr>
        <w:pStyle w:val="code"/>
      </w:pPr>
      <w:r>
        <w:tab/>
        <w:t>{</w:t>
      </w:r>
    </w:p>
    <w:p w:rsidR="00932D27" w:rsidRDefault="00932D27" w:rsidP="003A01E1">
      <w:pPr>
        <w:pStyle w:val="code"/>
      </w:pPr>
      <w:r>
        <w:t>public:</w:t>
      </w:r>
    </w:p>
    <w:p w:rsidR="00932D27" w:rsidRDefault="00932D27" w:rsidP="003A01E1">
      <w:pPr>
        <w:pStyle w:val="code"/>
      </w:pPr>
      <w:r>
        <w:tab/>
        <w:t>// Inherited from DTimestampTestPddChanel. These called by the LDD.</w:t>
      </w:r>
    </w:p>
    <w:p w:rsidR="00932D27" w:rsidRDefault="00932D27" w:rsidP="003A01E1">
      <w:pPr>
        <w:pStyle w:val="code"/>
      </w:pPr>
      <w:r>
        <w:t xml:space="preserve">    virtual void StartLPMEntryCheck();</w:t>
      </w:r>
    </w:p>
    <w:p w:rsidR="00932D27" w:rsidRDefault="00932D27" w:rsidP="003A01E1">
      <w:pPr>
        <w:pStyle w:val="code"/>
      </w:pPr>
      <w:r>
        <w:t xml:space="preserve">    virtual TBool EndLPMEntryCheck();</w:t>
      </w:r>
    </w:p>
    <w:p w:rsidR="00932D27" w:rsidRDefault="00932D27" w:rsidP="003A01E1">
      <w:pPr>
        <w:pStyle w:val="code"/>
      </w:pPr>
      <w:r>
        <w:t xml:space="preserve">    virtual void TestConfig(STimestampTestConfig&amp; aInfo);</w:t>
      </w:r>
    </w:p>
    <w:p w:rsidR="00932D27" w:rsidRDefault="00932D27" w:rsidP="003A01E1">
      <w:pPr>
        <w:pStyle w:val="code"/>
      </w:pPr>
      <w:r>
        <w:lastRenderedPageBreak/>
        <w:t>private:</w:t>
      </w:r>
    </w:p>
    <w:p w:rsidR="00932D27" w:rsidRDefault="00932D27" w:rsidP="003A01E1">
      <w:pPr>
        <w:pStyle w:val="code"/>
      </w:pPr>
      <w:r>
        <w:tab/>
        <w:t>TUint iSleeCount;</w:t>
      </w:r>
    </w:p>
    <w:p w:rsidR="00932D27" w:rsidRDefault="00932D27" w:rsidP="003A01E1">
      <w:pPr>
        <w:pStyle w:val="code"/>
      </w:pPr>
      <w:r>
        <w:tab/>
        <w:t>TUint iDeepSleepCount;</w:t>
      </w:r>
    </w:p>
    <w:p w:rsidR="00932D27" w:rsidRDefault="00932D27" w:rsidP="003A01E1">
      <w:pPr>
        <w:pStyle w:val="code"/>
      </w:pPr>
      <w:r>
        <w:tab/>
        <w:t>};</w:t>
      </w:r>
    </w:p>
    <w:p w:rsidR="00932D27" w:rsidRDefault="00932D27" w:rsidP="003A01E1">
      <w:pPr>
        <w:pStyle w:val="code"/>
      </w:pPr>
    </w:p>
    <w:p w:rsidR="00932D27" w:rsidRDefault="00932D27" w:rsidP="003A01E1">
      <w:pPr>
        <w:pStyle w:val="code"/>
      </w:pPr>
      <w:r>
        <w:t>/**</w:t>
      </w:r>
    </w:p>
    <w:p w:rsidR="00932D27" w:rsidRDefault="00932D27" w:rsidP="003A01E1">
      <w:pPr>
        <w:pStyle w:val="code"/>
      </w:pPr>
      <w:r>
        <w:t xml:space="preserve">  Logical Device (factory class) for DXXXTimestampTestPddChannel</w:t>
      </w:r>
    </w:p>
    <w:p w:rsidR="00932D27" w:rsidRDefault="00932D27" w:rsidP="003A01E1">
      <w:pPr>
        <w:pStyle w:val="code"/>
      </w:pPr>
      <w:r>
        <w:t>*/</w:t>
      </w:r>
    </w:p>
    <w:p w:rsidR="00932D27" w:rsidRDefault="00932D27" w:rsidP="003A01E1">
      <w:pPr>
        <w:pStyle w:val="code"/>
      </w:pPr>
      <w:r>
        <w:t>class DXXXTimestampTestPddFactory : public DPhysicalDevice</w:t>
      </w:r>
    </w:p>
    <w:p w:rsidR="00932D27" w:rsidRDefault="00932D27" w:rsidP="003A01E1">
      <w:pPr>
        <w:pStyle w:val="code"/>
      </w:pPr>
      <w:r>
        <w:tab/>
        <w:t>{</w:t>
      </w:r>
    </w:p>
    <w:p w:rsidR="00932D27" w:rsidRDefault="00932D27" w:rsidP="003A01E1">
      <w:pPr>
        <w:pStyle w:val="code"/>
      </w:pPr>
      <w:r>
        <w:t xml:space="preserve">... </w:t>
      </w:r>
    </w:p>
    <w:p w:rsidR="00932D27" w:rsidRDefault="00932D27" w:rsidP="003A01E1">
      <w:pPr>
        <w:pStyle w:val="code"/>
      </w:pPr>
      <w:r>
        <w:tab/>
        <w:t>};</w:t>
      </w:r>
    </w:p>
    <w:p w:rsidR="00932D27" w:rsidRDefault="00932D27" w:rsidP="003A01E1">
      <w:pPr>
        <w:pStyle w:val="code"/>
      </w:pPr>
    </w:p>
    <w:p w:rsidR="00932D27" w:rsidRDefault="00932D27" w:rsidP="003A01E1">
      <w:pPr>
        <w:pStyle w:val="code"/>
      </w:pPr>
      <w:r>
        <w:t xml:space="preserve">... </w:t>
      </w:r>
    </w:p>
    <w:p w:rsidR="00932D27" w:rsidRDefault="00932D27" w:rsidP="003A01E1">
      <w:pPr>
        <w:pStyle w:val="code"/>
      </w:pPr>
    </w:p>
    <w:p w:rsidR="00932D27" w:rsidRDefault="00932D27" w:rsidP="003A01E1">
      <w:pPr>
        <w:pStyle w:val="code"/>
      </w:pPr>
      <w:r>
        <w:t>////</w:t>
      </w:r>
    </w:p>
    <w:p w:rsidR="00932D27" w:rsidRDefault="00932D27" w:rsidP="003A01E1">
      <w:pPr>
        <w:pStyle w:val="code"/>
      </w:pPr>
      <w:r>
        <w:t>// Channel implementation</w:t>
      </w:r>
    </w:p>
    <w:p w:rsidR="00932D27" w:rsidRDefault="00932D27" w:rsidP="003A01E1">
      <w:pPr>
        <w:pStyle w:val="code"/>
      </w:pPr>
      <w:r>
        <w:t>/**</w:t>
      </w:r>
    </w:p>
    <w:p w:rsidR="00932D27" w:rsidRDefault="00932D27" w:rsidP="003A01E1">
      <w:pPr>
        <w:pStyle w:val="code"/>
      </w:pPr>
      <w:r>
        <w:t xml:space="preserve">   Called before each cycle in the test. Takes a copy of current idle count in power controller</w:t>
      </w:r>
    </w:p>
    <w:p w:rsidR="00932D27" w:rsidRDefault="00932D27" w:rsidP="003A01E1">
      <w:pPr>
        <w:pStyle w:val="code"/>
      </w:pPr>
      <w:r>
        <w:t>*/</w:t>
      </w:r>
    </w:p>
    <w:p w:rsidR="00932D27" w:rsidRDefault="00932D27" w:rsidP="003A01E1">
      <w:pPr>
        <w:pStyle w:val="code"/>
      </w:pPr>
      <w:r>
        <w:t>void  DXXXTimestampTestPddChannel::StartLPMEntryCheck()</w:t>
      </w:r>
    </w:p>
    <w:p w:rsidR="00932D27" w:rsidRDefault="00932D27" w:rsidP="003A01E1">
      <w:pPr>
        <w:pStyle w:val="code"/>
      </w:pPr>
      <w:r>
        <w:t xml:space="preserve">    {</w:t>
      </w:r>
    </w:p>
    <w:p w:rsidR="00932D27" w:rsidRDefault="00932D27" w:rsidP="003A01E1">
      <w:pPr>
        <w:pStyle w:val="code"/>
      </w:pPr>
      <w:r>
        <w:t xml:space="preserve">    iSleepCount = TXXXTBPowerController::SleepCount();</w:t>
      </w:r>
    </w:p>
    <w:p w:rsidR="00932D27" w:rsidRDefault="00932D27" w:rsidP="003A01E1">
      <w:pPr>
        <w:pStyle w:val="code"/>
      </w:pPr>
      <w:r>
        <w:t xml:space="preserve">    iDeepSleepCount = TXXXTBPowerController::DeepSleepCount();</w:t>
      </w:r>
    </w:p>
    <w:p w:rsidR="00932D27" w:rsidRDefault="00932D27" w:rsidP="003A01E1">
      <w:pPr>
        <w:pStyle w:val="code"/>
      </w:pPr>
      <w:r>
        <w:t xml:space="preserve">    }</w:t>
      </w:r>
    </w:p>
    <w:p w:rsidR="00932D27" w:rsidRDefault="00932D27" w:rsidP="003A01E1">
      <w:pPr>
        <w:pStyle w:val="code"/>
      </w:pPr>
    </w:p>
    <w:p w:rsidR="00932D27" w:rsidRDefault="00932D27" w:rsidP="003A01E1">
      <w:pPr>
        <w:pStyle w:val="code"/>
      </w:pPr>
      <w:r>
        <w:t>/**</w:t>
      </w:r>
    </w:p>
    <w:p w:rsidR="00932D27" w:rsidRDefault="00932D27" w:rsidP="003A01E1">
      <w:pPr>
        <w:pStyle w:val="code"/>
      </w:pPr>
      <w:r>
        <w:t xml:space="preserve">   Called at the end of each cycle. Should return true if we have entered  idle since call to</w:t>
      </w:r>
    </w:p>
    <w:p w:rsidR="00932D27" w:rsidRDefault="00932D27" w:rsidP="003A01E1">
      <w:pPr>
        <w:pStyle w:val="code"/>
      </w:pPr>
      <w:r>
        <w:t xml:space="preserve">   StartLPMEntryCheck. This will be the case if the idle count has changed</w:t>
      </w:r>
    </w:p>
    <w:p w:rsidR="00932D27" w:rsidRDefault="00932D27" w:rsidP="003A01E1">
      <w:pPr>
        <w:pStyle w:val="code"/>
      </w:pPr>
      <w:r>
        <w:t>*/</w:t>
      </w:r>
    </w:p>
    <w:p w:rsidR="00932D27" w:rsidRDefault="00932D27" w:rsidP="003A01E1">
      <w:pPr>
        <w:pStyle w:val="code"/>
      </w:pPr>
      <w:r>
        <w:t>TBool  DXXXTimestampTestPddChannel::EndLPMEntryCheck()</w:t>
      </w:r>
    </w:p>
    <w:p w:rsidR="00932D27" w:rsidRDefault="00932D27" w:rsidP="003A01E1">
      <w:pPr>
        <w:pStyle w:val="code"/>
      </w:pPr>
      <w:r>
        <w:t xml:space="preserve">    {</w:t>
      </w:r>
    </w:p>
    <w:p w:rsidR="00932D27" w:rsidRDefault="00932D27" w:rsidP="003A01E1">
      <w:pPr>
        <w:pStyle w:val="code"/>
      </w:pPr>
      <w:r>
        <w:t xml:space="preserve">    return (iSleepCount!=TXXXTBPowerController::SleepCount() ||</w:t>
      </w:r>
    </w:p>
    <w:p w:rsidR="00932D27" w:rsidRDefault="00932D27" w:rsidP="003A01E1">
      <w:pPr>
        <w:pStyle w:val="code"/>
      </w:pPr>
      <w:r>
        <w:t>iDeepSleepCount!=</w:t>
      </w:r>
      <w:r w:rsidRPr="003766F1">
        <w:t xml:space="preserve"> </w:t>
      </w:r>
      <w:r>
        <w:t>TXXXTBPowerController::DeepSleepCount());</w:t>
      </w:r>
    </w:p>
    <w:p w:rsidR="00932D27" w:rsidRDefault="00932D27" w:rsidP="003A01E1">
      <w:pPr>
        <w:pStyle w:val="code"/>
      </w:pPr>
      <w:r>
        <w:t xml:space="preserve">    }</w:t>
      </w:r>
    </w:p>
    <w:p w:rsidR="00932D27" w:rsidRDefault="00932D27" w:rsidP="003A01E1">
      <w:pPr>
        <w:pStyle w:val="code"/>
      </w:pPr>
    </w:p>
    <w:p w:rsidR="00932D27" w:rsidRDefault="00932D27" w:rsidP="003A01E1">
      <w:pPr>
        <w:pStyle w:val="code"/>
      </w:pPr>
      <w:r>
        <w:t>/**</w:t>
      </w:r>
    </w:p>
    <w:p w:rsidR="00932D27" w:rsidRDefault="00932D27" w:rsidP="003A01E1">
      <w:pPr>
        <w:pStyle w:val="code"/>
      </w:pPr>
      <w:r>
        <w:t xml:space="preserve">   Called to allow baseport to override test parameters. </w:t>
      </w:r>
    </w:p>
    <w:p w:rsidR="00932D27" w:rsidRDefault="00932D27" w:rsidP="003A01E1">
      <w:pPr>
        <w:pStyle w:val="code"/>
      </w:pPr>
      <w:r>
        <w:t>*/</w:t>
      </w:r>
    </w:p>
    <w:p w:rsidR="00932D27" w:rsidRDefault="00932D27" w:rsidP="003A01E1">
      <w:pPr>
        <w:pStyle w:val="code"/>
      </w:pPr>
      <w:r>
        <w:t xml:space="preserve">void DXXXTimestampTestPddChannel::TestConfig(STimestampTestConfig&amp; aInfo) </w:t>
      </w:r>
    </w:p>
    <w:p w:rsidR="00932D27" w:rsidRDefault="00932D27" w:rsidP="003A01E1">
      <w:pPr>
        <w:pStyle w:val="code"/>
      </w:pPr>
      <w:r>
        <w:t xml:space="preserve">    {</w:t>
      </w:r>
    </w:p>
    <w:p w:rsidR="00932D27" w:rsidRDefault="00932D27" w:rsidP="003A01E1">
      <w:pPr>
        <w:pStyle w:val="code"/>
      </w:pPr>
      <w:r>
        <w:t xml:space="preserve">    };</w:t>
      </w:r>
    </w:p>
    <w:p w:rsidR="00932D27" w:rsidRDefault="00932D27" w:rsidP="00932D27"/>
    <w:p w:rsidR="00932D27" w:rsidRDefault="00932D27" w:rsidP="00932D27">
      <w:r>
        <w:t xml:space="preserve">For a sample of a run of this test see Appendix </w:t>
      </w:r>
      <w:r w:rsidR="00164301">
        <w:fldChar w:fldCharType="begin"/>
      </w:r>
      <w:r>
        <w:instrText xml:space="preserve"> REF _Ref265507972 \r \h </w:instrText>
      </w:r>
      <w:r w:rsidR="00164301">
        <w:fldChar w:fldCharType="separate"/>
      </w:r>
      <w:r w:rsidR="00994F3F">
        <w:t>10</w:t>
      </w:r>
      <w:r w:rsidR="00164301">
        <w:fldChar w:fldCharType="end"/>
      </w:r>
      <w:r>
        <w:t>.</w:t>
      </w:r>
    </w:p>
    <w:p w:rsidR="00932D27" w:rsidRDefault="00932D27" w:rsidP="00932D27">
      <w:pPr>
        <w:pStyle w:val="Heading2"/>
        <w:ind w:right="41"/>
      </w:pPr>
      <w:bookmarkStart w:id="50" w:name="_Toc265484304"/>
      <w:bookmarkStart w:id="51" w:name="_Toc265509781"/>
      <w:r>
        <w:lastRenderedPageBreak/>
        <w:t>Frequency Change Testing</w:t>
      </w:r>
      <w:bookmarkEnd w:id="50"/>
      <w:bookmarkEnd w:id="51"/>
    </w:p>
    <w:p w:rsidR="00932D27" w:rsidRDefault="00932D27" w:rsidP="00932D27">
      <w:r>
        <w:t>The t_freqchng test is available for this purpose. The test checks the correctness of the SRatio implementation, and on ARM SMP systems the integrity of time slicing and NKern::Timestamp</w:t>
      </w:r>
      <w:r>
        <w:rPr>
          <w:rStyle w:val="FootnoteReference"/>
        </w:rPr>
        <w:footnoteReference w:id="2"/>
      </w:r>
      <w:r>
        <w:t xml:space="preserve"> against DVFS. The test does this by disabling DVFS in the platform if it is present and then using the timer prescalers to simulate frequency changes. In a similar vein to the t_timestamp test, the test uses a driver which is extended by the baseport. In particular the baseport needs to provide some additional functions if DVFS is supported. If the driver is not present the test is skipped.</w:t>
      </w:r>
    </w:p>
    <w:p w:rsidR="00932D27" w:rsidRDefault="00932D27" w:rsidP="00932D27">
      <w:r>
        <w:t>The baseport needs to provide an mmp file which includes the d_frqchg mmh file and any other sources it may need to provide the missing functions:</w:t>
      </w:r>
    </w:p>
    <w:p w:rsidR="00932D27" w:rsidRDefault="00932D27" w:rsidP="003A01E1">
      <w:pPr>
        <w:pStyle w:val="code"/>
      </w:pPr>
      <w:r>
        <w:t>// Description:</w:t>
      </w:r>
    </w:p>
    <w:p w:rsidR="00932D27" w:rsidRDefault="00932D27" w:rsidP="003A01E1">
      <w:pPr>
        <w:pStyle w:val="code"/>
      </w:pPr>
      <w:r>
        <w:t>// d_frqchg.mmp</w:t>
      </w:r>
    </w:p>
    <w:p w:rsidR="00932D27" w:rsidRDefault="00932D27" w:rsidP="003A01E1">
      <w:pPr>
        <w:pStyle w:val="code"/>
      </w:pPr>
    </w:p>
    <w:p w:rsidR="00932D27" w:rsidRDefault="00932D27" w:rsidP="003A01E1">
      <w:pPr>
        <w:pStyle w:val="code"/>
      </w:pPr>
      <w:r>
        <w:t>#include &lt;variant_test.mmh&gt;</w:t>
      </w:r>
    </w:p>
    <w:p w:rsidR="00932D27" w:rsidRDefault="00932D27" w:rsidP="003A01E1">
      <w:pPr>
        <w:pStyle w:val="code"/>
      </w:pPr>
      <w:r>
        <w:t>#include "../../../../../kernelhwsrv/kerneltest/e32test/group/d_frqchg.mmh"</w:t>
      </w:r>
    </w:p>
    <w:p w:rsidR="00932D27" w:rsidRPr="003F0FC4" w:rsidRDefault="00932D27" w:rsidP="003A01E1">
      <w:pPr>
        <w:pStyle w:val="code"/>
      </w:pPr>
      <w:r w:rsidRPr="003F0FC4">
        <w:t>macro</w:t>
      </w:r>
      <w:r w:rsidRPr="003F0FC4">
        <w:tab/>
        <w:t xml:space="preserve"> __PLATFORM_SUPPORTS_DVFS__</w:t>
      </w:r>
    </w:p>
    <w:p w:rsidR="00932D27" w:rsidRPr="003F0FC4" w:rsidRDefault="00932D27" w:rsidP="003A01E1">
      <w:pPr>
        <w:pStyle w:val="code"/>
      </w:pPr>
      <w:r w:rsidRPr="003F0FC4">
        <w:t>sourcepath</w:t>
      </w:r>
      <w:r w:rsidRPr="003F0FC4">
        <w:tab/>
        <w:t>./.</w:t>
      </w:r>
    </w:p>
    <w:p w:rsidR="00932D27" w:rsidRDefault="00932D27" w:rsidP="003A01E1">
      <w:pPr>
        <w:pStyle w:val="code"/>
      </w:pPr>
      <w:r w:rsidRPr="003F0FC4">
        <w:t xml:space="preserve">source </w:t>
      </w:r>
      <w:r w:rsidRPr="003F0FC4">
        <w:tab/>
      </w:r>
      <w:r w:rsidRPr="003F0FC4">
        <w:tab/>
        <w:t>d_frqchg_dvfs.cpp</w:t>
      </w:r>
    </w:p>
    <w:p w:rsidR="00932D27" w:rsidRPr="003F0FC4" w:rsidRDefault="00932D27" w:rsidP="003A01E1">
      <w:pPr>
        <w:pStyle w:val="code"/>
      </w:pPr>
      <w:r>
        <w:t>library &lt;whichever library has functions to control dvfs&gt;</w:t>
      </w:r>
    </w:p>
    <w:p w:rsidR="00932D27" w:rsidRDefault="00932D27" w:rsidP="00932D27">
      <w:r>
        <w:t>The variant_test.mmh would include the baseports variant.mmh, from this the test driver can pick up whether the global timer is  supported and whether the platform is ARM SMP.  The lines in red are only necessary if the platform supports DVFS. In that case the baseport needs to supply functions to disable and reenable the DVFS. These are used so that DVFS does not interfere with the test, which simulated frequency changes by using the timer’s prescalers. An example follows:</w:t>
      </w:r>
    </w:p>
    <w:p w:rsidR="00932D27" w:rsidRDefault="00932D27" w:rsidP="003A01E1">
      <w:pPr>
        <w:pStyle w:val="code"/>
      </w:pPr>
      <w:r>
        <w:t>#include &lt;kernel/kernel.h&gt;</w:t>
      </w:r>
    </w:p>
    <w:p w:rsidR="00932D27" w:rsidRDefault="00932D27" w:rsidP="003A01E1">
      <w:pPr>
        <w:pStyle w:val="code"/>
      </w:pPr>
      <w:r>
        <w:t>#include &lt;header for library which controls dvfs&gt;</w:t>
      </w:r>
    </w:p>
    <w:p w:rsidR="00932D27" w:rsidRDefault="00932D27" w:rsidP="003A01E1">
      <w:pPr>
        <w:pStyle w:val="code"/>
      </w:pPr>
    </w:p>
    <w:p w:rsidR="00932D27" w:rsidRDefault="00932D27" w:rsidP="003A01E1">
      <w:pPr>
        <w:pStyle w:val="code"/>
      </w:pPr>
      <w:r>
        <w:t>TInt DisableDvfs()</w:t>
      </w:r>
    </w:p>
    <w:p w:rsidR="00932D27" w:rsidRDefault="00932D27" w:rsidP="003A01E1">
      <w:pPr>
        <w:pStyle w:val="code"/>
      </w:pPr>
      <w:r>
        <w:tab/>
        <w:t>{</w:t>
      </w:r>
    </w:p>
    <w:p w:rsidR="00932D27" w:rsidRDefault="00932D27" w:rsidP="003A01E1">
      <w:pPr>
        <w:pStyle w:val="code"/>
      </w:pPr>
      <w:r>
        <w:tab/>
        <w:t>return DXXXDVFSManager::DisableDVFS( ... );</w:t>
      </w:r>
    </w:p>
    <w:p w:rsidR="00932D27" w:rsidRDefault="00932D27" w:rsidP="003A01E1">
      <w:pPr>
        <w:pStyle w:val="code"/>
      </w:pPr>
      <w:r>
        <w:tab/>
        <w:t>}</w:t>
      </w:r>
    </w:p>
    <w:p w:rsidR="00932D27" w:rsidRDefault="00932D27" w:rsidP="003A01E1">
      <w:pPr>
        <w:pStyle w:val="code"/>
      </w:pPr>
    </w:p>
    <w:p w:rsidR="00932D27" w:rsidRDefault="00932D27" w:rsidP="003A01E1">
      <w:pPr>
        <w:pStyle w:val="code"/>
      </w:pPr>
    </w:p>
    <w:p w:rsidR="00932D27" w:rsidRDefault="00932D27" w:rsidP="003A01E1">
      <w:pPr>
        <w:pStyle w:val="code"/>
      </w:pPr>
      <w:r>
        <w:t>void RestoreDvfs()</w:t>
      </w:r>
    </w:p>
    <w:p w:rsidR="00932D27" w:rsidRDefault="00932D27" w:rsidP="003A01E1">
      <w:pPr>
        <w:pStyle w:val="code"/>
      </w:pPr>
      <w:r>
        <w:tab/>
        <w:t>{</w:t>
      </w:r>
    </w:p>
    <w:p w:rsidR="00932D27" w:rsidRDefault="00932D27" w:rsidP="003A01E1">
      <w:pPr>
        <w:pStyle w:val="code"/>
      </w:pPr>
      <w:r>
        <w:tab/>
        <w:t>DXXXDVFSManager::EnableDVFS( ...);</w:t>
      </w:r>
    </w:p>
    <w:p w:rsidR="00932D27" w:rsidRDefault="00932D27" w:rsidP="003A01E1">
      <w:pPr>
        <w:pStyle w:val="code"/>
      </w:pPr>
      <w:r>
        <w:tab/>
        <w:t>}</w:t>
      </w:r>
    </w:p>
    <w:p w:rsidR="00932D27" w:rsidRDefault="00932D27" w:rsidP="003A01E1">
      <w:pPr>
        <w:pStyle w:val="code"/>
      </w:pPr>
    </w:p>
    <w:p w:rsidR="00932D27" w:rsidRDefault="00932D27" w:rsidP="003A01E1">
      <w:pPr>
        <w:pStyle w:val="code"/>
      </w:pPr>
      <w:r>
        <w:t>#endif</w:t>
      </w:r>
    </w:p>
    <w:p w:rsidR="00932D27" w:rsidRDefault="00932D27" w:rsidP="00932D27">
      <w:r>
        <w:t>Note that the SHAI PM services API could be used for this purpose.</w:t>
      </w:r>
    </w:p>
    <w:p w:rsidR="00932D27" w:rsidRDefault="00932D27" w:rsidP="00932D27">
      <w:r>
        <w:t xml:space="preserve">For a sample of a run of this test see Appendix </w:t>
      </w:r>
      <w:r w:rsidR="00164301">
        <w:fldChar w:fldCharType="begin"/>
      </w:r>
      <w:r>
        <w:instrText xml:space="preserve"> REF _Ref265507972 \r \h </w:instrText>
      </w:r>
      <w:r w:rsidR="00164301">
        <w:fldChar w:fldCharType="separate"/>
      </w:r>
      <w:r w:rsidR="00994F3F">
        <w:t>10</w:t>
      </w:r>
      <w:r w:rsidR="00164301">
        <w:fldChar w:fldCharType="end"/>
      </w:r>
      <w:r>
        <w:t>.</w:t>
      </w:r>
    </w:p>
    <w:p w:rsidR="008568CF" w:rsidRDefault="008568CF" w:rsidP="00932D27">
      <w:pPr>
        <w:pStyle w:val="Heading1"/>
      </w:pPr>
      <w:bookmarkStart w:id="52" w:name="_Toc265509782"/>
      <w:r>
        <w:t>References</w:t>
      </w:r>
      <w:bookmarkEnd w:id="5"/>
      <w:bookmarkEnd w:id="6"/>
      <w:bookmarkEnd w:id="52"/>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993"/>
        <w:gridCol w:w="5811"/>
        <w:gridCol w:w="993"/>
        <w:gridCol w:w="1293"/>
      </w:tblGrid>
      <w:tr w:rsidR="008568CF">
        <w:trPr>
          <w:tblHeader/>
        </w:trPr>
        <w:tc>
          <w:tcPr>
            <w:tcW w:w="993" w:type="dxa"/>
            <w:shd w:val="pct25" w:color="auto" w:fill="FFFFFF"/>
          </w:tcPr>
          <w:p w:rsidR="008568CF" w:rsidRDefault="008568CF">
            <w:pPr>
              <w:pStyle w:val="Tabletitle"/>
            </w:pPr>
            <w:r>
              <w:t>No.</w:t>
            </w:r>
          </w:p>
        </w:tc>
        <w:tc>
          <w:tcPr>
            <w:tcW w:w="5811" w:type="dxa"/>
            <w:shd w:val="pct25" w:color="auto" w:fill="FFFFFF"/>
          </w:tcPr>
          <w:p w:rsidR="008568CF" w:rsidRDefault="008568CF">
            <w:pPr>
              <w:pStyle w:val="Tabletitle"/>
            </w:pPr>
            <w:r>
              <w:t>Document Reference</w:t>
            </w:r>
          </w:p>
        </w:tc>
        <w:tc>
          <w:tcPr>
            <w:tcW w:w="993" w:type="dxa"/>
            <w:shd w:val="pct25" w:color="auto" w:fill="FFFFFF"/>
          </w:tcPr>
          <w:p w:rsidR="008568CF" w:rsidRDefault="008568CF">
            <w:pPr>
              <w:pStyle w:val="Tabletitle"/>
            </w:pPr>
            <w:r>
              <w:t>Version</w:t>
            </w:r>
          </w:p>
        </w:tc>
        <w:tc>
          <w:tcPr>
            <w:tcW w:w="1293" w:type="dxa"/>
            <w:shd w:val="pct25" w:color="auto" w:fill="FFFFFF"/>
          </w:tcPr>
          <w:p w:rsidR="008568CF" w:rsidRDefault="008568CF">
            <w:pPr>
              <w:pStyle w:val="Tabletitle"/>
            </w:pPr>
            <w:r>
              <w:t>Description</w:t>
            </w:r>
          </w:p>
        </w:tc>
      </w:tr>
      <w:tr w:rsidR="008568CF">
        <w:tc>
          <w:tcPr>
            <w:tcW w:w="993" w:type="dxa"/>
          </w:tcPr>
          <w:p w:rsidR="008568CF" w:rsidRDefault="00932D27">
            <w:pPr>
              <w:pStyle w:val="TableText0"/>
            </w:pPr>
            <w:r>
              <w:t>[1]</w:t>
            </w:r>
          </w:p>
        </w:tc>
        <w:tc>
          <w:tcPr>
            <w:tcW w:w="5811" w:type="dxa"/>
          </w:tcPr>
          <w:p w:rsidR="00932D27" w:rsidRDefault="00932D27" w:rsidP="00932D27">
            <w:r>
              <w:t>BSP Development for SMP (</w:t>
            </w:r>
            <w:r w:rsidRPr="00C21ED4">
              <w:t>\sf\os\kernelhwsrv\userlibandfileserver\basedocs</w:t>
            </w:r>
            <w:r>
              <w:t>)</w:t>
            </w:r>
          </w:p>
          <w:p w:rsidR="008568CF" w:rsidRPr="004F6A5D" w:rsidRDefault="008568CF">
            <w:pPr>
              <w:pStyle w:val="TableText0"/>
            </w:pPr>
          </w:p>
        </w:tc>
        <w:tc>
          <w:tcPr>
            <w:tcW w:w="993" w:type="dxa"/>
          </w:tcPr>
          <w:p w:rsidR="008568CF" w:rsidRDefault="008568CF">
            <w:pPr>
              <w:pStyle w:val="TableText0"/>
            </w:pPr>
          </w:p>
        </w:tc>
        <w:tc>
          <w:tcPr>
            <w:tcW w:w="1293" w:type="dxa"/>
          </w:tcPr>
          <w:p w:rsidR="008568CF" w:rsidRDefault="008568CF"/>
        </w:tc>
      </w:tr>
    </w:tbl>
    <w:p w:rsidR="008568CF" w:rsidRDefault="008568CF" w:rsidP="00156DAA">
      <w:pPr>
        <w:pStyle w:val="Heading1"/>
      </w:pPr>
      <w:bookmarkStart w:id="53" w:name="_Toc419889486"/>
      <w:bookmarkStart w:id="54" w:name="_Toc427385919"/>
      <w:bookmarkStart w:id="55" w:name="_Toc265509783"/>
      <w:r>
        <w:lastRenderedPageBreak/>
        <w:t>Document History</w:t>
      </w:r>
      <w:bookmarkEnd w:id="53"/>
      <w:bookmarkEnd w:id="54"/>
      <w:bookmarkEnd w:id="55"/>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276"/>
        <w:gridCol w:w="974"/>
        <w:gridCol w:w="1152"/>
        <w:gridCol w:w="5530"/>
      </w:tblGrid>
      <w:tr w:rsidR="008568CF">
        <w:trPr>
          <w:tblHeader/>
        </w:trPr>
        <w:tc>
          <w:tcPr>
            <w:tcW w:w="1276" w:type="dxa"/>
            <w:shd w:val="pct60" w:color="auto" w:fill="auto"/>
          </w:tcPr>
          <w:p w:rsidR="008568CF" w:rsidRDefault="008568CF">
            <w:pPr>
              <w:pStyle w:val="Tabletitle"/>
            </w:pPr>
            <w:r>
              <w:t>Date</w:t>
            </w:r>
          </w:p>
        </w:tc>
        <w:tc>
          <w:tcPr>
            <w:tcW w:w="974" w:type="dxa"/>
            <w:shd w:val="pct60" w:color="auto" w:fill="auto"/>
          </w:tcPr>
          <w:p w:rsidR="008568CF" w:rsidRDefault="008568CF">
            <w:pPr>
              <w:pStyle w:val="Tabletitle"/>
            </w:pPr>
            <w:r>
              <w:t>Version</w:t>
            </w:r>
          </w:p>
        </w:tc>
        <w:tc>
          <w:tcPr>
            <w:tcW w:w="1152" w:type="dxa"/>
            <w:shd w:val="pct60" w:color="auto" w:fill="auto"/>
          </w:tcPr>
          <w:p w:rsidR="008568CF" w:rsidRDefault="008568CF">
            <w:pPr>
              <w:pStyle w:val="Tabletitle"/>
            </w:pPr>
            <w:r>
              <w:t>Status</w:t>
            </w:r>
          </w:p>
        </w:tc>
        <w:tc>
          <w:tcPr>
            <w:tcW w:w="5530" w:type="dxa"/>
            <w:shd w:val="pct60" w:color="auto" w:fill="auto"/>
          </w:tcPr>
          <w:p w:rsidR="008568CF" w:rsidRDefault="008568CF">
            <w:pPr>
              <w:pStyle w:val="Tabletitle"/>
            </w:pPr>
            <w:r>
              <w:t>Description</w:t>
            </w:r>
          </w:p>
        </w:tc>
      </w:tr>
      <w:tr w:rsidR="008568CF">
        <w:tc>
          <w:tcPr>
            <w:tcW w:w="1276" w:type="dxa"/>
          </w:tcPr>
          <w:p w:rsidR="008568CF" w:rsidRDefault="00A17994">
            <w:r>
              <w:t>28-06-2010</w:t>
            </w:r>
          </w:p>
        </w:tc>
        <w:tc>
          <w:tcPr>
            <w:tcW w:w="974" w:type="dxa"/>
          </w:tcPr>
          <w:p w:rsidR="008568CF" w:rsidRDefault="00A17994">
            <w:pPr>
              <w:jc w:val="center"/>
            </w:pPr>
            <w:r>
              <w:t>1.00</w:t>
            </w:r>
          </w:p>
        </w:tc>
        <w:tc>
          <w:tcPr>
            <w:tcW w:w="1152" w:type="dxa"/>
          </w:tcPr>
          <w:p w:rsidR="008568CF" w:rsidRDefault="008568CF">
            <w:r>
              <w:t>Released</w:t>
            </w:r>
          </w:p>
        </w:tc>
        <w:tc>
          <w:tcPr>
            <w:tcW w:w="5530" w:type="dxa"/>
          </w:tcPr>
          <w:p w:rsidR="008568CF" w:rsidRDefault="008568CF">
            <w:r>
              <w:t>Minor edits mode to initial draft.</w:t>
            </w:r>
          </w:p>
        </w:tc>
      </w:tr>
      <w:tr w:rsidR="008568CF">
        <w:tc>
          <w:tcPr>
            <w:tcW w:w="1276" w:type="dxa"/>
          </w:tcPr>
          <w:p w:rsidR="008568CF" w:rsidRDefault="00A17994" w:rsidP="00A17994">
            <w:r>
              <w:t>27</w:t>
            </w:r>
            <w:r w:rsidR="008568CF">
              <w:t>-</w:t>
            </w:r>
            <w:r>
              <w:t>06</w:t>
            </w:r>
            <w:r w:rsidR="008568CF">
              <w:t>-20</w:t>
            </w:r>
            <w:r>
              <w:t>10</w:t>
            </w:r>
          </w:p>
        </w:tc>
        <w:tc>
          <w:tcPr>
            <w:tcW w:w="974" w:type="dxa"/>
          </w:tcPr>
          <w:p w:rsidR="008568CF" w:rsidRDefault="008568CF">
            <w:pPr>
              <w:jc w:val="center"/>
            </w:pPr>
            <w:r>
              <w:t>0.01</w:t>
            </w:r>
          </w:p>
        </w:tc>
        <w:tc>
          <w:tcPr>
            <w:tcW w:w="1152" w:type="dxa"/>
          </w:tcPr>
          <w:p w:rsidR="008568CF" w:rsidRDefault="008568CF">
            <w:r>
              <w:t>Draft</w:t>
            </w:r>
          </w:p>
        </w:tc>
        <w:tc>
          <w:tcPr>
            <w:tcW w:w="5530" w:type="dxa"/>
          </w:tcPr>
          <w:p w:rsidR="008568CF" w:rsidRDefault="008568CF">
            <w:r>
              <w:t>Initial draft</w:t>
            </w:r>
          </w:p>
        </w:tc>
      </w:tr>
      <w:bookmarkEnd w:id="7"/>
      <w:bookmarkEnd w:id="8"/>
      <w:bookmarkEnd w:id="9"/>
      <w:bookmarkEnd w:id="10"/>
    </w:tbl>
    <w:p w:rsidR="008568CF" w:rsidRDefault="008568CF"/>
    <w:p w:rsidR="00932D27" w:rsidRDefault="00932D27" w:rsidP="00932D27">
      <w:pPr>
        <w:pStyle w:val="Heading1"/>
      </w:pPr>
      <w:bookmarkStart w:id="56" w:name="_Ref265507925"/>
      <w:bookmarkStart w:id="57" w:name="_Toc265509784"/>
      <w:r>
        <w:t>Appendix – Using two 32 bit timer in combination</w:t>
      </w:r>
      <w:bookmarkEnd w:id="56"/>
      <w:bookmarkEnd w:id="57"/>
    </w:p>
    <w:p w:rsidR="00932D27" w:rsidRDefault="00932D27" w:rsidP="00932D27">
      <w:r>
        <w:t xml:space="preserve">If a 64 bit timer is not available, it is possible to use two 32 bits timers in combination. </w:t>
      </w:r>
    </w:p>
    <w:p w:rsidR="00932D27" w:rsidRPr="002D000F" w:rsidRDefault="00932D27" w:rsidP="00932D27">
      <w:r w:rsidRPr="002D000F">
        <w:t xml:space="preserve">Suppose that two timers T1 and T2 are available and that they count down and wrap. </w:t>
      </w:r>
      <w:r>
        <w:t>T1</w:t>
      </w:r>
      <w:r w:rsidRPr="002D000F">
        <w:t xml:space="preserve"> is </w:t>
      </w:r>
      <w:r>
        <w:t>initialised at</w:t>
      </w:r>
      <w:r w:rsidRPr="002D000F">
        <w:t xml:space="preserve"> 0xffffffff</w:t>
      </w:r>
      <w:r>
        <w:t xml:space="preserve"> and T2</w:t>
      </w:r>
      <w:r w:rsidRPr="002D000F">
        <w:t xml:space="preserve"> </w:t>
      </w:r>
      <w:r>
        <w:t xml:space="preserve">is instead initialised to 0xffffefff </w:t>
      </w:r>
      <w:r w:rsidRPr="002D000F">
        <w:t xml:space="preserve"> with a reload value of 0xff</w:t>
      </w:r>
      <w:r>
        <w:t>ffef</w:t>
      </w:r>
      <w:r w:rsidRPr="002D000F">
        <w:t xml:space="preserve">ff. The timers are started very close to each other, </w:t>
      </w:r>
      <w:r>
        <w:t>T2</w:t>
      </w:r>
      <w:r w:rsidRPr="002D000F">
        <w:t xml:space="preserve"> is started first. So at any point in time, the difference between the two timers will be:</w:t>
      </w:r>
    </w:p>
    <w:p w:rsidR="00932D27" w:rsidRPr="002D000F" w:rsidRDefault="00932D27" w:rsidP="00932D27">
      <w:r>
        <w:t>T1</w:t>
      </w:r>
      <w:r w:rsidRPr="002D000F">
        <w:t xml:space="preserve"> – </w:t>
      </w:r>
      <w:r>
        <w:t>T2</w:t>
      </w:r>
      <w:r w:rsidRPr="002D000F">
        <w:t xml:space="preserve"> = 0x100</w:t>
      </w:r>
      <w:r>
        <w:t>0</w:t>
      </w:r>
      <w:r w:rsidRPr="002D000F">
        <w:t xml:space="preserve">+startError+number of times </w:t>
      </w:r>
      <w:r>
        <w:t>T2 has wrapped*0x1</w:t>
      </w:r>
      <w:r w:rsidRPr="002D000F">
        <w:t>00</w:t>
      </w:r>
      <w:r>
        <w:t>0</w:t>
      </w:r>
    </w:p>
    <w:p w:rsidR="00932D27" w:rsidRPr="002D000F" w:rsidRDefault="00932D27" w:rsidP="00932D27">
      <w:r w:rsidRPr="002D000F">
        <w:t xml:space="preserve">Where startError is the difference in starting time between </w:t>
      </w:r>
      <w:r>
        <w:t xml:space="preserve">T1 </w:t>
      </w:r>
      <w:r w:rsidRPr="002D000F">
        <w:t xml:space="preserve">and </w:t>
      </w:r>
      <w:r>
        <w:t>T2</w:t>
      </w:r>
      <w:r w:rsidRPr="002D000F">
        <w:t xml:space="preserve">. Thus before </w:t>
      </w:r>
      <w:r>
        <w:t>T2</w:t>
      </w:r>
      <w:r w:rsidRPr="002D000F">
        <w:t xml:space="preserve"> wraps you’d ex</w:t>
      </w:r>
      <w:r>
        <w:t>pect to see a difference of 0x1</w:t>
      </w:r>
      <w:r w:rsidRPr="002D000F">
        <w:t>00</w:t>
      </w:r>
      <w:r>
        <w:t>0</w:t>
      </w:r>
      <w:r w:rsidRPr="002D000F">
        <w:t>+startError after the first wrap this would grow to 0x20</w:t>
      </w:r>
      <w:r>
        <w:t>0</w:t>
      </w:r>
      <w:r w:rsidRPr="002D000F">
        <w:t xml:space="preserve">0+startError and so on. We can count up to </w:t>
      </w:r>
      <w:r>
        <w:t>0x100000 wraps of</w:t>
      </w:r>
      <w:r w:rsidRPr="002D000F">
        <w:t xml:space="preserve"> </w:t>
      </w:r>
      <w:r>
        <w:t>T2</w:t>
      </w:r>
      <w:r w:rsidRPr="002D000F">
        <w:t xml:space="preserve"> giving a tot</w:t>
      </w:r>
      <w:r>
        <w:t>al resolution of 0x1</w:t>
      </w:r>
      <w:r w:rsidRPr="002D000F">
        <w:t>00</w:t>
      </w:r>
      <w:r>
        <w:t>000</w:t>
      </w:r>
      <w:r w:rsidRPr="002D000F">
        <w:t>*0xffff</w:t>
      </w:r>
      <w:r>
        <w:t>f0</w:t>
      </w:r>
      <w:r w:rsidRPr="002D000F">
        <w:t>00, not quite 64 bit but much better than 32bit. In theory a much smaller gap could be chosen between the timers</w:t>
      </w:r>
      <w:r>
        <w:t>. W</w:t>
      </w:r>
      <w:r w:rsidRPr="002D000F">
        <w:t xml:space="preserve">e could instead initialise </w:t>
      </w:r>
      <w:r>
        <w:t>T2</w:t>
      </w:r>
      <w:r w:rsidRPr="002D000F">
        <w:t xml:space="preserve"> to 0xffffffef. This would give far greater resolution (0x10000000*0xfffffff0). However there needs to be enough gap left between the timers to accommodate for the difference in time it takes to start the timers and to read them in the NKern::Timestamp function itself. There is another reason for having wide gap between the timers. At any point in time NKern::Timestamp or code starting the timers could be interrupted by secure mode code. Therefore the gap has been made wide enough to be detect an interruption. The timestamp </w:t>
      </w:r>
      <w:r>
        <w:t xml:space="preserve">code would </w:t>
      </w:r>
      <w:r w:rsidRPr="002D000F">
        <w:t>works as follows:</w:t>
      </w:r>
    </w:p>
    <w:p w:rsidR="00932D27" w:rsidRDefault="00932D27" w:rsidP="00932D27">
      <w:pPr>
        <w:numPr>
          <w:ilvl w:val="0"/>
          <w:numId w:val="46"/>
        </w:numPr>
      </w:pPr>
      <w:r>
        <w:t>Disable interrupts</w:t>
      </w:r>
    </w:p>
    <w:p w:rsidR="00932D27" w:rsidRPr="002D000F" w:rsidRDefault="00932D27" w:rsidP="00932D27">
      <w:pPr>
        <w:numPr>
          <w:ilvl w:val="0"/>
          <w:numId w:val="46"/>
        </w:numPr>
      </w:pPr>
      <w:r w:rsidRPr="002D000F">
        <w:t xml:space="preserve">Read </w:t>
      </w:r>
      <w:r>
        <w:t>T1</w:t>
      </w:r>
    </w:p>
    <w:p w:rsidR="00932D27" w:rsidRPr="002D000F" w:rsidRDefault="00932D27" w:rsidP="00932D27">
      <w:pPr>
        <w:numPr>
          <w:ilvl w:val="0"/>
          <w:numId w:val="46"/>
        </w:numPr>
      </w:pPr>
      <w:r w:rsidRPr="002D000F">
        <w:t xml:space="preserve">Read </w:t>
      </w:r>
      <w:r>
        <w:t>T2</w:t>
      </w:r>
      <w:r w:rsidR="00156DAA">
        <w:t>. This is read last so error is in same direction as the start error.</w:t>
      </w:r>
    </w:p>
    <w:p w:rsidR="00932D27" w:rsidRDefault="00932D27" w:rsidP="00932D27">
      <w:pPr>
        <w:numPr>
          <w:ilvl w:val="0"/>
          <w:numId w:val="46"/>
        </w:numPr>
      </w:pPr>
      <w:r w:rsidRPr="002D000F">
        <w:t>work out the d</w:t>
      </w:r>
      <w:r>
        <w:t>ifference ANDED with 0xfff</w:t>
      </w:r>
    </w:p>
    <w:p w:rsidR="00932D27" w:rsidRDefault="00932D27" w:rsidP="00932D27">
      <w:pPr>
        <w:numPr>
          <w:ilvl w:val="0"/>
          <w:numId w:val="46"/>
        </w:numPr>
      </w:pPr>
      <w:r>
        <w:t xml:space="preserve">If </w:t>
      </w:r>
      <w:r w:rsidRPr="002D000F">
        <w:t xml:space="preserve">the difference is &gt; </w:t>
      </w:r>
      <w:r>
        <w:t>(longest possible secure mode incursion)</w:t>
      </w:r>
      <w:r w:rsidRPr="002D000F">
        <w:t xml:space="preserve"> then assume that secure mo</w:t>
      </w:r>
      <w:r>
        <w:t>d</w:t>
      </w:r>
      <w:r w:rsidRPr="002D000F">
        <w:t xml:space="preserve">e has interrupted the read and </w:t>
      </w:r>
      <w:r>
        <w:t>start again</w:t>
      </w:r>
      <w:r w:rsidRPr="002D000F">
        <w:t>.</w:t>
      </w:r>
    </w:p>
    <w:p w:rsidR="00932D27" w:rsidRPr="002D000F" w:rsidRDefault="00932D27" w:rsidP="00932D27">
      <w:pPr>
        <w:numPr>
          <w:ilvl w:val="0"/>
          <w:numId w:val="46"/>
        </w:numPr>
      </w:pPr>
      <w:r>
        <w:t>Return (0xffffefff-T2)</w:t>
      </w:r>
      <w:r w:rsidRPr="00861F44">
        <w:t xml:space="preserve"> + </w:t>
      </w:r>
      <w:r>
        <w:t>(</w:t>
      </w:r>
      <w:r w:rsidRPr="00861F44">
        <w:t>(</w:t>
      </w:r>
      <w:r>
        <w:t>T1</w:t>
      </w:r>
      <w:r w:rsidRPr="00861F44">
        <w:t>-</w:t>
      </w:r>
      <w:r>
        <w:t>T2</w:t>
      </w:r>
      <w:r w:rsidRPr="00861F44">
        <w:t>)</w:t>
      </w:r>
      <w:r>
        <w:t>&gt;&gt;16)</w:t>
      </w:r>
      <w:r w:rsidRPr="00861F44">
        <w:t xml:space="preserve"> * 0x</w:t>
      </w:r>
      <w:r>
        <w:t>fffff</w:t>
      </w:r>
      <w:r w:rsidRPr="00861F44">
        <w:t>000;</w:t>
      </w:r>
    </w:p>
    <w:p w:rsidR="00932D27" w:rsidRPr="002D000F" w:rsidRDefault="00932D27" w:rsidP="00932D27">
      <w:r w:rsidRPr="002D000F">
        <w:t xml:space="preserve">With a gap of 0x1000 between the timers, and at 10Mhz this will work so long as secure mode incursions do not exceed </w:t>
      </w:r>
      <w:r w:rsidR="004A312A">
        <w:t>409.6u</w:t>
      </w:r>
      <w:r w:rsidRPr="002D000F">
        <w:t xml:space="preserve">S. If it is possible for this period to be exceeded, then the code </w:t>
      </w:r>
      <w:r>
        <w:t>c</w:t>
      </w:r>
      <w:r w:rsidRPr="002D000F">
        <w:t>ould be changed so that it works as follows:</w:t>
      </w:r>
    </w:p>
    <w:p w:rsidR="00932D27" w:rsidRPr="002D000F" w:rsidRDefault="00932D27" w:rsidP="00932D27">
      <w:pPr>
        <w:numPr>
          <w:ilvl w:val="0"/>
          <w:numId w:val="47"/>
        </w:numPr>
      </w:pPr>
      <w:r w:rsidRPr="002D000F">
        <w:t xml:space="preserve">Read </w:t>
      </w:r>
      <w:r>
        <w:t>T1</w:t>
      </w:r>
    </w:p>
    <w:p w:rsidR="00932D27" w:rsidRPr="002D000F" w:rsidRDefault="00932D27" w:rsidP="00932D27">
      <w:pPr>
        <w:numPr>
          <w:ilvl w:val="0"/>
          <w:numId w:val="47"/>
        </w:numPr>
      </w:pPr>
      <w:r w:rsidRPr="002D000F">
        <w:t xml:space="preserve">Read </w:t>
      </w:r>
      <w:r>
        <w:t>T2</w:t>
      </w:r>
    </w:p>
    <w:p w:rsidR="00932D27" w:rsidRPr="002D000F" w:rsidRDefault="00932D27" w:rsidP="00932D27">
      <w:pPr>
        <w:numPr>
          <w:ilvl w:val="0"/>
          <w:numId w:val="47"/>
        </w:numPr>
      </w:pPr>
      <w:r w:rsidRPr="002D000F">
        <w:t xml:space="preserve">Read </w:t>
      </w:r>
      <w:r>
        <w:t>T1</w:t>
      </w:r>
      <w:r w:rsidRPr="002D000F">
        <w:t xml:space="preserve"> again</w:t>
      </w:r>
    </w:p>
    <w:p w:rsidR="00932D27" w:rsidRPr="002D000F" w:rsidRDefault="00932D27" w:rsidP="00932D27">
      <w:r w:rsidRPr="002D000F">
        <w:t xml:space="preserve">If the difference in </w:t>
      </w:r>
      <w:r>
        <w:t>T1</w:t>
      </w:r>
      <w:r w:rsidRPr="002D000F">
        <w:t xml:space="preserve"> value between read at step 1 and read at step 3 exceeds the maximum time a secure mo</w:t>
      </w:r>
      <w:r>
        <w:t>d</w:t>
      </w:r>
      <w:r w:rsidRPr="002D000F">
        <w:t>e incursion can take, then goto 1.</w:t>
      </w:r>
      <w:r>
        <w:t xml:space="preserve"> </w:t>
      </w:r>
      <w:r w:rsidRPr="002D000F">
        <w:t xml:space="preserve">This approach does give the full resolution of the timer to measure a secure mode incursion but has the disadvantage of requiring an extra read from the </w:t>
      </w:r>
      <w:r>
        <w:t xml:space="preserve">timer </w:t>
      </w:r>
      <w:r w:rsidRPr="002D000F">
        <w:t xml:space="preserve">value register. </w:t>
      </w:r>
    </w:p>
    <w:p w:rsidR="00932D27" w:rsidRDefault="00932D27" w:rsidP="00932D27">
      <w:pPr>
        <w:pStyle w:val="Appendix1"/>
        <w:numPr>
          <w:ilvl w:val="0"/>
          <w:numId w:val="0"/>
        </w:numPr>
        <w:ind w:left="720"/>
      </w:pPr>
    </w:p>
    <w:p w:rsidR="00932D27" w:rsidRDefault="00932D27" w:rsidP="00932D27">
      <w:pPr>
        <w:pStyle w:val="Heading1"/>
      </w:pPr>
      <w:bookmarkStart w:id="58" w:name="_Ref265507972"/>
      <w:bookmarkStart w:id="59" w:name="_Toc265509785"/>
      <w:r>
        <w:t>Appendix – Sample runs of tests</w:t>
      </w:r>
      <w:bookmarkEnd w:id="58"/>
      <w:bookmarkEnd w:id="59"/>
    </w:p>
    <w:p w:rsidR="00932D27" w:rsidRDefault="00932D27" w:rsidP="00932D27">
      <w:r>
        <w:t>This section shows sample results for t_timestamp and t_frqchg on a platform which supports global timer.</w:t>
      </w:r>
    </w:p>
    <w:p w:rsidR="00932D27" w:rsidRDefault="00932D27" w:rsidP="00932D27">
      <w:pPr>
        <w:rPr>
          <w:b/>
        </w:rPr>
      </w:pPr>
      <w:r>
        <w:rPr>
          <w:b/>
        </w:rPr>
        <w:t>t_timestamp</w:t>
      </w:r>
    </w:p>
    <w:p w:rsidR="00932D27" w:rsidRPr="004E1CD2" w:rsidRDefault="00932D27" w:rsidP="003A01E1">
      <w:pPr>
        <w:pStyle w:val="code"/>
      </w:pPr>
      <w:r w:rsidRPr="004E1CD2">
        <w:t>RTEST TITLE: T_TIMESTAMP 2.00(3090)</w:t>
      </w:r>
    </w:p>
    <w:p w:rsidR="00932D27" w:rsidRPr="004E1CD2" w:rsidRDefault="00932D27" w:rsidP="003A01E1">
      <w:pPr>
        <w:pStyle w:val="code"/>
      </w:pPr>
      <w:r w:rsidRPr="004E1CD2">
        <w:t>Epoc/32 2.00(3090)</w:t>
      </w:r>
    </w:p>
    <w:p w:rsidR="00932D27" w:rsidRPr="004E1CD2" w:rsidRDefault="00932D27" w:rsidP="003A01E1">
      <w:pPr>
        <w:pStyle w:val="code"/>
      </w:pPr>
      <w:r w:rsidRPr="004E1CD2">
        <w:lastRenderedPageBreak/>
        <w:t xml:space="preserve">RTEST: Level  001 </w:t>
      </w:r>
    </w:p>
    <w:p w:rsidR="00932D27" w:rsidRPr="004E1CD2" w:rsidRDefault="00932D27" w:rsidP="003A01E1">
      <w:pPr>
        <w:pStyle w:val="code"/>
      </w:pPr>
      <w:r w:rsidRPr="004E1CD2">
        <w:t>Next test - Timestamp accuracy test</w:t>
      </w:r>
    </w:p>
    <w:p w:rsidR="00932D27" w:rsidRPr="004E1CD2" w:rsidRDefault="00932D27" w:rsidP="003A01E1">
      <w:pPr>
        <w:pStyle w:val="code"/>
      </w:pPr>
      <w:r w:rsidRPr="004E1CD2">
        <w:t xml:space="preserve">RTEST: Level  002 </w:t>
      </w:r>
    </w:p>
    <w:p w:rsidR="00932D27" w:rsidRPr="004E1CD2" w:rsidRDefault="00932D27" w:rsidP="003A01E1">
      <w:pPr>
        <w:pStyle w:val="code"/>
      </w:pPr>
      <w:r w:rsidRPr="004E1CD2">
        <w:t>Next test - Get timestamp frequency</w:t>
      </w:r>
    </w:p>
    <w:p w:rsidR="00932D27" w:rsidRPr="004E1CD2" w:rsidRDefault="00932D27" w:rsidP="003A01E1">
      <w:pPr>
        <w:pStyle w:val="code"/>
      </w:pPr>
      <w:r w:rsidRPr="004E1CD2">
        <w:t xml:space="preserve">RTEST: Level  003 </w:t>
      </w:r>
    </w:p>
    <w:p w:rsidR="00932D27" w:rsidRPr="004E1CD2" w:rsidRDefault="00932D27" w:rsidP="003A01E1">
      <w:pPr>
        <w:pStyle w:val="code"/>
      </w:pPr>
      <w:r w:rsidRPr="004E1CD2">
        <w:t>Next test - Get nanotick frequency</w:t>
      </w:r>
    </w:p>
    <w:p w:rsidR="00932D27" w:rsidRPr="004E1CD2" w:rsidRDefault="00932D27" w:rsidP="003A01E1">
      <w:pPr>
        <w:pStyle w:val="code"/>
      </w:pPr>
      <w:r w:rsidRPr="004E1CD2">
        <w:t>tick period in uS== 1000</w:t>
      </w:r>
    </w:p>
    <w:p w:rsidR="00932D27" w:rsidRPr="004E1CD2" w:rsidRDefault="00932D27" w:rsidP="003A01E1">
      <w:pPr>
        <w:pStyle w:val="code"/>
      </w:pPr>
      <w:r w:rsidRPr="004E1CD2">
        <w:t>running at 300000000Hz for 5 interations, each lasting 5 seconds and with 4 retries</w:t>
      </w:r>
    </w:p>
    <w:p w:rsidR="00932D27" w:rsidRPr="004E1CD2" w:rsidRDefault="00932D27" w:rsidP="003A01E1">
      <w:pPr>
        <w:pStyle w:val="code"/>
      </w:pPr>
      <w:r w:rsidRPr="004E1CD2">
        <w:t>expecting 1500000000 with up to 30000000 error</w:t>
      </w:r>
    </w:p>
    <w:p w:rsidR="00932D27" w:rsidRPr="004E1CD2" w:rsidRDefault="00932D27" w:rsidP="003A01E1">
      <w:pPr>
        <w:pStyle w:val="code"/>
      </w:pPr>
      <w:r w:rsidRPr="004E1CD2">
        <w:t xml:space="preserve">RTEST: Level  004 </w:t>
      </w:r>
    </w:p>
    <w:p w:rsidR="00932D27" w:rsidRPr="004E1CD2" w:rsidRDefault="00932D27" w:rsidP="003A01E1">
      <w:pPr>
        <w:pStyle w:val="code"/>
      </w:pPr>
      <w:r w:rsidRPr="004E1CD2">
        <w:t>Next test - test timer interval</w:t>
      </w:r>
    </w:p>
    <w:p w:rsidR="00932D27" w:rsidRPr="004E1CD2" w:rsidRDefault="00932D27" w:rsidP="003A01E1">
      <w:pPr>
        <w:pStyle w:val="code"/>
      </w:pPr>
      <w:r w:rsidRPr="004E1CD2">
        <w:t xml:space="preserve">Got 1503999255 expected 1500000000, LPM Entered:1, error 3999255 is OK </w:t>
      </w:r>
    </w:p>
    <w:p w:rsidR="00932D27" w:rsidRPr="004E1CD2" w:rsidRDefault="00932D27" w:rsidP="003A01E1">
      <w:pPr>
        <w:pStyle w:val="code"/>
      </w:pPr>
      <w:r w:rsidRPr="004E1CD2">
        <w:t xml:space="preserve">Got 1504000272 expected 1500000000, LPM Entered:1, error 4000272 is OK </w:t>
      </w:r>
    </w:p>
    <w:p w:rsidR="00932D27" w:rsidRPr="004E1CD2" w:rsidRDefault="00932D27" w:rsidP="003A01E1">
      <w:pPr>
        <w:pStyle w:val="code"/>
      </w:pPr>
      <w:r w:rsidRPr="004E1CD2">
        <w:t xml:space="preserve">Got 1503999789 expected 1500000000, LPM Entered:1, error 3999789 is OK </w:t>
      </w:r>
    </w:p>
    <w:p w:rsidR="00932D27" w:rsidRPr="004E1CD2" w:rsidRDefault="00932D27" w:rsidP="003A01E1">
      <w:pPr>
        <w:pStyle w:val="code"/>
      </w:pPr>
      <w:r w:rsidRPr="004E1CD2">
        <w:t xml:space="preserve">Got 1504000705 expected 1500000000, LPM Entered:1, error 4000705 is OK </w:t>
      </w:r>
    </w:p>
    <w:p w:rsidR="00932D27" w:rsidRPr="004E1CD2" w:rsidRDefault="00932D27" w:rsidP="003A01E1">
      <w:pPr>
        <w:pStyle w:val="code"/>
      </w:pPr>
      <w:r w:rsidRPr="004E1CD2">
        <w:t xml:space="preserve">Got 1503999325 expected 1500000000, LPM Entered:1, error 3999325 is OK </w:t>
      </w:r>
    </w:p>
    <w:p w:rsidR="00932D27" w:rsidRPr="004E1CD2" w:rsidRDefault="00932D27" w:rsidP="003A01E1">
      <w:pPr>
        <w:pStyle w:val="code"/>
      </w:pPr>
      <w:r w:rsidRPr="004E1CD2">
        <w:t>Unloading LDD</w:t>
      </w:r>
    </w:p>
    <w:p w:rsidR="00932D27" w:rsidRPr="004E1CD2" w:rsidRDefault="00932D27" w:rsidP="003A01E1">
      <w:pPr>
        <w:pStyle w:val="code"/>
      </w:pPr>
      <w:r w:rsidRPr="004E1CD2">
        <w:t>Unloading PDD: TIMESTAMPTEST.</w:t>
      </w:r>
      <w:r>
        <w:t>XXXX</w:t>
      </w:r>
    </w:p>
    <w:p w:rsidR="00932D27" w:rsidRPr="004E1CD2" w:rsidRDefault="00932D27" w:rsidP="003A01E1">
      <w:pPr>
        <w:pStyle w:val="code"/>
      </w:pPr>
      <w:r w:rsidRPr="004E1CD2">
        <w:t>RTEST: SUCCESS : T_TIMESTAMP test completed O.K.</w:t>
      </w:r>
    </w:p>
    <w:p w:rsidR="00932D27" w:rsidRDefault="00932D27" w:rsidP="00932D27">
      <w:pPr>
        <w:rPr>
          <w:b/>
        </w:rPr>
      </w:pPr>
      <w:r>
        <w:rPr>
          <w:b/>
        </w:rPr>
        <w:t>t_frqchg</w:t>
      </w:r>
    </w:p>
    <w:p w:rsidR="00932D27" w:rsidRPr="004E1CD2" w:rsidRDefault="00932D27" w:rsidP="003A01E1">
      <w:pPr>
        <w:pStyle w:val="code"/>
      </w:pPr>
      <w:r w:rsidRPr="004E1CD2">
        <w:t>RTEST TITLE: T_FRQCHG 2.00(3090)</w:t>
      </w:r>
    </w:p>
    <w:p w:rsidR="00932D27" w:rsidRPr="004E1CD2" w:rsidRDefault="00932D27" w:rsidP="003A01E1">
      <w:pPr>
        <w:pStyle w:val="code"/>
      </w:pPr>
      <w:r w:rsidRPr="004E1CD2">
        <w:t>Epoc/32 2.00(3090)</w:t>
      </w:r>
    </w:p>
    <w:p w:rsidR="00932D27" w:rsidRPr="004E1CD2" w:rsidRDefault="00932D27" w:rsidP="003A01E1">
      <w:pPr>
        <w:pStyle w:val="code"/>
      </w:pPr>
      <w:r w:rsidRPr="004E1CD2">
        <w:t xml:space="preserve">RTEST: Level  001 </w:t>
      </w:r>
    </w:p>
    <w:p w:rsidR="00932D27" w:rsidRPr="004E1CD2" w:rsidRDefault="00932D27" w:rsidP="003A01E1">
      <w:pPr>
        <w:pStyle w:val="code"/>
      </w:pPr>
      <w:r w:rsidRPr="004E1CD2">
        <w:t>Next test - Testing</w:t>
      </w:r>
    </w:p>
    <w:p w:rsidR="00932D27" w:rsidRPr="004E1CD2" w:rsidRDefault="00932D27" w:rsidP="003A01E1">
      <w:pPr>
        <w:pStyle w:val="code"/>
      </w:pPr>
      <w:r w:rsidRPr="004E1CD2">
        <w:t>Test1 00000001 0</w:t>
      </w:r>
    </w:p>
    <w:p w:rsidR="00932D27" w:rsidRPr="004E1CD2" w:rsidRDefault="00932D27" w:rsidP="003A01E1">
      <w:pPr>
        <w:pStyle w:val="code"/>
      </w:pPr>
      <w:r w:rsidRPr="004E1CD2">
        <w:t>R0X,R0: 80000000 ffe1   80000000 ffe1</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R1X,R1: 80000000 ffe1   80000000 ffe1</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Test1 00000003 0</w:t>
      </w:r>
    </w:p>
    <w:p w:rsidR="00932D27" w:rsidRPr="004E1CD2" w:rsidRDefault="00932D27" w:rsidP="003A01E1">
      <w:pPr>
        <w:pStyle w:val="code"/>
      </w:pPr>
      <w:r w:rsidRPr="004E1CD2">
        <w:t>R0X,R0: c0000000 ffe2   c0000000 ffe2</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R1X,R1: aaaaaaab ffdf   aaaaaaab ffdf</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Test1 b504f334 32</w:t>
      </w:r>
    </w:p>
    <w:p w:rsidR="00932D27" w:rsidRPr="004E1CD2" w:rsidRDefault="00932D27" w:rsidP="003A01E1">
      <w:pPr>
        <w:pStyle w:val="code"/>
      </w:pPr>
      <w:r w:rsidRPr="004E1CD2">
        <w:t>R0X,R0: b504f334 ffe0   b504f334 ffe0</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R1X,R1: b504f334 ffe1   b504f334 ffe1</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Test1 c90fdaa2 30</w:t>
      </w:r>
    </w:p>
    <w:p w:rsidR="00932D27" w:rsidRPr="004E1CD2" w:rsidRDefault="00932D27" w:rsidP="003A01E1">
      <w:pPr>
        <w:pStyle w:val="code"/>
      </w:pPr>
      <w:r w:rsidRPr="004E1CD2">
        <w:t>R0X,R0: c90fdaa2 ffe2   c90fdaa2 ffe2</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R1X,R1: a2f9836e ffdf   a2f9836e ffdf</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Test1 0000000a 0</w:t>
      </w:r>
    </w:p>
    <w:p w:rsidR="00932D27" w:rsidRPr="004E1CD2" w:rsidRDefault="00932D27" w:rsidP="003A01E1">
      <w:pPr>
        <w:pStyle w:val="code"/>
      </w:pPr>
      <w:r w:rsidRPr="004E1CD2">
        <w:t>R0X,R0: a0000000 ffe4   a0000000 ffe4</w:t>
      </w:r>
    </w:p>
    <w:p w:rsidR="00932D27" w:rsidRPr="004E1CD2" w:rsidRDefault="00932D27" w:rsidP="003A01E1">
      <w:pPr>
        <w:pStyle w:val="code"/>
      </w:pPr>
      <w:r w:rsidRPr="004E1CD2">
        <w:lastRenderedPageBreak/>
        <w:t>Testing 103 integers</w:t>
      </w:r>
    </w:p>
    <w:p w:rsidR="00932D27" w:rsidRPr="004E1CD2" w:rsidRDefault="00932D27" w:rsidP="003A01E1">
      <w:pPr>
        <w:pStyle w:val="code"/>
      </w:pPr>
      <w:r w:rsidRPr="004E1CD2">
        <w:t>R1X,R1: cccccccd ffdd   cccccccd ffdd</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Test1 cccccccd 35</w:t>
      </w:r>
    </w:p>
    <w:p w:rsidR="00932D27" w:rsidRPr="004E1CD2" w:rsidRDefault="00932D27" w:rsidP="003A01E1">
      <w:pPr>
        <w:pStyle w:val="code"/>
      </w:pPr>
      <w:r w:rsidRPr="004E1CD2">
        <w:t>R0X,R0: cccccccd ffdd   cccccccd ffdd</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R1X,R1: a0000000 ffe4   a0000000 ffe4</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Test1 00000064 0</w:t>
      </w:r>
    </w:p>
    <w:p w:rsidR="00932D27" w:rsidRPr="004E1CD2" w:rsidRDefault="00932D27" w:rsidP="003A01E1">
      <w:pPr>
        <w:pStyle w:val="code"/>
      </w:pPr>
      <w:r w:rsidRPr="004E1CD2">
        <w:t>R0X,R0: c8000000 ffe7   c8000000 ffe7</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R1X,R1: a3d70a3d ffda   a3d70a3d ffda</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Test1 a3d70a3d 38</w:t>
      </w:r>
    </w:p>
    <w:p w:rsidR="00932D27" w:rsidRPr="004E1CD2" w:rsidRDefault="00932D27" w:rsidP="003A01E1">
      <w:pPr>
        <w:pStyle w:val="code"/>
      </w:pPr>
      <w:r w:rsidRPr="004E1CD2">
        <w:t>R0X,R0: a3d70a3d ffda   a3d70a3d ffda</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R1X,R1: c8000001 ffe7   c8000001 ffe7</w:t>
      </w:r>
    </w:p>
    <w:p w:rsidR="00932D27" w:rsidRPr="004E1CD2" w:rsidRDefault="00932D27" w:rsidP="003A01E1">
      <w:pPr>
        <w:pStyle w:val="code"/>
      </w:pPr>
      <w:r w:rsidRPr="004E1CD2">
        <w:t>Testing 103 integers</w:t>
      </w:r>
    </w:p>
    <w:p w:rsidR="00932D27" w:rsidRPr="004E1CD2" w:rsidRDefault="00932D27" w:rsidP="003A01E1">
      <w:pPr>
        <w:pStyle w:val="code"/>
      </w:pPr>
      <w:r w:rsidRPr="004E1CD2">
        <w:t>Timeslicing test ...</w:t>
      </w:r>
    </w:p>
    <w:p w:rsidR="00932D27" w:rsidRPr="004E1CD2" w:rsidRDefault="00932D27" w:rsidP="003A01E1">
      <w:pPr>
        <w:pStyle w:val="code"/>
      </w:pPr>
      <w:r w:rsidRPr="004E1CD2">
        <w:t xml:space="preserve">RTEST: Level  002 </w:t>
      </w:r>
    </w:p>
    <w:p w:rsidR="00932D27" w:rsidRPr="004E1CD2" w:rsidRDefault="00932D27" w:rsidP="003A01E1">
      <w:pPr>
        <w:pStyle w:val="code"/>
      </w:pPr>
      <w:r w:rsidRPr="004E1CD2">
        <w:t>Next test - Baseline - expecting normal</w:t>
      </w:r>
    </w:p>
    <w:p w:rsidR="00932D27" w:rsidRPr="004E1CD2" w:rsidRDefault="00932D27" w:rsidP="003A01E1">
      <w:pPr>
        <w:pStyle w:val="code"/>
      </w:pPr>
      <w:r w:rsidRPr="004E1CD2">
        <w:t>ID: 0 IV:   14998555 (=     49995us) TIV          0us</w:t>
      </w:r>
    </w:p>
    <w:p w:rsidR="00932D27" w:rsidRPr="004E1CD2" w:rsidRDefault="00932D27" w:rsidP="003A01E1">
      <w:pPr>
        <w:pStyle w:val="code"/>
      </w:pPr>
      <w:r w:rsidRPr="004E1CD2">
        <w:t>ID: 1 IV:   14998866 (=     49996us) TIV      49996us</w:t>
      </w:r>
    </w:p>
    <w:p w:rsidR="00932D27" w:rsidRPr="004E1CD2" w:rsidRDefault="00932D27" w:rsidP="003A01E1">
      <w:pPr>
        <w:pStyle w:val="code"/>
      </w:pPr>
      <w:r w:rsidRPr="004E1CD2">
        <w:t>ID: 0 IV:   14999450 (=     49998us) TIV      49998us</w:t>
      </w:r>
    </w:p>
    <w:p w:rsidR="00932D27" w:rsidRPr="004E1CD2" w:rsidRDefault="00932D27" w:rsidP="003A01E1">
      <w:pPr>
        <w:pStyle w:val="code"/>
      </w:pPr>
      <w:r w:rsidRPr="004E1CD2">
        <w:t>ID: 1 IV:   14999533 (=     49998us) TIV      49998us</w:t>
      </w:r>
    </w:p>
    <w:p w:rsidR="00932D27" w:rsidRPr="004E1CD2" w:rsidRDefault="00932D27" w:rsidP="003A01E1">
      <w:pPr>
        <w:pStyle w:val="code"/>
      </w:pPr>
      <w:r w:rsidRPr="004E1CD2">
        <w:t>ID: 0 IV:   14999573 (=     49999us) TIV      49999us</w:t>
      </w:r>
    </w:p>
    <w:p w:rsidR="00932D27" w:rsidRPr="004E1CD2" w:rsidRDefault="00932D27" w:rsidP="003A01E1">
      <w:pPr>
        <w:pStyle w:val="code"/>
      </w:pPr>
      <w:r w:rsidRPr="004E1CD2">
        <w:t>ID: 1 IV:   14999606 (=     49999us) TIV      49999us</w:t>
      </w:r>
    </w:p>
    <w:p w:rsidR="00932D27" w:rsidRPr="004E1CD2" w:rsidRDefault="00932D27" w:rsidP="003A01E1">
      <w:pPr>
        <w:pStyle w:val="code"/>
      </w:pPr>
      <w:r w:rsidRPr="004E1CD2">
        <w:t>ID: 0 IV:   14999601 (=     49999us) TIV      49999us</w:t>
      </w:r>
    </w:p>
    <w:p w:rsidR="00932D27" w:rsidRPr="004E1CD2" w:rsidRDefault="00932D27" w:rsidP="003A01E1">
      <w:pPr>
        <w:pStyle w:val="code"/>
      </w:pPr>
      <w:r w:rsidRPr="004E1CD2">
        <w:t>ID: 1 IV:   14999580 (=     49999us) TIV      49999us</w:t>
      </w:r>
    </w:p>
    <w:p w:rsidR="00932D27" w:rsidRPr="004E1CD2" w:rsidRDefault="00932D27" w:rsidP="003A01E1">
      <w:pPr>
        <w:pStyle w:val="code"/>
      </w:pPr>
      <w:r w:rsidRPr="004E1CD2">
        <w:t>ID: 0 IV:   14999566 (=     49999us) TIV      49999us</w:t>
      </w:r>
    </w:p>
    <w:p w:rsidR="00932D27" w:rsidRPr="004E1CD2" w:rsidRDefault="00932D27" w:rsidP="003A01E1">
      <w:pPr>
        <w:pStyle w:val="code"/>
      </w:pPr>
      <w:r w:rsidRPr="004E1CD2">
        <w:t>ID: 1 IV:   14999584 (=     49999us) TIV      49999us</w:t>
      </w:r>
    </w:p>
    <w:p w:rsidR="00932D27" w:rsidRPr="004E1CD2" w:rsidRDefault="00932D27" w:rsidP="003A01E1">
      <w:pPr>
        <w:pStyle w:val="code"/>
      </w:pPr>
      <w:r w:rsidRPr="004E1CD2">
        <w:t>ID: 0 IV:   14999583 (=     49999us) TIV      49999us</w:t>
      </w:r>
    </w:p>
    <w:p w:rsidR="00932D27" w:rsidRPr="004E1CD2" w:rsidRDefault="00932D27" w:rsidP="003A01E1">
      <w:pPr>
        <w:pStyle w:val="code"/>
      </w:pPr>
      <w:r w:rsidRPr="004E1CD2">
        <w:t>ID: 1 IV:   14999585 (=     49999us) TIV      49999us</w:t>
      </w:r>
    </w:p>
    <w:p w:rsidR="00932D27" w:rsidRPr="004E1CD2" w:rsidRDefault="00932D27" w:rsidP="003A01E1">
      <w:pPr>
        <w:pStyle w:val="code"/>
      </w:pPr>
      <w:r w:rsidRPr="004E1CD2">
        <w:t>ID: 0 IV:   14999698 (=     49999us) TIV      49999us</w:t>
      </w:r>
    </w:p>
    <w:p w:rsidR="00932D27" w:rsidRPr="004E1CD2" w:rsidRDefault="00932D27" w:rsidP="003A01E1">
      <w:pPr>
        <w:pStyle w:val="code"/>
      </w:pPr>
      <w:r w:rsidRPr="004E1CD2">
        <w:t>ID: 1 IV:   14999685 (=     49999us) TIV      49999us</w:t>
      </w:r>
    </w:p>
    <w:p w:rsidR="00932D27" w:rsidRPr="004E1CD2" w:rsidRDefault="00932D27" w:rsidP="003A01E1">
      <w:pPr>
        <w:pStyle w:val="code"/>
      </w:pPr>
      <w:r w:rsidRPr="004E1CD2">
        <w:t>ID: 0 IV:   14999587 (=     49999us) TIV      49999us</w:t>
      </w:r>
    </w:p>
    <w:p w:rsidR="00932D27" w:rsidRPr="004E1CD2" w:rsidRDefault="00932D27" w:rsidP="003A01E1">
      <w:pPr>
        <w:pStyle w:val="code"/>
      </w:pPr>
      <w:r w:rsidRPr="004E1CD2">
        <w:t>ID: 1 IV:   14999577 (=     49999us) TIV      49999us</w:t>
      </w:r>
    </w:p>
    <w:p w:rsidR="00932D27" w:rsidRPr="004E1CD2" w:rsidRDefault="00932D27" w:rsidP="003A01E1">
      <w:pPr>
        <w:pStyle w:val="code"/>
      </w:pPr>
      <w:r w:rsidRPr="004E1CD2">
        <w:t>ID: 0 IV:   14999576 (=     49999us) TIV      49999us</w:t>
      </w:r>
    </w:p>
    <w:p w:rsidR="00932D27" w:rsidRPr="004E1CD2" w:rsidRDefault="00932D27" w:rsidP="003A01E1">
      <w:pPr>
        <w:pStyle w:val="code"/>
      </w:pPr>
      <w:r w:rsidRPr="004E1CD2">
        <w:t>ID: 1 IV:   14999667 (=     49999us) TIV      49999us</w:t>
      </w:r>
    </w:p>
    <w:p w:rsidR="00932D27" w:rsidRPr="004E1CD2" w:rsidRDefault="00932D27" w:rsidP="003A01E1">
      <w:pPr>
        <w:pStyle w:val="code"/>
      </w:pPr>
      <w:r w:rsidRPr="004E1CD2">
        <w:t>ID: 0 IV:   14999602 (=     49999us) TIV      49999us</w:t>
      </w:r>
    </w:p>
    <w:p w:rsidR="00932D27" w:rsidRPr="004E1CD2" w:rsidRDefault="00932D27" w:rsidP="003A01E1">
      <w:pPr>
        <w:pStyle w:val="code"/>
      </w:pPr>
      <w:r w:rsidRPr="004E1CD2">
        <w:t>ID: 1 IV:   14999573 (=     49999us) TIV      49999us</w:t>
      </w:r>
    </w:p>
    <w:p w:rsidR="00932D27" w:rsidRPr="004E1CD2" w:rsidRDefault="00932D27" w:rsidP="003A01E1">
      <w:pPr>
        <w:pStyle w:val="code"/>
      </w:pPr>
      <w:r w:rsidRPr="004E1CD2">
        <w:t>ID: 0 IV:   14999476 (=     49998us) TIV      49998us</w:t>
      </w:r>
    </w:p>
    <w:p w:rsidR="00932D27" w:rsidRPr="004E1CD2" w:rsidRDefault="00932D27" w:rsidP="003A01E1">
      <w:pPr>
        <w:pStyle w:val="code"/>
      </w:pPr>
      <w:r w:rsidRPr="004E1CD2">
        <w:t>ID: 1 IV:   14999663 (=     49999us) TIV      49999us</w:t>
      </w:r>
    </w:p>
    <w:p w:rsidR="00932D27" w:rsidRPr="004E1CD2" w:rsidRDefault="00932D27" w:rsidP="003A01E1">
      <w:pPr>
        <w:pStyle w:val="code"/>
      </w:pPr>
      <w:r w:rsidRPr="004E1CD2">
        <w:t>ID: 0 IV:   14999606 (=     49999us) TIV      49999us</w:t>
      </w:r>
    </w:p>
    <w:p w:rsidR="00932D27" w:rsidRPr="004E1CD2" w:rsidRDefault="00932D27" w:rsidP="003A01E1">
      <w:pPr>
        <w:pStyle w:val="code"/>
      </w:pPr>
      <w:r w:rsidRPr="004E1CD2">
        <w:t>ID: 1 IV:   14999681 (=     49999us) TIV      49999us</w:t>
      </w:r>
    </w:p>
    <w:p w:rsidR="00932D27" w:rsidRPr="004E1CD2" w:rsidRDefault="00932D27" w:rsidP="003A01E1">
      <w:pPr>
        <w:pStyle w:val="code"/>
      </w:pPr>
      <w:r w:rsidRPr="004E1CD2">
        <w:t>ID: 0 IV:   14999488 (=     49998us) TIV      49998us</w:t>
      </w:r>
    </w:p>
    <w:p w:rsidR="00932D27" w:rsidRPr="004E1CD2" w:rsidRDefault="00932D27" w:rsidP="003A01E1">
      <w:pPr>
        <w:pStyle w:val="code"/>
      </w:pPr>
      <w:r w:rsidRPr="004E1CD2">
        <w:lastRenderedPageBreak/>
        <w:t>ID: 1 IV:   14999576 (=     49999us) TIV      49999us</w:t>
      </w:r>
    </w:p>
    <w:p w:rsidR="00932D27" w:rsidRPr="004E1CD2" w:rsidRDefault="00932D27" w:rsidP="003A01E1">
      <w:pPr>
        <w:pStyle w:val="code"/>
      </w:pPr>
      <w:r w:rsidRPr="004E1CD2">
        <w:t>ID: 0 IV:   14999586 (=     49999us) TIV      49999us</w:t>
      </w:r>
    </w:p>
    <w:p w:rsidR="00932D27" w:rsidRPr="004E1CD2" w:rsidRDefault="00932D27" w:rsidP="003A01E1">
      <w:pPr>
        <w:pStyle w:val="code"/>
      </w:pPr>
      <w:r w:rsidRPr="004E1CD2">
        <w:t>ID: 1 IV:   14999563 (=     49999us) TIV      49999us</w:t>
      </w:r>
    </w:p>
    <w:p w:rsidR="00932D27" w:rsidRPr="004E1CD2" w:rsidRDefault="00932D27" w:rsidP="003A01E1">
      <w:pPr>
        <w:pStyle w:val="code"/>
      </w:pPr>
      <w:r w:rsidRPr="004E1CD2">
        <w:t>ID: 0 IV:   14999485 (=     49998us) TIV      49998us</w:t>
      </w:r>
    </w:p>
    <w:p w:rsidR="00932D27" w:rsidRPr="004E1CD2" w:rsidRDefault="00932D27" w:rsidP="003A01E1">
      <w:pPr>
        <w:pStyle w:val="code"/>
      </w:pPr>
      <w:r w:rsidRPr="004E1CD2">
        <w:t>ID: 1 IV:   14999585 (=     49999us) TIV      49999us</w:t>
      </w:r>
    </w:p>
    <w:p w:rsidR="00932D27" w:rsidRPr="004E1CD2" w:rsidRDefault="00932D27" w:rsidP="003A01E1">
      <w:pPr>
        <w:pStyle w:val="code"/>
      </w:pPr>
      <w:r w:rsidRPr="004E1CD2">
        <w:t>ID: 0 IV:   14999570 (=     49999us) TIV      49999us</w:t>
      </w:r>
    </w:p>
    <w:p w:rsidR="00932D27" w:rsidRPr="004E1CD2" w:rsidRDefault="00932D27" w:rsidP="003A01E1">
      <w:pPr>
        <w:pStyle w:val="code"/>
      </w:pPr>
      <w:r w:rsidRPr="004E1CD2">
        <w:t>ID: 1 IV:   14999563 (=     49999us) TIV      49999us</w:t>
      </w:r>
    </w:p>
    <w:p w:rsidR="00932D27" w:rsidRPr="004E1CD2" w:rsidRDefault="00932D27" w:rsidP="003A01E1">
      <w:pPr>
        <w:pStyle w:val="code"/>
      </w:pPr>
      <w:r w:rsidRPr="004E1CD2">
        <w:t>ID: 0 IV:   14999695 (=     49999us) TIV      49999us</w:t>
      </w:r>
    </w:p>
    <w:p w:rsidR="00932D27" w:rsidRPr="004E1CD2" w:rsidRDefault="00932D27" w:rsidP="003A01E1">
      <w:pPr>
        <w:pStyle w:val="code"/>
      </w:pPr>
      <w:r w:rsidRPr="004E1CD2">
        <w:t>ID: 1 IV:   14999702 (=     49999us) TIV      49999us</w:t>
      </w:r>
    </w:p>
    <w:p w:rsidR="00932D27" w:rsidRPr="004E1CD2" w:rsidRDefault="00932D27" w:rsidP="003A01E1">
      <w:pPr>
        <w:pStyle w:val="code"/>
      </w:pPr>
      <w:r w:rsidRPr="004E1CD2">
        <w:t>ID: 0 IV:   14999678 (=     49999us) TIV      49999us</w:t>
      </w:r>
    </w:p>
    <w:p w:rsidR="00932D27" w:rsidRPr="004E1CD2" w:rsidRDefault="00932D27" w:rsidP="003A01E1">
      <w:pPr>
        <w:pStyle w:val="code"/>
      </w:pPr>
      <w:r w:rsidRPr="004E1CD2">
        <w:t>ID: 1 IV:   14999695 (=     49999us) TIV      49999us</w:t>
      </w:r>
    </w:p>
    <w:p w:rsidR="00932D27" w:rsidRPr="004E1CD2" w:rsidRDefault="00932D27" w:rsidP="003A01E1">
      <w:pPr>
        <w:pStyle w:val="code"/>
      </w:pPr>
      <w:r w:rsidRPr="004E1CD2">
        <w:t>ID: 0 IV:   14999675 (=     49999us) TIV      49999us</w:t>
      </w:r>
    </w:p>
    <w:p w:rsidR="00932D27" w:rsidRPr="004E1CD2" w:rsidRDefault="00932D27" w:rsidP="003A01E1">
      <w:pPr>
        <w:pStyle w:val="code"/>
      </w:pPr>
      <w:r w:rsidRPr="004E1CD2">
        <w:t>ID: 1 IV:   14999607 (=     49999us) TIV      49999us</w:t>
      </w:r>
    </w:p>
    <w:p w:rsidR="00932D27" w:rsidRPr="004E1CD2" w:rsidRDefault="00932D27" w:rsidP="003A01E1">
      <w:pPr>
        <w:pStyle w:val="code"/>
      </w:pPr>
      <w:r w:rsidRPr="004E1CD2">
        <w:t>ID: 0 IV:   14999579 (=     49999us) TIV      49999us</w:t>
      </w:r>
    </w:p>
    <w:p w:rsidR="00932D27" w:rsidRPr="004E1CD2" w:rsidRDefault="00932D27" w:rsidP="003A01E1">
      <w:pPr>
        <w:pStyle w:val="code"/>
      </w:pPr>
      <w:r w:rsidRPr="004E1CD2">
        <w:t>ID: 1 IV:   14999692 (=     49999us) TIV      49999us</w:t>
      </w:r>
    </w:p>
    <w:p w:rsidR="00932D27" w:rsidRPr="004E1CD2" w:rsidRDefault="00932D27" w:rsidP="003A01E1">
      <w:pPr>
        <w:pStyle w:val="code"/>
      </w:pPr>
      <w:r w:rsidRPr="004E1CD2">
        <w:t>ID: 0 IV:   14999564 (=     49999us) TIV      49999us</w:t>
      </w:r>
    </w:p>
    <w:p w:rsidR="00932D27" w:rsidRPr="004E1CD2" w:rsidRDefault="00932D27" w:rsidP="003A01E1">
      <w:pPr>
        <w:pStyle w:val="code"/>
      </w:pPr>
      <w:r w:rsidRPr="004E1CD2">
        <w:t>ID: 1 IV:   14999681 (=     49999us) TIV      49999us</w:t>
      </w:r>
    </w:p>
    <w:p w:rsidR="00932D27" w:rsidRPr="004E1CD2" w:rsidRDefault="00932D27" w:rsidP="003A01E1">
      <w:pPr>
        <w:pStyle w:val="code"/>
      </w:pPr>
      <w:r w:rsidRPr="004E1CD2">
        <w:t>ID: 0 IV:   14999601 (=     49999us) TIV      49999us</w:t>
      </w:r>
    </w:p>
    <w:p w:rsidR="00932D27" w:rsidRPr="004E1CD2" w:rsidRDefault="00932D27" w:rsidP="003A01E1">
      <w:pPr>
        <w:pStyle w:val="code"/>
      </w:pPr>
      <w:r w:rsidRPr="004E1CD2">
        <w:t>ID: 1 IV:   14999681 (=     49999us) TIV      49999us</w:t>
      </w:r>
    </w:p>
    <w:p w:rsidR="00932D27" w:rsidRPr="004E1CD2" w:rsidRDefault="00932D27" w:rsidP="003A01E1">
      <w:pPr>
        <w:pStyle w:val="code"/>
      </w:pPr>
      <w:r w:rsidRPr="004E1CD2">
        <w:t>ID: 0 IV:   14999577 (=     49999us) TIV      49999us</w:t>
      </w:r>
    </w:p>
    <w:p w:rsidR="00932D27" w:rsidRPr="004E1CD2" w:rsidRDefault="00932D27" w:rsidP="003A01E1">
      <w:pPr>
        <w:pStyle w:val="code"/>
      </w:pPr>
      <w:r w:rsidRPr="004E1CD2">
        <w:t>ID: 1 IV:   14999569 (=     49999us) TIV      49999us</w:t>
      </w:r>
    </w:p>
    <w:p w:rsidR="00932D27" w:rsidRPr="004E1CD2" w:rsidRDefault="00932D27" w:rsidP="003A01E1">
      <w:pPr>
        <w:pStyle w:val="code"/>
      </w:pPr>
      <w:r w:rsidRPr="004E1CD2">
        <w:t>ID: 0 IV:   14999572 (=     49999us) TIV      49999us</w:t>
      </w:r>
    </w:p>
    <w:p w:rsidR="00932D27" w:rsidRPr="004E1CD2" w:rsidRDefault="00932D27" w:rsidP="003A01E1">
      <w:pPr>
        <w:pStyle w:val="code"/>
      </w:pPr>
      <w:r w:rsidRPr="004E1CD2">
        <w:t>ID: 1 IV:   14999583 (=     49999us) TIV      49999us</w:t>
      </w:r>
    </w:p>
    <w:p w:rsidR="00932D27" w:rsidRPr="004E1CD2" w:rsidRDefault="00932D27" w:rsidP="003A01E1">
      <w:pPr>
        <w:pStyle w:val="code"/>
      </w:pPr>
      <w:r w:rsidRPr="004E1CD2">
        <w:t>ID: 0 IV:   14999580 (=     49999us) TIV      49999us</w:t>
      </w:r>
    </w:p>
    <w:p w:rsidR="00932D27" w:rsidRPr="004E1CD2" w:rsidRDefault="00932D27" w:rsidP="003A01E1">
      <w:pPr>
        <w:pStyle w:val="code"/>
      </w:pPr>
      <w:r w:rsidRPr="004E1CD2">
        <w:t>ID: 1 IV:   14999659 (=     49999us) TIV      49999us</w:t>
      </w:r>
    </w:p>
    <w:p w:rsidR="00932D27" w:rsidRPr="004E1CD2" w:rsidRDefault="00932D27" w:rsidP="003A01E1">
      <w:pPr>
        <w:pStyle w:val="code"/>
      </w:pPr>
      <w:r w:rsidRPr="004E1CD2">
        <w:t>ID: 0 IV:   14999686 (=     49999us) TIV      49999us</w:t>
      </w:r>
    </w:p>
    <w:p w:rsidR="00932D27" w:rsidRPr="004E1CD2" w:rsidRDefault="00932D27" w:rsidP="003A01E1">
      <w:pPr>
        <w:pStyle w:val="code"/>
      </w:pPr>
      <w:r w:rsidRPr="004E1CD2">
        <w:t>ID: 1 IV:   14999563 (=     49999us) TIV      49999us</w:t>
      </w:r>
    </w:p>
    <w:p w:rsidR="00932D27" w:rsidRPr="004E1CD2" w:rsidRDefault="00932D27" w:rsidP="003A01E1">
      <w:pPr>
        <w:pStyle w:val="code"/>
      </w:pPr>
      <w:r w:rsidRPr="004E1CD2">
        <w:t>ID: 0 IV:   14999500 (=     49998us) TIV      49998us</w:t>
      </w:r>
    </w:p>
    <w:p w:rsidR="00932D27" w:rsidRPr="004E1CD2" w:rsidRDefault="00932D27" w:rsidP="003A01E1">
      <w:pPr>
        <w:pStyle w:val="code"/>
      </w:pPr>
      <w:r w:rsidRPr="004E1CD2">
        <w:t>ID: 1 IV:   14999692 (=     49999us) TIV      49999us</w:t>
      </w:r>
    </w:p>
    <w:p w:rsidR="00932D27" w:rsidRPr="004E1CD2" w:rsidRDefault="00932D27" w:rsidP="003A01E1">
      <w:pPr>
        <w:pStyle w:val="code"/>
      </w:pPr>
      <w:r w:rsidRPr="004E1CD2">
        <w:t>ID: 0 IV:   14999491 (=     49998us) TIV      49998us</w:t>
      </w:r>
    </w:p>
    <w:p w:rsidR="00932D27" w:rsidRPr="004E1CD2" w:rsidRDefault="00932D27" w:rsidP="003A01E1">
      <w:pPr>
        <w:pStyle w:val="code"/>
      </w:pPr>
      <w:r w:rsidRPr="004E1CD2">
        <w:t>ID: 1 IV:   14999681 (=     49999us) TIV      49999us</w:t>
      </w:r>
    </w:p>
    <w:p w:rsidR="00932D27" w:rsidRPr="004E1CD2" w:rsidRDefault="00932D27" w:rsidP="003A01E1">
      <w:pPr>
        <w:pStyle w:val="code"/>
      </w:pPr>
      <w:r w:rsidRPr="004E1CD2">
        <w:t>ID: 0 IV:   14999579 (=     49999us) TIV      49999us</w:t>
      </w:r>
    </w:p>
    <w:p w:rsidR="00932D27" w:rsidRPr="004E1CD2" w:rsidRDefault="00932D27" w:rsidP="003A01E1">
      <w:pPr>
        <w:pStyle w:val="code"/>
      </w:pPr>
      <w:r w:rsidRPr="004E1CD2">
        <w:t>ID: 1 IV:   14999488 (=     49998us) TIV      49998us</w:t>
      </w:r>
    </w:p>
    <w:p w:rsidR="00932D27" w:rsidRPr="004E1CD2" w:rsidRDefault="00932D27" w:rsidP="003A01E1">
      <w:pPr>
        <w:pStyle w:val="code"/>
      </w:pPr>
      <w:r w:rsidRPr="004E1CD2">
        <w:t>ID: 0 IV:   14999675 (=     49999us) TIV      49999us</w:t>
      </w:r>
    </w:p>
    <w:p w:rsidR="00932D27" w:rsidRPr="004E1CD2" w:rsidRDefault="00932D27" w:rsidP="003A01E1">
      <w:pPr>
        <w:pStyle w:val="code"/>
      </w:pPr>
      <w:r w:rsidRPr="004E1CD2">
        <w:t>ID: 1 IV:   14999586 (=     49999us) TIV      49999us</w:t>
      </w:r>
    </w:p>
    <w:p w:rsidR="00932D27" w:rsidRPr="004E1CD2" w:rsidRDefault="00932D27" w:rsidP="003A01E1">
      <w:pPr>
        <w:pStyle w:val="code"/>
      </w:pPr>
      <w:r w:rsidRPr="004E1CD2">
        <w:t>ID: 0 IV:   14999624 (=     49999us) TIV      49999us</w:t>
      </w:r>
    </w:p>
    <w:p w:rsidR="00932D27" w:rsidRPr="004E1CD2" w:rsidRDefault="00932D27" w:rsidP="003A01E1">
      <w:pPr>
        <w:pStyle w:val="code"/>
      </w:pPr>
      <w:r w:rsidRPr="004E1CD2">
        <w:t>ID: 1 IV:   14999687 (=     49999us) TIV      49999us</w:t>
      </w:r>
    </w:p>
    <w:p w:rsidR="00932D27" w:rsidRPr="004E1CD2" w:rsidRDefault="00932D27" w:rsidP="003A01E1">
      <w:pPr>
        <w:pStyle w:val="code"/>
      </w:pPr>
      <w:r w:rsidRPr="004E1CD2">
        <w:t>ID: 0 IV:   14999497 (=     49998us) TIV      49998us</w:t>
      </w:r>
    </w:p>
    <w:p w:rsidR="00932D27" w:rsidRPr="004E1CD2" w:rsidRDefault="00932D27" w:rsidP="003A01E1">
      <w:pPr>
        <w:pStyle w:val="code"/>
      </w:pPr>
      <w:r w:rsidRPr="004E1CD2">
        <w:t>ID: 1 IV:   14999581 (=     49999us) TIV      49999us</w:t>
      </w:r>
    </w:p>
    <w:p w:rsidR="00932D27" w:rsidRPr="004E1CD2" w:rsidRDefault="00932D27" w:rsidP="003A01E1">
      <w:pPr>
        <w:pStyle w:val="code"/>
      </w:pPr>
      <w:r w:rsidRPr="004E1CD2">
        <w:t>ID: 0 IV:   14999570 (=     49999us) TIV      49999us</w:t>
      </w:r>
    </w:p>
    <w:p w:rsidR="00932D27" w:rsidRPr="004E1CD2" w:rsidRDefault="00932D27" w:rsidP="003A01E1">
      <w:pPr>
        <w:pStyle w:val="code"/>
      </w:pPr>
      <w:r w:rsidRPr="004E1CD2">
        <w:t>ID: 1 IV:   14999589 (=     49999us) TIV      49999us</w:t>
      </w:r>
    </w:p>
    <w:p w:rsidR="00932D27" w:rsidRPr="004E1CD2" w:rsidRDefault="00932D27" w:rsidP="003A01E1">
      <w:pPr>
        <w:pStyle w:val="code"/>
      </w:pPr>
      <w:r w:rsidRPr="004E1CD2">
        <w:t>ID: 0 IV:   14999562 (=     49999us) TIV      49999us</w:t>
      </w:r>
    </w:p>
    <w:p w:rsidR="00932D27" w:rsidRPr="004E1CD2" w:rsidRDefault="00932D27" w:rsidP="003A01E1">
      <w:pPr>
        <w:pStyle w:val="code"/>
      </w:pPr>
      <w:r w:rsidRPr="004E1CD2">
        <w:t>ID: 1 IV:   14999582 (=     49999us) TIV      49999us</w:t>
      </w:r>
    </w:p>
    <w:p w:rsidR="00932D27" w:rsidRPr="004E1CD2" w:rsidRDefault="00932D27" w:rsidP="003A01E1">
      <w:pPr>
        <w:pStyle w:val="code"/>
      </w:pPr>
      <w:r w:rsidRPr="004E1CD2">
        <w:t>ID: 0 IV:   14999667 (=     49999us) TIV      49999us</w:t>
      </w:r>
    </w:p>
    <w:p w:rsidR="00932D27" w:rsidRPr="004E1CD2" w:rsidRDefault="00932D27" w:rsidP="003A01E1">
      <w:pPr>
        <w:pStyle w:val="code"/>
      </w:pPr>
      <w:r w:rsidRPr="004E1CD2">
        <w:t>ID: 1 IV:   14999683 (=     49999us) TIV      49999us</w:t>
      </w:r>
    </w:p>
    <w:p w:rsidR="00932D27" w:rsidRPr="004E1CD2" w:rsidRDefault="00932D27" w:rsidP="003A01E1">
      <w:pPr>
        <w:pStyle w:val="code"/>
      </w:pPr>
      <w:r w:rsidRPr="004E1CD2">
        <w:t>ID: 0 IV:   14999681 (=     49999us) TIV      49999us</w:t>
      </w:r>
    </w:p>
    <w:p w:rsidR="00932D27" w:rsidRPr="004E1CD2" w:rsidRDefault="00932D27" w:rsidP="003A01E1">
      <w:pPr>
        <w:pStyle w:val="code"/>
      </w:pPr>
      <w:r w:rsidRPr="004E1CD2">
        <w:lastRenderedPageBreak/>
        <w:t>ID: 1 IV:   14999567 (=     49999us) TIV      49999us</w:t>
      </w:r>
    </w:p>
    <w:p w:rsidR="00932D27" w:rsidRPr="004E1CD2" w:rsidRDefault="00932D27" w:rsidP="003A01E1">
      <w:pPr>
        <w:pStyle w:val="code"/>
      </w:pPr>
      <w:r w:rsidRPr="004E1CD2">
        <w:t>ID: 0 IV:   14999598 (=     49999us) TIV      49999us</w:t>
      </w:r>
    </w:p>
    <w:p w:rsidR="00932D27" w:rsidRPr="004E1CD2" w:rsidRDefault="00932D27" w:rsidP="003A01E1">
      <w:pPr>
        <w:pStyle w:val="code"/>
      </w:pPr>
      <w:r w:rsidRPr="004E1CD2">
        <w:t>ID: 1 IV:   14999599 (=     49999us) TIV      49999us</w:t>
      </w:r>
    </w:p>
    <w:p w:rsidR="00932D27" w:rsidRPr="004E1CD2" w:rsidRDefault="00932D27" w:rsidP="003A01E1">
      <w:pPr>
        <w:pStyle w:val="code"/>
      </w:pPr>
      <w:r w:rsidRPr="004E1CD2">
        <w:t>ID: 0 IV:   14999590 (=     49999us) TIV      49999us</w:t>
      </w:r>
    </w:p>
    <w:p w:rsidR="00932D27" w:rsidRPr="004E1CD2" w:rsidRDefault="00932D27" w:rsidP="003A01E1">
      <w:pPr>
        <w:pStyle w:val="code"/>
      </w:pPr>
      <w:r w:rsidRPr="004E1CD2">
        <w:t>ID: 1 IV:   14999588 (=     49999us) TIV      49999us</w:t>
      </w:r>
    </w:p>
    <w:p w:rsidR="00932D27" w:rsidRPr="004E1CD2" w:rsidRDefault="00932D27" w:rsidP="003A01E1">
      <w:pPr>
        <w:pStyle w:val="code"/>
      </w:pPr>
      <w:r w:rsidRPr="004E1CD2">
        <w:t>ID: 0 IV:   14999581 (=     49999us) TIV      49999us</w:t>
      </w:r>
    </w:p>
    <w:p w:rsidR="00932D27" w:rsidRPr="004E1CD2" w:rsidRDefault="00932D27" w:rsidP="003A01E1">
      <w:pPr>
        <w:pStyle w:val="code"/>
      </w:pPr>
      <w:r w:rsidRPr="004E1CD2">
        <w:t>ID: 1 IV:   14999567 (=     49999us) TIV      49999us</w:t>
      </w:r>
    </w:p>
    <w:p w:rsidR="00932D27" w:rsidRPr="004E1CD2" w:rsidRDefault="00932D27" w:rsidP="003A01E1">
      <w:pPr>
        <w:pStyle w:val="code"/>
      </w:pPr>
      <w:r w:rsidRPr="004E1CD2">
        <w:t>ID: 0 IV:   14999581 (=     49999us) TIV      49999us</w:t>
      </w:r>
    </w:p>
    <w:p w:rsidR="00932D27" w:rsidRPr="004E1CD2" w:rsidRDefault="00932D27" w:rsidP="003A01E1">
      <w:pPr>
        <w:pStyle w:val="code"/>
      </w:pPr>
      <w:r w:rsidRPr="004E1CD2">
        <w:t>ID: 1 IV:   14999671 (=     49999us) TIV      49999us</w:t>
      </w:r>
    </w:p>
    <w:p w:rsidR="00932D27" w:rsidRPr="004E1CD2" w:rsidRDefault="00932D27" w:rsidP="003A01E1">
      <w:pPr>
        <w:pStyle w:val="code"/>
      </w:pPr>
      <w:r w:rsidRPr="004E1CD2">
        <w:t>ID: 0 IV:   14999582 (=     49999us) TIV      49999us</w:t>
      </w:r>
    </w:p>
    <w:p w:rsidR="00932D27" w:rsidRPr="004E1CD2" w:rsidRDefault="00932D27" w:rsidP="003A01E1">
      <w:pPr>
        <w:pStyle w:val="code"/>
      </w:pPr>
      <w:r w:rsidRPr="004E1CD2">
        <w:t>ID: 1 IV:   14999674 (=     49999us) TIV      49999us</w:t>
      </w:r>
    </w:p>
    <w:p w:rsidR="00932D27" w:rsidRPr="004E1CD2" w:rsidRDefault="00932D27" w:rsidP="003A01E1">
      <w:pPr>
        <w:pStyle w:val="code"/>
      </w:pPr>
      <w:r w:rsidRPr="004E1CD2">
        <w:t>ID: 0 IV:   14999605 (=     49999us) TIV      49999us</w:t>
      </w:r>
    </w:p>
    <w:p w:rsidR="00932D27" w:rsidRPr="004E1CD2" w:rsidRDefault="00932D27" w:rsidP="003A01E1">
      <w:pPr>
        <w:pStyle w:val="code"/>
      </w:pPr>
      <w:r w:rsidRPr="004E1CD2">
        <w:t>ID: 1 IV:   14999581 (=     49999us) TIV      49999us</w:t>
      </w:r>
    </w:p>
    <w:p w:rsidR="00932D27" w:rsidRPr="004E1CD2" w:rsidRDefault="00932D27" w:rsidP="003A01E1">
      <w:pPr>
        <w:pStyle w:val="code"/>
      </w:pPr>
      <w:r w:rsidRPr="004E1CD2">
        <w:t>ID: 0 IV:   14999481 (=     49998us) TIV      49998us</w:t>
      </w:r>
    </w:p>
    <w:p w:rsidR="00932D27" w:rsidRPr="004E1CD2" w:rsidRDefault="00932D27" w:rsidP="003A01E1">
      <w:pPr>
        <w:pStyle w:val="code"/>
      </w:pPr>
      <w:r w:rsidRPr="004E1CD2">
        <w:t>ID: 1 IV:   14999581 (=     49999us) TIV      49999us</w:t>
      </w:r>
    </w:p>
    <w:p w:rsidR="00932D27" w:rsidRPr="004E1CD2" w:rsidRDefault="00932D27" w:rsidP="003A01E1">
      <w:pPr>
        <w:pStyle w:val="code"/>
      </w:pPr>
      <w:r w:rsidRPr="004E1CD2">
        <w:t>ID: 0 IV:   14999566 (=     49999us) TIV      49999us</w:t>
      </w:r>
    </w:p>
    <w:p w:rsidR="00932D27" w:rsidRPr="004E1CD2" w:rsidRDefault="00932D27" w:rsidP="003A01E1">
      <w:pPr>
        <w:pStyle w:val="code"/>
      </w:pPr>
      <w:r w:rsidRPr="004E1CD2">
        <w:t>ID: 1 IV:   14999673 (=     49999us) TIV      49999us</w:t>
      </w:r>
    </w:p>
    <w:p w:rsidR="00932D27" w:rsidRPr="004E1CD2" w:rsidRDefault="00932D27" w:rsidP="003A01E1">
      <w:pPr>
        <w:pStyle w:val="code"/>
      </w:pPr>
      <w:r w:rsidRPr="004E1CD2">
        <w:t>ID: 0 IV:   14999568 (=     49999us) TIV      49999us</w:t>
      </w:r>
    </w:p>
    <w:p w:rsidR="00932D27" w:rsidRPr="004E1CD2" w:rsidRDefault="00932D27" w:rsidP="003A01E1">
      <w:pPr>
        <w:pStyle w:val="code"/>
      </w:pPr>
      <w:r w:rsidRPr="004E1CD2">
        <w:t>ID: 1 IV:   14999570 (=     49999us) TIV      49999us</w:t>
      </w:r>
    </w:p>
    <w:p w:rsidR="00932D27" w:rsidRPr="004E1CD2" w:rsidRDefault="00932D27" w:rsidP="003A01E1">
      <w:pPr>
        <w:pStyle w:val="code"/>
      </w:pPr>
      <w:r w:rsidRPr="004E1CD2">
        <w:t>ID: 0 IV:   14999566 (=     49999us) TIV      49999us</w:t>
      </w:r>
    </w:p>
    <w:p w:rsidR="00932D27" w:rsidRPr="004E1CD2" w:rsidRDefault="00932D27" w:rsidP="003A01E1">
      <w:pPr>
        <w:pStyle w:val="code"/>
      </w:pPr>
      <w:r w:rsidRPr="004E1CD2">
        <w:t>ID: 1 IV:   14999476 (=     49998us) TIV      49998us</w:t>
      </w:r>
    </w:p>
    <w:p w:rsidR="00932D27" w:rsidRPr="004E1CD2" w:rsidRDefault="00932D27" w:rsidP="003A01E1">
      <w:pPr>
        <w:pStyle w:val="code"/>
      </w:pPr>
      <w:r w:rsidRPr="004E1CD2">
        <w:t>ID: 0 IV:   14999609 (=     49999us) TIV      49999us</w:t>
      </w:r>
    </w:p>
    <w:p w:rsidR="00932D27" w:rsidRPr="004E1CD2" w:rsidRDefault="00932D27" w:rsidP="003A01E1">
      <w:pPr>
        <w:pStyle w:val="code"/>
      </w:pPr>
      <w:r w:rsidRPr="004E1CD2">
        <w:t>ID: 1 IV:   14999676 (=     49999us) TIV      49999us</w:t>
      </w:r>
    </w:p>
    <w:p w:rsidR="00932D27" w:rsidRPr="004E1CD2" w:rsidRDefault="00932D27" w:rsidP="003A01E1">
      <w:pPr>
        <w:pStyle w:val="code"/>
      </w:pPr>
      <w:r w:rsidRPr="004E1CD2">
        <w:t>ID: 0 IV:   14999681 (=     49999us) TIV      49999us</w:t>
      </w:r>
    </w:p>
    <w:p w:rsidR="00932D27" w:rsidRPr="004E1CD2" w:rsidRDefault="00932D27" w:rsidP="003A01E1">
      <w:pPr>
        <w:pStyle w:val="code"/>
      </w:pPr>
      <w:r w:rsidRPr="004E1CD2">
        <w:t>ID: 1 IV:   14999598 (=     49999us) TIV      49999us</w:t>
      </w:r>
    </w:p>
    <w:p w:rsidR="00932D27" w:rsidRPr="004E1CD2" w:rsidRDefault="00932D27" w:rsidP="003A01E1">
      <w:pPr>
        <w:pStyle w:val="code"/>
      </w:pPr>
      <w:r w:rsidRPr="004E1CD2">
        <w:t>ID: 0 IV:   14999571 (=     49999us) TIV      49999us</w:t>
      </w:r>
    </w:p>
    <w:p w:rsidR="00932D27" w:rsidRPr="004E1CD2" w:rsidRDefault="00932D27" w:rsidP="003A01E1">
      <w:pPr>
        <w:pStyle w:val="code"/>
      </w:pPr>
      <w:r w:rsidRPr="004E1CD2">
        <w:t>ID: 1 IV:   14999577 (=     49999us) TIV      49999us</w:t>
      </w:r>
    </w:p>
    <w:p w:rsidR="00932D27" w:rsidRPr="004E1CD2" w:rsidRDefault="00932D27" w:rsidP="003A01E1">
      <w:pPr>
        <w:pStyle w:val="code"/>
      </w:pPr>
      <w:r w:rsidRPr="004E1CD2">
        <w:t>ID: 0 IV:   14999679 (=     49999us) TIV      49999us</w:t>
      </w:r>
    </w:p>
    <w:p w:rsidR="00932D27" w:rsidRPr="004E1CD2" w:rsidRDefault="00932D27" w:rsidP="003A01E1">
      <w:pPr>
        <w:pStyle w:val="code"/>
      </w:pPr>
      <w:r w:rsidRPr="004E1CD2">
        <w:t>ID: 1 IV:   14999575 (=     49999us) TIV      49999us</w:t>
      </w:r>
    </w:p>
    <w:p w:rsidR="00932D27" w:rsidRPr="004E1CD2" w:rsidRDefault="00932D27" w:rsidP="003A01E1">
      <w:pPr>
        <w:pStyle w:val="code"/>
      </w:pPr>
      <w:r w:rsidRPr="004E1CD2">
        <w:t>RANGE 49996-49999us (3us)</w:t>
      </w:r>
    </w:p>
    <w:p w:rsidR="00932D27" w:rsidRPr="004E1CD2" w:rsidRDefault="00932D27" w:rsidP="003A01E1">
      <w:pPr>
        <w:pStyle w:val="code"/>
      </w:pPr>
      <w:r w:rsidRPr="004E1CD2">
        <w:t xml:space="preserve">RTEST: Level  003 </w:t>
      </w:r>
    </w:p>
    <w:p w:rsidR="00932D27" w:rsidRPr="004E1CD2" w:rsidRDefault="00932D27" w:rsidP="003A01E1">
      <w:pPr>
        <w:pStyle w:val="code"/>
      </w:pPr>
      <w:r w:rsidRPr="004E1CD2">
        <w:t>Next test - expecting double</w:t>
      </w:r>
    </w:p>
    <w:p w:rsidR="00932D27" w:rsidRPr="004E1CD2" w:rsidRDefault="00932D27" w:rsidP="003A01E1">
      <w:pPr>
        <w:pStyle w:val="code"/>
      </w:pPr>
      <w:r w:rsidRPr="004E1CD2">
        <w:t>ID: 1 IV:   29998603 (=     99995us) TIV          0us</w:t>
      </w:r>
    </w:p>
    <w:p w:rsidR="00932D27" w:rsidRPr="004E1CD2" w:rsidRDefault="00932D27" w:rsidP="003A01E1">
      <w:pPr>
        <w:pStyle w:val="code"/>
      </w:pPr>
      <w:r w:rsidRPr="004E1CD2">
        <w:t>ID: 0 IV:   29998963 (=     99997us) TIV      99997us</w:t>
      </w:r>
    </w:p>
    <w:p w:rsidR="00932D27" w:rsidRPr="004E1CD2" w:rsidRDefault="00932D27" w:rsidP="003A01E1">
      <w:pPr>
        <w:pStyle w:val="code"/>
      </w:pPr>
      <w:r w:rsidRPr="004E1CD2">
        <w:t>ID: 1 IV:   29999434 (=     99998us) TIV      99998us</w:t>
      </w:r>
    </w:p>
    <w:p w:rsidR="00932D27" w:rsidRPr="004E1CD2" w:rsidRDefault="00932D27" w:rsidP="003A01E1">
      <w:pPr>
        <w:pStyle w:val="code"/>
      </w:pPr>
      <w:r w:rsidRPr="004E1CD2">
        <w:t>ID: 0 IV:   29999533 (=     99998us) TIV      99998us</w:t>
      </w:r>
    </w:p>
    <w:p w:rsidR="00932D27" w:rsidRPr="004E1CD2" w:rsidRDefault="00932D27" w:rsidP="003A01E1">
      <w:pPr>
        <w:pStyle w:val="code"/>
      </w:pPr>
      <w:r w:rsidRPr="004E1CD2">
        <w:t>ID: 1 IV:   29999557 (=     99999us) TIV      99999us</w:t>
      </w:r>
    </w:p>
    <w:p w:rsidR="00932D27" w:rsidRPr="004E1CD2" w:rsidRDefault="00932D27" w:rsidP="003A01E1">
      <w:pPr>
        <w:pStyle w:val="code"/>
      </w:pPr>
      <w:r w:rsidRPr="004E1CD2">
        <w:t>ID: 0 IV:   29999587 (=     99999us) TIV      99999us</w:t>
      </w:r>
    </w:p>
    <w:p w:rsidR="00932D27" w:rsidRPr="004E1CD2" w:rsidRDefault="00932D27" w:rsidP="003A01E1">
      <w:pPr>
        <w:pStyle w:val="code"/>
      </w:pPr>
      <w:r w:rsidRPr="004E1CD2">
        <w:t>ID: 1 IV:   29999638 (=     99999us) TIV      99999us</w:t>
      </w:r>
    </w:p>
    <w:p w:rsidR="00932D27" w:rsidRPr="004E1CD2" w:rsidRDefault="00932D27" w:rsidP="003A01E1">
      <w:pPr>
        <w:pStyle w:val="code"/>
      </w:pPr>
      <w:r w:rsidRPr="004E1CD2">
        <w:t>ID: 0 IV:   29999634 (=     99999us) TIV      99999us</w:t>
      </w:r>
    </w:p>
    <w:p w:rsidR="00932D27" w:rsidRPr="004E1CD2" w:rsidRDefault="00932D27" w:rsidP="003A01E1">
      <w:pPr>
        <w:pStyle w:val="code"/>
      </w:pPr>
      <w:r w:rsidRPr="004E1CD2">
        <w:t>ID: 1 IV:   29999620 (=     99999us) TIV      99999us</w:t>
      </w:r>
    </w:p>
    <w:p w:rsidR="00932D27" w:rsidRPr="004E1CD2" w:rsidRDefault="00932D27" w:rsidP="003A01E1">
      <w:pPr>
        <w:pStyle w:val="code"/>
      </w:pPr>
      <w:r w:rsidRPr="004E1CD2">
        <w:t>ID: 0 IV:   29999615 (=     99999us) TIV      99999us</w:t>
      </w:r>
    </w:p>
    <w:p w:rsidR="00932D27" w:rsidRPr="004E1CD2" w:rsidRDefault="00932D27" w:rsidP="003A01E1">
      <w:pPr>
        <w:pStyle w:val="code"/>
      </w:pPr>
      <w:r w:rsidRPr="004E1CD2">
        <w:t>ID: 1 IV:   29999662 (=     99999us) TIV      99999us</w:t>
      </w:r>
    </w:p>
    <w:p w:rsidR="00932D27" w:rsidRPr="004E1CD2" w:rsidRDefault="00932D27" w:rsidP="003A01E1">
      <w:pPr>
        <w:pStyle w:val="code"/>
      </w:pPr>
      <w:r w:rsidRPr="004E1CD2">
        <w:t>ID: 0 IV:   29999554 (=     99999us) TIV      99999us</w:t>
      </w:r>
    </w:p>
    <w:p w:rsidR="00932D27" w:rsidRPr="004E1CD2" w:rsidRDefault="00932D27" w:rsidP="003A01E1">
      <w:pPr>
        <w:pStyle w:val="code"/>
      </w:pPr>
      <w:r w:rsidRPr="004E1CD2">
        <w:t>ID: 1 IV:   29999540 (=     99998us) TIV      99998us</w:t>
      </w:r>
    </w:p>
    <w:p w:rsidR="00932D27" w:rsidRPr="004E1CD2" w:rsidRDefault="00932D27" w:rsidP="003A01E1">
      <w:pPr>
        <w:pStyle w:val="code"/>
      </w:pPr>
      <w:r w:rsidRPr="004E1CD2">
        <w:t>ID: 0 IV:   29999626 (=     99999us) TIV      99999us</w:t>
      </w:r>
    </w:p>
    <w:p w:rsidR="00932D27" w:rsidRPr="004E1CD2" w:rsidRDefault="00932D27" w:rsidP="003A01E1">
      <w:pPr>
        <w:pStyle w:val="code"/>
      </w:pPr>
      <w:r w:rsidRPr="004E1CD2">
        <w:lastRenderedPageBreak/>
        <w:t>ID: 1 IV:   29999617 (=     99999us) TIV      99999us</w:t>
      </w:r>
    </w:p>
    <w:p w:rsidR="00932D27" w:rsidRPr="004E1CD2" w:rsidRDefault="00932D27" w:rsidP="003A01E1">
      <w:pPr>
        <w:pStyle w:val="code"/>
      </w:pPr>
      <w:r w:rsidRPr="004E1CD2">
        <w:t>ID: 0 IV:   29999551 (=     99999us) TIV      99999us</w:t>
      </w:r>
    </w:p>
    <w:p w:rsidR="00932D27" w:rsidRPr="004E1CD2" w:rsidRDefault="00932D27" w:rsidP="003A01E1">
      <w:pPr>
        <w:pStyle w:val="code"/>
      </w:pPr>
      <w:r w:rsidRPr="004E1CD2">
        <w:t>ID: 1 IV:   29999646 (=     99999us) TIV      99999us</w:t>
      </w:r>
    </w:p>
    <w:p w:rsidR="00932D27" w:rsidRPr="004E1CD2" w:rsidRDefault="00932D27" w:rsidP="003A01E1">
      <w:pPr>
        <w:pStyle w:val="code"/>
      </w:pPr>
      <w:r w:rsidRPr="004E1CD2">
        <w:t>ID: 0 IV:   29999642 (=     99999us) TIV      99999us</w:t>
      </w:r>
    </w:p>
    <w:p w:rsidR="00932D27" w:rsidRPr="004E1CD2" w:rsidRDefault="00932D27" w:rsidP="003A01E1">
      <w:pPr>
        <w:pStyle w:val="code"/>
      </w:pPr>
      <w:r w:rsidRPr="004E1CD2">
        <w:t>ID: 1 IV:   29999633 (=     99999us) TIV      99999us</w:t>
      </w:r>
    </w:p>
    <w:p w:rsidR="00932D27" w:rsidRPr="004E1CD2" w:rsidRDefault="00932D27" w:rsidP="003A01E1">
      <w:pPr>
        <w:pStyle w:val="code"/>
      </w:pPr>
      <w:r w:rsidRPr="004E1CD2">
        <w:t>ID: 0 IV:   29999657 (=     99999us) TIV      99999us</w:t>
      </w:r>
    </w:p>
    <w:p w:rsidR="00932D27" w:rsidRPr="004E1CD2" w:rsidRDefault="00932D27" w:rsidP="003A01E1">
      <w:pPr>
        <w:pStyle w:val="code"/>
      </w:pPr>
      <w:r w:rsidRPr="004E1CD2">
        <w:t>ID: 1 IV:   29999564 (=     99999us) TIV      99999us</w:t>
      </w:r>
    </w:p>
    <w:p w:rsidR="00932D27" w:rsidRPr="004E1CD2" w:rsidRDefault="00932D27" w:rsidP="003A01E1">
      <w:pPr>
        <w:pStyle w:val="code"/>
      </w:pPr>
      <w:r w:rsidRPr="004E1CD2">
        <w:t>ID: 0 IV:   29999553 (=     99999us) TIV      99999us</w:t>
      </w:r>
    </w:p>
    <w:p w:rsidR="00932D27" w:rsidRPr="004E1CD2" w:rsidRDefault="00932D27" w:rsidP="003A01E1">
      <w:pPr>
        <w:pStyle w:val="code"/>
      </w:pPr>
      <w:r w:rsidRPr="004E1CD2">
        <w:t>ID: 1 IV:   29999633 (=     99999us) TIV      99999us</w:t>
      </w:r>
    </w:p>
    <w:p w:rsidR="00932D27" w:rsidRPr="004E1CD2" w:rsidRDefault="00932D27" w:rsidP="003A01E1">
      <w:pPr>
        <w:pStyle w:val="code"/>
      </w:pPr>
      <w:r w:rsidRPr="004E1CD2">
        <w:t>ID: 0 IV:   29999642 (=     99999us) TIV      99999us</w:t>
      </w:r>
    </w:p>
    <w:p w:rsidR="00932D27" w:rsidRPr="004E1CD2" w:rsidRDefault="00932D27" w:rsidP="003A01E1">
      <w:pPr>
        <w:pStyle w:val="code"/>
      </w:pPr>
      <w:r w:rsidRPr="004E1CD2">
        <w:t>ID: 1 IV:   29999628 (=     99999us) TIV      99999us</w:t>
      </w:r>
    </w:p>
    <w:p w:rsidR="00932D27" w:rsidRPr="004E1CD2" w:rsidRDefault="00932D27" w:rsidP="003A01E1">
      <w:pPr>
        <w:pStyle w:val="code"/>
      </w:pPr>
      <w:r w:rsidRPr="004E1CD2">
        <w:t>ID: 0 IV:   29999668 (=     99999us) TIV      99999us</w:t>
      </w:r>
    </w:p>
    <w:p w:rsidR="00932D27" w:rsidRPr="004E1CD2" w:rsidRDefault="00932D27" w:rsidP="003A01E1">
      <w:pPr>
        <w:pStyle w:val="code"/>
      </w:pPr>
      <w:r w:rsidRPr="004E1CD2">
        <w:t>ID: 1 IV:   29999626 (=     99999us) TIV      99999us</w:t>
      </w:r>
    </w:p>
    <w:p w:rsidR="00932D27" w:rsidRPr="004E1CD2" w:rsidRDefault="00932D27" w:rsidP="003A01E1">
      <w:pPr>
        <w:pStyle w:val="code"/>
      </w:pPr>
      <w:r w:rsidRPr="004E1CD2">
        <w:t>ID: 0 IV:   29999625 (=     99999us) TIV      99999us</w:t>
      </w:r>
    </w:p>
    <w:p w:rsidR="00932D27" w:rsidRPr="004E1CD2" w:rsidRDefault="00932D27" w:rsidP="003A01E1">
      <w:pPr>
        <w:pStyle w:val="code"/>
      </w:pPr>
      <w:r w:rsidRPr="004E1CD2">
        <w:t>ID: 1 IV:   29999611 (=     99999us) TIV      99999us</w:t>
      </w:r>
    </w:p>
    <w:p w:rsidR="00932D27" w:rsidRPr="004E1CD2" w:rsidRDefault="00932D27" w:rsidP="003A01E1">
      <w:pPr>
        <w:pStyle w:val="code"/>
      </w:pPr>
      <w:r w:rsidRPr="004E1CD2">
        <w:t>ID: 0 IV:   29999633 (=     99999us) TIV      99999us</w:t>
      </w:r>
    </w:p>
    <w:p w:rsidR="00932D27" w:rsidRPr="004E1CD2" w:rsidRDefault="00932D27" w:rsidP="003A01E1">
      <w:pPr>
        <w:pStyle w:val="code"/>
      </w:pPr>
      <w:r w:rsidRPr="004E1CD2">
        <w:t>ID: 1 IV:   29999554 (=     99999us) TIV      99999us</w:t>
      </w:r>
    </w:p>
    <w:p w:rsidR="00932D27" w:rsidRPr="004E1CD2" w:rsidRDefault="00932D27" w:rsidP="003A01E1">
      <w:pPr>
        <w:pStyle w:val="code"/>
      </w:pPr>
      <w:r w:rsidRPr="004E1CD2">
        <w:t>ID: 0 IV:   29999638 (=     99999us) TIV      99999us</w:t>
      </w:r>
    </w:p>
    <w:p w:rsidR="00932D27" w:rsidRPr="004E1CD2" w:rsidRDefault="00932D27" w:rsidP="003A01E1">
      <w:pPr>
        <w:pStyle w:val="code"/>
      </w:pPr>
      <w:r w:rsidRPr="004E1CD2">
        <w:t>ID: 1 IV:   29999541 (=     99998us) TIV      99998us</w:t>
      </w:r>
    </w:p>
    <w:p w:rsidR="00932D27" w:rsidRPr="004E1CD2" w:rsidRDefault="00932D27" w:rsidP="003A01E1">
      <w:pPr>
        <w:pStyle w:val="code"/>
      </w:pPr>
      <w:r w:rsidRPr="004E1CD2">
        <w:t>ID: 0 IV:   29999618 (=     99999us) TIV      99999us</w:t>
      </w:r>
    </w:p>
    <w:p w:rsidR="00932D27" w:rsidRPr="004E1CD2" w:rsidRDefault="00932D27" w:rsidP="003A01E1">
      <w:pPr>
        <w:pStyle w:val="code"/>
      </w:pPr>
      <w:r w:rsidRPr="004E1CD2">
        <w:t>ID: 1 IV:   29999617 (=     99999us) TIV      99999us</w:t>
      </w:r>
    </w:p>
    <w:p w:rsidR="00932D27" w:rsidRPr="004E1CD2" w:rsidRDefault="00932D27" w:rsidP="003A01E1">
      <w:pPr>
        <w:pStyle w:val="code"/>
      </w:pPr>
      <w:r w:rsidRPr="004E1CD2">
        <w:t>ID: 0 IV:   29999658 (=     99999us) TIV      99999us</w:t>
      </w:r>
    </w:p>
    <w:p w:rsidR="00932D27" w:rsidRPr="004E1CD2" w:rsidRDefault="00932D27" w:rsidP="003A01E1">
      <w:pPr>
        <w:pStyle w:val="code"/>
      </w:pPr>
      <w:r w:rsidRPr="004E1CD2">
        <w:t>ID: 1 IV:   29999634 (=     99999us) TIV      99999us</w:t>
      </w:r>
    </w:p>
    <w:p w:rsidR="00932D27" w:rsidRPr="004E1CD2" w:rsidRDefault="00932D27" w:rsidP="003A01E1">
      <w:pPr>
        <w:pStyle w:val="code"/>
      </w:pPr>
      <w:r w:rsidRPr="004E1CD2">
        <w:t>ID: 0 IV:   29999623 (=     99999us) TIV      99999us</w:t>
      </w:r>
    </w:p>
    <w:p w:rsidR="00932D27" w:rsidRPr="004E1CD2" w:rsidRDefault="00932D27" w:rsidP="003A01E1">
      <w:pPr>
        <w:pStyle w:val="code"/>
      </w:pPr>
      <w:r w:rsidRPr="004E1CD2">
        <w:t>ID: 1 IV:   29999641 (=     99999us) TIV      99999us</w:t>
      </w:r>
    </w:p>
    <w:p w:rsidR="00932D27" w:rsidRPr="004E1CD2" w:rsidRDefault="00932D27" w:rsidP="003A01E1">
      <w:pPr>
        <w:pStyle w:val="code"/>
      </w:pPr>
      <w:r w:rsidRPr="004E1CD2">
        <w:t>ID: 0 IV:   29999606 (=     99999us) TIV      99999us</w:t>
      </w:r>
    </w:p>
    <w:p w:rsidR="00932D27" w:rsidRPr="004E1CD2" w:rsidRDefault="00932D27" w:rsidP="003A01E1">
      <w:pPr>
        <w:pStyle w:val="code"/>
      </w:pPr>
      <w:r w:rsidRPr="004E1CD2">
        <w:t>ID: 1 IV:   29999572 (=     99999us) TIV      99999us</w:t>
      </w:r>
    </w:p>
    <w:p w:rsidR="00932D27" w:rsidRPr="004E1CD2" w:rsidRDefault="00932D27" w:rsidP="003A01E1">
      <w:pPr>
        <w:pStyle w:val="code"/>
      </w:pPr>
      <w:r w:rsidRPr="004E1CD2">
        <w:t>ID: 0 IV:   29999632 (=     99999us) TIV      99999us</w:t>
      </w:r>
    </w:p>
    <w:p w:rsidR="00932D27" w:rsidRPr="004E1CD2" w:rsidRDefault="00932D27" w:rsidP="003A01E1">
      <w:pPr>
        <w:pStyle w:val="code"/>
      </w:pPr>
      <w:r w:rsidRPr="004E1CD2">
        <w:t>ID: 1 IV:   29999518 (=     99998us) TIV      99998us</w:t>
      </w:r>
    </w:p>
    <w:p w:rsidR="00932D27" w:rsidRPr="004E1CD2" w:rsidRDefault="00932D27" w:rsidP="003A01E1">
      <w:pPr>
        <w:pStyle w:val="code"/>
      </w:pPr>
      <w:r w:rsidRPr="004E1CD2">
        <w:t>ID: 0 IV:   29999614 (=     99999us) TIV      99999us</w:t>
      </w:r>
    </w:p>
    <w:p w:rsidR="00932D27" w:rsidRPr="004E1CD2" w:rsidRDefault="00932D27" w:rsidP="003A01E1">
      <w:pPr>
        <w:pStyle w:val="code"/>
      </w:pPr>
      <w:r w:rsidRPr="004E1CD2">
        <w:t>ID: 1 IV:   29999628 (=     99999us) TIV      99999us</w:t>
      </w:r>
    </w:p>
    <w:p w:rsidR="00932D27" w:rsidRPr="004E1CD2" w:rsidRDefault="00932D27" w:rsidP="003A01E1">
      <w:pPr>
        <w:pStyle w:val="code"/>
      </w:pPr>
      <w:r w:rsidRPr="004E1CD2">
        <w:t>ID: 0 IV:   29999666 (=     99999us) TIV      99999us</w:t>
      </w:r>
    </w:p>
    <w:p w:rsidR="00932D27" w:rsidRPr="004E1CD2" w:rsidRDefault="00932D27" w:rsidP="003A01E1">
      <w:pPr>
        <w:pStyle w:val="code"/>
      </w:pPr>
      <w:r w:rsidRPr="004E1CD2">
        <w:t>ID: 1 IV:   29999648 (=     99999us) TIV      99999us</w:t>
      </w:r>
    </w:p>
    <w:p w:rsidR="00932D27" w:rsidRPr="004E1CD2" w:rsidRDefault="00932D27" w:rsidP="003A01E1">
      <w:pPr>
        <w:pStyle w:val="code"/>
      </w:pPr>
      <w:r w:rsidRPr="004E1CD2">
        <w:t>ID: 0 IV:   29999625 (=     99999us) TIV      99999us</w:t>
      </w:r>
    </w:p>
    <w:p w:rsidR="00932D27" w:rsidRPr="004E1CD2" w:rsidRDefault="00932D27" w:rsidP="003A01E1">
      <w:pPr>
        <w:pStyle w:val="code"/>
      </w:pPr>
      <w:r w:rsidRPr="004E1CD2">
        <w:t>ID: 1 IV:   29999631 (=     99999us) TIV      99999us</w:t>
      </w:r>
    </w:p>
    <w:p w:rsidR="00932D27" w:rsidRPr="004E1CD2" w:rsidRDefault="00932D27" w:rsidP="003A01E1">
      <w:pPr>
        <w:pStyle w:val="code"/>
      </w:pPr>
      <w:r w:rsidRPr="004E1CD2">
        <w:t>ID: 0 IV:   29999588 (=     99999us) TIV      99999us</w:t>
      </w:r>
    </w:p>
    <w:p w:rsidR="00932D27" w:rsidRPr="004E1CD2" w:rsidRDefault="00932D27" w:rsidP="003A01E1">
      <w:pPr>
        <w:pStyle w:val="code"/>
      </w:pPr>
      <w:r w:rsidRPr="004E1CD2">
        <w:t>ID: 1 IV:   29999644 (=     99999us) TIV      99999us</w:t>
      </w:r>
    </w:p>
    <w:p w:rsidR="00932D27" w:rsidRPr="004E1CD2" w:rsidRDefault="00932D27" w:rsidP="003A01E1">
      <w:pPr>
        <w:pStyle w:val="code"/>
      </w:pPr>
      <w:r w:rsidRPr="004E1CD2">
        <w:t>ID: 0 IV:   29999635 (=     99999us) TIV      99999us</w:t>
      </w:r>
    </w:p>
    <w:p w:rsidR="00932D27" w:rsidRPr="004E1CD2" w:rsidRDefault="00932D27" w:rsidP="003A01E1">
      <w:pPr>
        <w:pStyle w:val="code"/>
      </w:pPr>
      <w:r w:rsidRPr="004E1CD2">
        <w:t>ID: 1 IV:   29999630 (=     99999us) TIV      99999us</w:t>
      </w:r>
    </w:p>
    <w:p w:rsidR="00932D27" w:rsidRPr="004E1CD2" w:rsidRDefault="00932D27" w:rsidP="003A01E1">
      <w:pPr>
        <w:pStyle w:val="code"/>
      </w:pPr>
      <w:r w:rsidRPr="004E1CD2">
        <w:t>ID: 0 IV:   29999643 (=     99999us) TIV      99999us</w:t>
      </w:r>
    </w:p>
    <w:p w:rsidR="00932D27" w:rsidRPr="004E1CD2" w:rsidRDefault="00932D27" w:rsidP="003A01E1">
      <w:pPr>
        <w:pStyle w:val="code"/>
      </w:pPr>
      <w:r w:rsidRPr="004E1CD2">
        <w:t>ID: 1 IV:   29999627 (=     99999us) TIV      99999us</w:t>
      </w:r>
    </w:p>
    <w:p w:rsidR="00932D27" w:rsidRPr="004E1CD2" w:rsidRDefault="00932D27" w:rsidP="003A01E1">
      <w:pPr>
        <w:pStyle w:val="code"/>
      </w:pPr>
      <w:r w:rsidRPr="004E1CD2">
        <w:t>ID: 0 IV:   29999668 (=     99999us) TIV      99999us</w:t>
      </w:r>
    </w:p>
    <w:p w:rsidR="00932D27" w:rsidRPr="004E1CD2" w:rsidRDefault="00932D27" w:rsidP="003A01E1">
      <w:pPr>
        <w:pStyle w:val="code"/>
      </w:pPr>
      <w:r w:rsidRPr="004E1CD2">
        <w:t>ID: 1 IV:   29999634 (=     99999us) TIV      99999us</w:t>
      </w:r>
    </w:p>
    <w:p w:rsidR="00932D27" w:rsidRPr="004E1CD2" w:rsidRDefault="00932D27" w:rsidP="003A01E1">
      <w:pPr>
        <w:pStyle w:val="code"/>
      </w:pPr>
      <w:r w:rsidRPr="004E1CD2">
        <w:t>ID: 0 IV:   29999524 (=     99998us) TIV      99998us</w:t>
      </w:r>
    </w:p>
    <w:p w:rsidR="00932D27" w:rsidRPr="004E1CD2" w:rsidRDefault="00932D27" w:rsidP="003A01E1">
      <w:pPr>
        <w:pStyle w:val="code"/>
      </w:pPr>
      <w:r w:rsidRPr="004E1CD2">
        <w:t>ID: 1 IV:   29999625 (=     99999us) TIV      99999us</w:t>
      </w:r>
    </w:p>
    <w:p w:rsidR="00932D27" w:rsidRPr="004E1CD2" w:rsidRDefault="00932D27" w:rsidP="003A01E1">
      <w:pPr>
        <w:pStyle w:val="code"/>
      </w:pPr>
      <w:r w:rsidRPr="004E1CD2">
        <w:t>ID: 0 IV:   29999538 (=     99998us) TIV      99998us</w:t>
      </w:r>
    </w:p>
    <w:p w:rsidR="00932D27" w:rsidRPr="004E1CD2" w:rsidRDefault="00932D27" w:rsidP="003A01E1">
      <w:pPr>
        <w:pStyle w:val="code"/>
      </w:pPr>
      <w:r w:rsidRPr="004E1CD2">
        <w:lastRenderedPageBreak/>
        <w:t>ID: 1 IV:   29999657 (=     99999us) TIV      99999us</w:t>
      </w:r>
    </w:p>
    <w:p w:rsidR="00932D27" w:rsidRPr="004E1CD2" w:rsidRDefault="00932D27" w:rsidP="003A01E1">
      <w:pPr>
        <w:pStyle w:val="code"/>
      </w:pPr>
      <w:r w:rsidRPr="004E1CD2">
        <w:t>ID: 0 IV:   29999654 (=     99999us) TIV      99999us</w:t>
      </w:r>
    </w:p>
    <w:p w:rsidR="00932D27" w:rsidRPr="004E1CD2" w:rsidRDefault="00932D27" w:rsidP="003A01E1">
      <w:pPr>
        <w:pStyle w:val="code"/>
      </w:pPr>
      <w:r w:rsidRPr="004E1CD2">
        <w:t>ID: 1 IV:   29999618 (=     99999us) TIV      99999us</w:t>
      </w:r>
    </w:p>
    <w:p w:rsidR="00932D27" w:rsidRPr="004E1CD2" w:rsidRDefault="00932D27" w:rsidP="003A01E1">
      <w:pPr>
        <w:pStyle w:val="code"/>
      </w:pPr>
      <w:r w:rsidRPr="004E1CD2">
        <w:t>ID: 0 IV:   29999633 (=     99999us) TIV      99999us</w:t>
      </w:r>
    </w:p>
    <w:p w:rsidR="00932D27" w:rsidRPr="004E1CD2" w:rsidRDefault="00932D27" w:rsidP="003A01E1">
      <w:pPr>
        <w:pStyle w:val="code"/>
      </w:pPr>
      <w:r w:rsidRPr="004E1CD2">
        <w:t>ID: 1 IV:   29999613 (=     99999us) TIV      99999us</w:t>
      </w:r>
    </w:p>
    <w:p w:rsidR="00932D27" w:rsidRPr="004E1CD2" w:rsidRDefault="00932D27" w:rsidP="003A01E1">
      <w:pPr>
        <w:pStyle w:val="code"/>
      </w:pPr>
      <w:r w:rsidRPr="004E1CD2">
        <w:t>ID: 0 IV:   29999591 (=     99999us) TIV      99999us</w:t>
      </w:r>
    </w:p>
    <w:p w:rsidR="00932D27" w:rsidRPr="004E1CD2" w:rsidRDefault="00932D27" w:rsidP="003A01E1">
      <w:pPr>
        <w:pStyle w:val="code"/>
      </w:pPr>
      <w:r w:rsidRPr="004E1CD2">
        <w:t>ID: 1 IV:   29999635 (=     99999us) TIV      99999us</w:t>
      </w:r>
    </w:p>
    <w:p w:rsidR="00932D27" w:rsidRPr="004E1CD2" w:rsidRDefault="00932D27" w:rsidP="003A01E1">
      <w:pPr>
        <w:pStyle w:val="code"/>
      </w:pPr>
      <w:r w:rsidRPr="004E1CD2">
        <w:t>ID: 0 IV:   29999636 (=     99999us) TIV      99999us</w:t>
      </w:r>
    </w:p>
    <w:p w:rsidR="00932D27" w:rsidRPr="004E1CD2" w:rsidRDefault="00932D27" w:rsidP="003A01E1">
      <w:pPr>
        <w:pStyle w:val="code"/>
      </w:pPr>
      <w:r w:rsidRPr="004E1CD2">
        <w:t>ID: 1 IV:   29999639 (=     99999us) TIV      99999us</w:t>
      </w:r>
    </w:p>
    <w:p w:rsidR="00932D27" w:rsidRPr="004E1CD2" w:rsidRDefault="00932D27" w:rsidP="003A01E1">
      <w:pPr>
        <w:pStyle w:val="code"/>
      </w:pPr>
      <w:r w:rsidRPr="004E1CD2">
        <w:t>ID: 0 IV:   29999617 (=     99999us) TIV      99999us</w:t>
      </w:r>
    </w:p>
    <w:p w:rsidR="00932D27" w:rsidRPr="004E1CD2" w:rsidRDefault="00932D27" w:rsidP="003A01E1">
      <w:pPr>
        <w:pStyle w:val="code"/>
      </w:pPr>
      <w:r w:rsidRPr="004E1CD2">
        <w:t>ID: 1 IV:   29999580 (=     99999us) TIV      99999us</w:t>
      </w:r>
    </w:p>
    <w:p w:rsidR="00932D27" w:rsidRPr="004E1CD2" w:rsidRDefault="00932D27" w:rsidP="003A01E1">
      <w:pPr>
        <w:pStyle w:val="code"/>
      </w:pPr>
      <w:r w:rsidRPr="004E1CD2">
        <w:t>ID: 0 IV:   29999637 (=     99999us) TIV      99999us</w:t>
      </w:r>
    </w:p>
    <w:p w:rsidR="00932D27" w:rsidRPr="004E1CD2" w:rsidRDefault="00932D27" w:rsidP="003A01E1">
      <w:pPr>
        <w:pStyle w:val="code"/>
      </w:pPr>
      <w:r w:rsidRPr="004E1CD2">
        <w:t>ID: 1 IV:   29999522 (=     99998us) TIV      99998us</w:t>
      </w:r>
    </w:p>
    <w:p w:rsidR="00932D27" w:rsidRPr="004E1CD2" w:rsidRDefault="00932D27" w:rsidP="003A01E1">
      <w:pPr>
        <w:pStyle w:val="code"/>
      </w:pPr>
      <w:r w:rsidRPr="004E1CD2">
        <w:t>ID: 0 IV:   29999624 (=     99999us) TIV      99999us</w:t>
      </w:r>
    </w:p>
    <w:p w:rsidR="00932D27" w:rsidRPr="004E1CD2" w:rsidRDefault="00932D27" w:rsidP="003A01E1">
      <w:pPr>
        <w:pStyle w:val="code"/>
      </w:pPr>
      <w:r w:rsidRPr="004E1CD2">
        <w:t>ID: 1 IV:   29999624 (=     99999us) TIV      99999us</w:t>
      </w:r>
    </w:p>
    <w:p w:rsidR="00932D27" w:rsidRPr="004E1CD2" w:rsidRDefault="00932D27" w:rsidP="003A01E1">
      <w:pPr>
        <w:pStyle w:val="code"/>
      </w:pPr>
      <w:r w:rsidRPr="004E1CD2">
        <w:t>ID: 0 IV:   29999671 (=     99999us) TIV      99999us</w:t>
      </w:r>
    </w:p>
    <w:p w:rsidR="00932D27" w:rsidRPr="004E1CD2" w:rsidRDefault="00932D27" w:rsidP="003A01E1">
      <w:pPr>
        <w:pStyle w:val="code"/>
      </w:pPr>
      <w:r w:rsidRPr="004E1CD2">
        <w:t>ID: 1 IV:   29999640 (=     99999us) TIV      99999us</w:t>
      </w:r>
    </w:p>
    <w:p w:rsidR="00932D27" w:rsidRPr="004E1CD2" w:rsidRDefault="00932D27" w:rsidP="003A01E1">
      <w:pPr>
        <w:pStyle w:val="code"/>
      </w:pPr>
      <w:r w:rsidRPr="004E1CD2">
        <w:t>ID: 0 IV:   29999506 (=     99998us) TIV      99998us</w:t>
      </w:r>
    </w:p>
    <w:p w:rsidR="00932D27" w:rsidRPr="004E1CD2" w:rsidRDefault="00932D27" w:rsidP="003A01E1">
      <w:pPr>
        <w:pStyle w:val="code"/>
      </w:pPr>
      <w:r w:rsidRPr="004E1CD2">
        <w:t>ID: 1 IV:   29999631 (=     99999us) TIV      99999us</w:t>
      </w:r>
    </w:p>
    <w:p w:rsidR="00932D27" w:rsidRPr="004E1CD2" w:rsidRDefault="00932D27" w:rsidP="003A01E1">
      <w:pPr>
        <w:pStyle w:val="code"/>
      </w:pPr>
      <w:r w:rsidRPr="004E1CD2">
        <w:t>ID: 0 IV:   29999674 (=     99999us) TIV      99999us</w:t>
      </w:r>
    </w:p>
    <w:p w:rsidR="00932D27" w:rsidRPr="004E1CD2" w:rsidRDefault="00932D27" w:rsidP="003A01E1">
      <w:pPr>
        <w:pStyle w:val="code"/>
      </w:pPr>
      <w:r w:rsidRPr="004E1CD2">
        <w:t>ID: 1 IV:   29999546 (=     99998us) TIV      99998us</w:t>
      </w:r>
    </w:p>
    <w:p w:rsidR="00932D27" w:rsidRPr="004E1CD2" w:rsidRDefault="00932D27" w:rsidP="003A01E1">
      <w:pPr>
        <w:pStyle w:val="code"/>
      </w:pPr>
      <w:r w:rsidRPr="004E1CD2">
        <w:t>ID: 0 IV:   29999626 (=     99999us) TIV      99999us</w:t>
      </w:r>
    </w:p>
    <w:p w:rsidR="00932D27" w:rsidRPr="004E1CD2" w:rsidRDefault="00932D27" w:rsidP="003A01E1">
      <w:pPr>
        <w:pStyle w:val="code"/>
      </w:pPr>
      <w:r w:rsidRPr="004E1CD2">
        <w:t>ID: 1 IV:   29999623 (=     99999us) TIV      99999us</w:t>
      </w:r>
    </w:p>
    <w:p w:rsidR="00932D27" w:rsidRPr="004E1CD2" w:rsidRDefault="00932D27" w:rsidP="003A01E1">
      <w:pPr>
        <w:pStyle w:val="code"/>
      </w:pPr>
      <w:r w:rsidRPr="004E1CD2">
        <w:t>ID: 0 IV:   29999624 (=     99999us) TIV      99999us</w:t>
      </w:r>
    </w:p>
    <w:p w:rsidR="00932D27" w:rsidRPr="004E1CD2" w:rsidRDefault="00932D27" w:rsidP="003A01E1">
      <w:pPr>
        <w:pStyle w:val="code"/>
      </w:pPr>
      <w:r w:rsidRPr="004E1CD2">
        <w:t>ID: 1 IV:   29999716 (=     99999us) TIV      99999us</w:t>
      </w:r>
    </w:p>
    <w:p w:rsidR="00932D27" w:rsidRPr="004E1CD2" w:rsidRDefault="00932D27" w:rsidP="003A01E1">
      <w:pPr>
        <w:pStyle w:val="code"/>
      </w:pPr>
      <w:r w:rsidRPr="004E1CD2">
        <w:t>ID: 0 IV:   29999655 (=     99999us) TIV      99999us</w:t>
      </w:r>
    </w:p>
    <w:p w:rsidR="00932D27" w:rsidRPr="004E1CD2" w:rsidRDefault="00932D27" w:rsidP="003A01E1">
      <w:pPr>
        <w:pStyle w:val="code"/>
      </w:pPr>
      <w:r w:rsidRPr="004E1CD2">
        <w:t>ID: 1 IV:   29999524 (=     99998us) TIV      99998us</w:t>
      </w:r>
    </w:p>
    <w:p w:rsidR="00932D27" w:rsidRPr="004E1CD2" w:rsidRDefault="00932D27" w:rsidP="003A01E1">
      <w:pPr>
        <w:pStyle w:val="code"/>
      </w:pPr>
      <w:r w:rsidRPr="004E1CD2">
        <w:t>ID: 0 IV:   29999529 (=     99998us) TIV      99998us</w:t>
      </w:r>
    </w:p>
    <w:p w:rsidR="00932D27" w:rsidRPr="004E1CD2" w:rsidRDefault="00932D27" w:rsidP="003A01E1">
      <w:pPr>
        <w:pStyle w:val="code"/>
      </w:pPr>
      <w:r w:rsidRPr="004E1CD2">
        <w:t>ID: 1 IV:   29999639 (=     99999us) TIV      99999us</w:t>
      </w:r>
    </w:p>
    <w:p w:rsidR="00932D27" w:rsidRPr="004E1CD2" w:rsidRDefault="00932D27" w:rsidP="003A01E1">
      <w:pPr>
        <w:pStyle w:val="code"/>
      </w:pPr>
      <w:r w:rsidRPr="004E1CD2">
        <w:t>ID: 0 IV:   29999617 (=     99999us) TIV      99999us</w:t>
      </w:r>
    </w:p>
    <w:p w:rsidR="00932D27" w:rsidRPr="004E1CD2" w:rsidRDefault="00932D27" w:rsidP="003A01E1">
      <w:pPr>
        <w:pStyle w:val="code"/>
      </w:pPr>
      <w:r w:rsidRPr="004E1CD2">
        <w:t>ID: 1 IV:   29999580 (=     99999us) TIV      99999us</w:t>
      </w:r>
    </w:p>
    <w:p w:rsidR="00932D27" w:rsidRPr="004E1CD2" w:rsidRDefault="00932D27" w:rsidP="003A01E1">
      <w:pPr>
        <w:pStyle w:val="code"/>
      </w:pPr>
      <w:r w:rsidRPr="004E1CD2">
        <w:t>ID: 0 IV:   29999638 (=     99999us) TIV      99999us</w:t>
      </w:r>
    </w:p>
    <w:p w:rsidR="00932D27" w:rsidRPr="004E1CD2" w:rsidRDefault="00932D27" w:rsidP="003A01E1">
      <w:pPr>
        <w:pStyle w:val="code"/>
      </w:pPr>
      <w:r w:rsidRPr="004E1CD2">
        <w:t>ID: 1 IV:   29999534 (=     99998us) TIV      99998us</w:t>
      </w:r>
    </w:p>
    <w:p w:rsidR="00932D27" w:rsidRPr="004E1CD2" w:rsidRDefault="00932D27" w:rsidP="003A01E1">
      <w:pPr>
        <w:pStyle w:val="code"/>
      </w:pPr>
      <w:r w:rsidRPr="004E1CD2">
        <w:t>ID: 0 IV:   29999630 (=     99999us) TIV      99999us</w:t>
      </w:r>
    </w:p>
    <w:p w:rsidR="00932D27" w:rsidRPr="004E1CD2" w:rsidRDefault="00932D27" w:rsidP="003A01E1">
      <w:pPr>
        <w:pStyle w:val="code"/>
      </w:pPr>
      <w:r w:rsidRPr="004E1CD2">
        <w:t>ID: 1 IV:   29999636 (=     99999us) TIV      99999us</w:t>
      </w:r>
    </w:p>
    <w:p w:rsidR="00932D27" w:rsidRPr="004E1CD2" w:rsidRDefault="00932D27" w:rsidP="003A01E1">
      <w:pPr>
        <w:pStyle w:val="code"/>
      </w:pPr>
      <w:r w:rsidRPr="004E1CD2">
        <w:t>ID: 0 IV:   29999561 (=     99999us) TIV      99999us</w:t>
      </w:r>
    </w:p>
    <w:p w:rsidR="00932D27" w:rsidRPr="004E1CD2" w:rsidRDefault="00932D27" w:rsidP="003A01E1">
      <w:pPr>
        <w:pStyle w:val="code"/>
      </w:pPr>
      <w:r w:rsidRPr="004E1CD2">
        <w:t>ID: 1 IV:   29999557 (=     99999us) TIV      99999us</w:t>
      </w:r>
    </w:p>
    <w:p w:rsidR="00932D27" w:rsidRPr="004E1CD2" w:rsidRDefault="00932D27" w:rsidP="003A01E1">
      <w:pPr>
        <w:pStyle w:val="code"/>
      </w:pPr>
      <w:r w:rsidRPr="004E1CD2">
        <w:t>ID: 0 IV:   29999627 (=     99999us) TIV      99999us</w:t>
      </w:r>
    </w:p>
    <w:p w:rsidR="00932D27" w:rsidRPr="004E1CD2" w:rsidRDefault="00932D27" w:rsidP="003A01E1">
      <w:pPr>
        <w:pStyle w:val="code"/>
      </w:pPr>
      <w:r w:rsidRPr="004E1CD2">
        <w:t>ID: 1 IV:   29999626 (=     99999us) TIV      99999us</w:t>
      </w:r>
    </w:p>
    <w:p w:rsidR="00932D27" w:rsidRPr="004E1CD2" w:rsidRDefault="00932D27" w:rsidP="003A01E1">
      <w:pPr>
        <w:pStyle w:val="code"/>
      </w:pPr>
      <w:r w:rsidRPr="004E1CD2">
        <w:t>ID: 0 IV:   29999628 (=     99999us) TIV      99999us</w:t>
      </w:r>
    </w:p>
    <w:p w:rsidR="00932D27" w:rsidRPr="004E1CD2" w:rsidRDefault="00932D27" w:rsidP="003A01E1">
      <w:pPr>
        <w:pStyle w:val="code"/>
      </w:pPr>
      <w:r w:rsidRPr="004E1CD2">
        <w:t>RANGE 99997-99999us (2us)</w:t>
      </w:r>
    </w:p>
    <w:p w:rsidR="00932D27" w:rsidRPr="004E1CD2" w:rsidRDefault="00932D27" w:rsidP="003A01E1">
      <w:pPr>
        <w:pStyle w:val="code"/>
      </w:pPr>
      <w:r w:rsidRPr="004E1CD2">
        <w:t xml:space="preserve">RTEST: Level  004 </w:t>
      </w:r>
    </w:p>
    <w:p w:rsidR="00932D27" w:rsidRPr="004E1CD2" w:rsidRDefault="00932D27" w:rsidP="003A01E1">
      <w:pPr>
        <w:pStyle w:val="code"/>
      </w:pPr>
      <w:r w:rsidRPr="004E1CD2">
        <w:t>Next test - expecting normal again</w:t>
      </w:r>
    </w:p>
    <w:p w:rsidR="00932D27" w:rsidRPr="004E1CD2" w:rsidRDefault="00932D27" w:rsidP="003A01E1">
      <w:pPr>
        <w:pStyle w:val="code"/>
      </w:pPr>
      <w:r w:rsidRPr="004E1CD2">
        <w:t>ID: 1 IV:   14997823 (=     49993us) TIV          0us</w:t>
      </w:r>
    </w:p>
    <w:p w:rsidR="00932D27" w:rsidRPr="004E1CD2" w:rsidRDefault="00932D27" w:rsidP="003A01E1">
      <w:pPr>
        <w:pStyle w:val="code"/>
      </w:pPr>
      <w:r w:rsidRPr="004E1CD2">
        <w:t>ID: 0 IV:   14998947 (=     49996us) TIV      49996us</w:t>
      </w:r>
    </w:p>
    <w:p w:rsidR="00932D27" w:rsidRPr="004E1CD2" w:rsidRDefault="00932D27" w:rsidP="003A01E1">
      <w:pPr>
        <w:pStyle w:val="code"/>
      </w:pPr>
      <w:r w:rsidRPr="004E1CD2">
        <w:t>ID: 1 IV:   14999500 (=     49998us) TIV      49998us</w:t>
      </w:r>
    </w:p>
    <w:p w:rsidR="00932D27" w:rsidRPr="004E1CD2" w:rsidRDefault="00932D27" w:rsidP="003A01E1">
      <w:pPr>
        <w:pStyle w:val="code"/>
      </w:pPr>
      <w:r w:rsidRPr="004E1CD2">
        <w:lastRenderedPageBreak/>
        <w:t>ID: 0 IV:   14999556 (=     49999us) TIV      49999us</w:t>
      </w:r>
    </w:p>
    <w:p w:rsidR="00932D27" w:rsidRPr="004E1CD2" w:rsidRDefault="00932D27" w:rsidP="003A01E1">
      <w:pPr>
        <w:pStyle w:val="code"/>
      </w:pPr>
      <w:r w:rsidRPr="004E1CD2">
        <w:t>ID: 1 IV:   14999573 (=     49999us) TIV      49999us</w:t>
      </w:r>
    </w:p>
    <w:p w:rsidR="00932D27" w:rsidRPr="004E1CD2" w:rsidRDefault="00932D27" w:rsidP="003A01E1">
      <w:pPr>
        <w:pStyle w:val="code"/>
      </w:pPr>
      <w:r w:rsidRPr="004E1CD2">
        <w:t>ID: 0 IV:   14999601 (=     49999us) TIV      49999us</w:t>
      </w:r>
    </w:p>
    <w:p w:rsidR="00932D27" w:rsidRPr="004E1CD2" w:rsidRDefault="00932D27" w:rsidP="003A01E1">
      <w:pPr>
        <w:pStyle w:val="code"/>
      </w:pPr>
      <w:r w:rsidRPr="004E1CD2">
        <w:t>ID: 1 IV:   14999565 (=     49999us) TIV      49999us</w:t>
      </w:r>
    </w:p>
    <w:p w:rsidR="00932D27" w:rsidRPr="004E1CD2" w:rsidRDefault="00932D27" w:rsidP="003A01E1">
      <w:pPr>
        <w:pStyle w:val="code"/>
      </w:pPr>
      <w:r w:rsidRPr="004E1CD2">
        <w:t>ID: 0 IV:   14999582 (=     49999us) TIV      49999us</w:t>
      </w:r>
    </w:p>
    <w:p w:rsidR="00932D27" w:rsidRPr="004E1CD2" w:rsidRDefault="00932D27" w:rsidP="003A01E1">
      <w:pPr>
        <w:pStyle w:val="code"/>
      </w:pPr>
      <w:r w:rsidRPr="004E1CD2">
        <w:t>ID: 1 IV:   14999467 (=     49998us) TIV      49998us</w:t>
      </w:r>
    </w:p>
    <w:p w:rsidR="00932D27" w:rsidRPr="004E1CD2" w:rsidRDefault="00932D27" w:rsidP="003A01E1">
      <w:pPr>
        <w:pStyle w:val="code"/>
      </w:pPr>
      <w:r w:rsidRPr="004E1CD2">
        <w:t>ID: 0 IV:   14999494 (=     49998us) TIV      49998us</w:t>
      </w:r>
    </w:p>
    <w:p w:rsidR="00932D27" w:rsidRPr="004E1CD2" w:rsidRDefault="00932D27" w:rsidP="003A01E1">
      <w:pPr>
        <w:pStyle w:val="code"/>
      </w:pPr>
      <w:r w:rsidRPr="004E1CD2">
        <w:t>ID: 1 IV:   14999388 (=     49998us) TIV      49998us</w:t>
      </w:r>
    </w:p>
    <w:p w:rsidR="00932D27" w:rsidRPr="004E1CD2" w:rsidRDefault="00932D27" w:rsidP="003A01E1">
      <w:pPr>
        <w:pStyle w:val="code"/>
      </w:pPr>
      <w:r w:rsidRPr="004E1CD2">
        <w:t>ID: 0 IV:   14999573 (=     49999us) TIV      49999us</w:t>
      </w:r>
    </w:p>
    <w:p w:rsidR="00932D27" w:rsidRPr="004E1CD2" w:rsidRDefault="00932D27" w:rsidP="003A01E1">
      <w:pPr>
        <w:pStyle w:val="code"/>
      </w:pPr>
      <w:r w:rsidRPr="004E1CD2">
        <w:t>ID: 1 IV:   14999613 (=     49999us) TIV      49999us</w:t>
      </w:r>
    </w:p>
    <w:p w:rsidR="00932D27" w:rsidRPr="004E1CD2" w:rsidRDefault="00932D27" w:rsidP="003A01E1">
      <w:pPr>
        <w:pStyle w:val="code"/>
      </w:pPr>
      <w:r w:rsidRPr="004E1CD2">
        <w:t>ID: 0 IV:   14999683 (=     49999us) TIV      49999us</w:t>
      </w:r>
    </w:p>
    <w:p w:rsidR="00932D27" w:rsidRPr="004E1CD2" w:rsidRDefault="00932D27" w:rsidP="003A01E1">
      <w:pPr>
        <w:pStyle w:val="code"/>
      </w:pPr>
      <w:r w:rsidRPr="004E1CD2">
        <w:t>ID: 1 IV:   14999586 (=     49999us) TIV      49999us</w:t>
      </w:r>
    </w:p>
    <w:p w:rsidR="00932D27" w:rsidRPr="004E1CD2" w:rsidRDefault="00932D27" w:rsidP="003A01E1">
      <w:pPr>
        <w:pStyle w:val="code"/>
      </w:pPr>
      <w:r w:rsidRPr="004E1CD2">
        <w:t>ID: 0 IV:   14999678 (=     49999us) TIV      49999us</w:t>
      </w:r>
    </w:p>
    <w:p w:rsidR="00932D27" w:rsidRPr="004E1CD2" w:rsidRDefault="00932D27" w:rsidP="003A01E1">
      <w:pPr>
        <w:pStyle w:val="code"/>
      </w:pPr>
      <w:r w:rsidRPr="004E1CD2">
        <w:t>ID: 1 IV:   14999573 (=     49999us) TIV      49999us</w:t>
      </w:r>
    </w:p>
    <w:p w:rsidR="00932D27" w:rsidRPr="004E1CD2" w:rsidRDefault="00932D27" w:rsidP="003A01E1">
      <w:pPr>
        <w:pStyle w:val="code"/>
      </w:pPr>
      <w:r w:rsidRPr="004E1CD2">
        <w:t>ID: 0 IV:   14999671 (=     49999us) TIV      49999us</w:t>
      </w:r>
    </w:p>
    <w:p w:rsidR="00932D27" w:rsidRPr="004E1CD2" w:rsidRDefault="00932D27" w:rsidP="003A01E1">
      <w:pPr>
        <w:pStyle w:val="code"/>
      </w:pPr>
      <w:r w:rsidRPr="004E1CD2">
        <w:t>ID: 1 IV:   14999570 (=     49999us) TIV      49999us</w:t>
      </w:r>
    </w:p>
    <w:p w:rsidR="00932D27" w:rsidRPr="004E1CD2" w:rsidRDefault="00932D27" w:rsidP="003A01E1">
      <w:pPr>
        <w:pStyle w:val="code"/>
      </w:pPr>
      <w:r w:rsidRPr="004E1CD2">
        <w:t>ID: 0 IV:   14999588 (=     49999us) TIV      49999us</w:t>
      </w:r>
    </w:p>
    <w:p w:rsidR="00932D27" w:rsidRPr="004E1CD2" w:rsidRDefault="00932D27" w:rsidP="003A01E1">
      <w:pPr>
        <w:pStyle w:val="code"/>
      </w:pPr>
      <w:r w:rsidRPr="004E1CD2">
        <w:t>ID: 1 IV:   14999585 (=     49999us) TIV      49999us</w:t>
      </w:r>
    </w:p>
    <w:p w:rsidR="00932D27" w:rsidRPr="004E1CD2" w:rsidRDefault="00932D27" w:rsidP="003A01E1">
      <w:pPr>
        <w:pStyle w:val="code"/>
      </w:pPr>
      <w:r w:rsidRPr="004E1CD2">
        <w:t>ID: 0 IV:   14999673 (=     49999us) TIV      49999us</w:t>
      </w:r>
    </w:p>
    <w:p w:rsidR="00932D27" w:rsidRPr="004E1CD2" w:rsidRDefault="00932D27" w:rsidP="003A01E1">
      <w:pPr>
        <w:pStyle w:val="code"/>
      </w:pPr>
      <w:r w:rsidRPr="004E1CD2">
        <w:t>ID: 1 IV:   14999577 (=     49999us) TIV      49999us</w:t>
      </w:r>
    </w:p>
    <w:p w:rsidR="00932D27" w:rsidRPr="004E1CD2" w:rsidRDefault="00932D27" w:rsidP="003A01E1">
      <w:pPr>
        <w:pStyle w:val="code"/>
      </w:pPr>
      <w:r w:rsidRPr="004E1CD2">
        <w:t>ID: 0 IV:   14999688 (=     49999us) TIV      49999us</w:t>
      </w:r>
    </w:p>
    <w:p w:rsidR="00932D27" w:rsidRPr="004E1CD2" w:rsidRDefault="00932D27" w:rsidP="003A01E1">
      <w:pPr>
        <w:pStyle w:val="code"/>
      </w:pPr>
      <w:r w:rsidRPr="004E1CD2">
        <w:t>ID: 1 IV:   14999587 (=     49999us) TIV      49999us</w:t>
      </w:r>
    </w:p>
    <w:p w:rsidR="00932D27" w:rsidRPr="004E1CD2" w:rsidRDefault="00932D27" w:rsidP="003A01E1">
      <w:pPr>
        <w:pStyle w:val="code"/>
      </w:pPr>
      <w:r w:rsidRPr="004E1CD2">
        <w:t>ID: 0 IV:   14999481 (=     49998us) TIV      49998us</w:t>
      </w:r>
    </w:p>
    <w:p w:rsidR="00932D27" w:rsidRPr="004E1CD2" w:rsidRDefault="00932D27" w:rsidP="003A01E1">
      <w:pPr>
        <w:pStyle w:val="code"/>
      </w:pPr>
      <w:r w:rsidRPr="004E1CD2">
        <w:t>ID: 1 IV:   14999587 (=     49999us) TIV      49999us</w:t>
      </w:r>
    </w:p>
    <w:p w:rsidR="00932D27" w:rsidRPr="004E1CD2" w:rsidRDefault="00932D27" w:rsidP="003A01E1">
      <w:pPr>
        <w:pStyle w:val="code"/>
      </w:pPr>
      <w:r w:rsidRPr="004E1CD2">
        <w:t>ID: 0 IV:   14999638 (=     49999us) TIV      49999us</w:t>
      </w:r>
    </w:p>
    <w:p w:rsidR="00932D27" w:rsidRPr="004E1CD2" w:rsidRDefault="00932D27" w:rsidP="003A01E1">
      <w:pPr>
        <w:pStyle w:val="code"/>
      </w:pPr>
      <w:r w:rsidRPr="004E1CD2">
        <w:t>ID: 1 IV:   14999567 (=     49999us) TIV      49999us</w:t>
      </w:r>
    </w:p>
    <w:p w:rsidR="00932D27" w:rsidRPr="004E1CD2" w:rsidRDefault="00932D27" w:rsidP="003A01E1">
      <w:pPr>
        <w:pStyle w:val="code"/>
      </w:pPr>
      <w:r w:rsidRPr="004E1CD2">
        <w:t>ID: 0 IV:   14999615 (=     49999us) TIV      49999us</w:t>
      </w:r>
    </w:p>
    <w:p w:rsidR="00932D27" w:rsidRPr="004E1CD2" w:rsidRDefault="00932D27" w:rsidP="003A01E1">
      <w:pPr>
        <w:pStyle w:val="code"/>
      </w:pPr>
      <w:r w:rsidRPr="004E1CD2">
        <w:t>ID: 1 IV:   14999681 (=     49999us) TIV      49999us</w:t>
      </w:r>
    </w:p>
    <w:p w:rsidR="00932D27" w:rsidRPr="004E1CD2" w:rsidRDefault="00932D27" w:rsidP="003A01E1">
      <w:pPr>
        <w:pStyle w:val="code"/>
      </w:pPr>
      <w:r w:rsidRPr="004E1CD2">
        <w:t>ID: 0 IV:   14999675 (=     49999us) TIV      49999us</w:t>
      </w:r>
    </w:p>
    <w:p w:rsidR="00932D27" w:rsidRPr="004E1CD2" w:rsidRDefault="00932D27" w:rsidP="003A01E1">
      <w:pPr>
        <w:pStyle w:val="code"/>
      </w:pPr>
      <w:r w:rsidRPr="004E1CD2">
        <w:t>ID: 1 IV:   14999667 (=     49999us) TIV      49999us</w:t>
      </w:r>
    </w:p>
    <w:p w:rsidR="00932D27" w:rsidRPr="004E1CD2" w:rsidRDefault="00932D27" w:rsidP="003A01E1">
      <w:pPr>
        <w:pStyle w:val="code"/>
      </w:pPr>
      <w:r w:rsidRPr="004E1CD2">
        <w:t>ID: 0 IV:   14999601 (=     49999us) TIV      49999us</w:t>
      </w:r>
    </w:p>
    <w:p w:rsidR="00932D27" w:rsidRPr="004E1CD2" w:rsidRDefault="00932D27" w:rsidP="003A01E1">
      <w:pPr>
        <w:pStyle w:val="code"/>
      </w:pPr>
      <w:r w:rsidRPr="004E1CD2">
        <w:t>ID: 1 IV:   14999557 (=     49999us) TIV      49999us</w:t>
      </w:r>
    </w:p>
    <w:p w:rsidR="00932D27" w:rsidRPr="004E1CD2" w:rsidRDefault="00932D27" w:rsidP="003A01E1">
      <w:pPr>
        <w:pStyle w:val="code"/>
      </w:pPr>
      <w:r w:rsidRPr="004E1CD2">
        <w:t>ID: 0 IV:   14999577 (=     49999us) TIV      49999us</w:t>
      </w:r>
    </w:p>
    <w:p w:rsidR="00932D27" w:rsidRPr="004E1CD2" w:rsidRDefault="00932D27" w:rsidP="003A01E1">
      <w:pPr>
        <w:pStyle w:val="code"/>
      </w:pPr>
      <w:r w:rsidRPr="004E1CD2">
        <w:t>ID: 1 IV:   14999568 (=     49999us) TIV      49999us</w:t>
      </w:r>
    </w:p>
    <w:p w:rsidR="00932D27" w:rsidRPr="004E1CD2" w:rsidRDefault="00932D27" w:rsidP="003A01E1">
      <w:pPr>
        <w:pStyle w:val="code"/>
      </w:pPr>
      <w:r w:rsidRPr="004E1CD2">
        <w:t>ID: 0 IV:   14999486 (=     49998us) TIV      49998us</w:t>
      </w:r>
    </w:p>
    <w:p w:rsidR="00932D27" w:rsidRPr="004E1CD2" w:rsidRDefault="00932D27" w:rsidP="003A01E1">
      <w:pPr>
        <w:pStyle w:val="code"/>
      </w:pPr>
      <w:r w:rsidRPr="004E1CD2">
        <w:t>ID: 1 IV:   14999585 (=     49999us) TIV      49999us</w:t>
      </w:r>
    </w:p>
    <w:p w:rsidR="00932D27" w:rsidRPr="004E1CD2" w:rsidRDefault="00932D27" w:rsidP="003A01E1">
      <w:pPr>
        <w:pStyle w:val="code"/>
      </w:pPr>
      <w:r w:rsidRPr="004E1CD2">
        <w:t>ID: 0 IV:   14999604 (=     49999us) TIV      49999us</w:t>
      </w:r>
    </w:p>
    <w:p w:rsidR="00932D27" w:rsidRPr="004E1CD2" w:rsidRDefault="00932D27" w:rsidP="003A01E1">
      <w:pPr>
        <w:pStyle w:val="code"/>
      </w:pPr>
      <w:r w:rsidRPr="004E1CD2">
        <w:t>ID: 1 IV:   14999595 (=     49999us) TIV      49999us</w:t>
      </w:r>
    </w:p>
    <w:p w:rsidR="00932D27" w:rsidRPr="004E1CD2" w:rsidRDefault="00932D27" w:rsidP="003A01E1">
      <w:pPr>
        <w:pStyle w:val="code"/>
      </w:pPr>
      <w:r w:rsidRPr="004E1CD2">
        <w:t>ID: 0 IV:   14999682 (=     49999us) TIV      49999us</w:t>
      </w:r>
    </w:p>
    <w:p w:rsidR="00932D27" w:rsidRPr="004E1CD2" w:rsidRDefault="00932D27" w:rsidP="003A01E1">
      <w:pPr>
        <w:pStyle w:val="code"/>
      </w:pPr>
      <w:r w:rsidRPr="004E1CD2">
        <w:t>ID: 1 IV:   14999675 (=     49999us) TIV      49999us</w:t>
      </w:r>
    </w:p>
    <w:p w:rsidR="00932D27" w:rsidRPr="004E1CD2" w:rsidRDefault="00932D27" w:rsidP="003A01E1">
      <w:pPr>
        <w:pStyle w:val="code"/>
      </w:pPr>
      <w:r w:rsidRPr="004E1CD2">
        <w:t>ID: 0 IV:   14999590 (=     49999us) TIV      49999us</w:t>
      </w:r>
    </w:p>
    <w:p w:rsidR="00932D27" w:rsidRPr="004E1CD2" w:rsidRDefault="00932D27" w:rsidP="003A01E1">
      <w:pPr>
        <w:pStyle w:val="code"/>
      </w:pPr>
      <w:r w:rsidRPr="004E1CD2">
        <w:t>ID: 1 IV:   14999582 (=     49999us) TIV      49999us</w:t>
      </w:r>
    </w:p>
    <w:p w:rsidR="00932D27" w:rsidRPr="004E1CD2" w:rsidRDefault="00932D27" w:rsidP="003A01E1">
      <w:pPr>
        <w:pStyle w:val="code"/>
      </w:pPr>
      <w:r w:rsidRPr="004E1CD2">
        <w:t>ID: 0 IV:   14999563 (=     49999us) TIV      49999us</w:t>
      </w:r>
    </w:p>
    <w:p w:rsidR="00932D27" w:rsidRPr="004E1CD2" w:rsidRDefault="00932D27" w:rsidP="003A01E1">
      <w:pPr>
        <w:pStyle w:val="code"/>
      </w:pPr>
      <w:r w:rsidRPr="004E1CD2">
        <w:t>ID: 1 IV:   14999577 (=     49999us) TIV      49999us</w:t>
      </w:r>
    </w:p>
    <w:p w:rsidR="00932D27" w:rsidRPr="004E1CD2" w:rsidRDefault="00932D27" w:rsidP="003A01E1">
      <w:pPr>
        <w:pStyle w:val="code"/>
      </w:pPr>
      <w:r w:rsidRPr="004E1CD2">
        <w:t>ID: 0 IV:   14999678 (=     49999us) TIV      49999us</w:t>
      </w:r>
    </w:p>
    <w:p w:rsidR="00932D27" w:rsidRPr="004E1CD2" w:rsidRDefault="00932D27" w:rsidP="003A01E1">
      <w:pPr>
        <w:pStyle w:val="code"/>
      </w:pPr>
      <w:r w:rsidRPr="004E1CD2">
        <w:t>ID: 1 IV:   14999568 (=     49999us) TIV      49999us</w:t>
      </w:r>
    </w:p>
    <w:p w:rsidR="00932D27" w:rsidRPr="004E1CD2" w:rsidRDefault="00932D27" w:rsidP="003A01E1">
      <w:pPr>
        <w:pStyle w:val="code"/>
      </w:pPr>
      <w:r w:rsidRPr="004E1CD2">
        <w:lastRenderedPageBreak/>
        <w:t>ID: 0 IV:   14999588 (=     49999us) TIV      49999us</w:t>
      </w:r>
    </w:p>
    <w:p w:rsidR="00932D27" w:rsidRPr="004E1CD2" w:rsidRDefault="00932D27" w:rsidP="003A01E1">
      <w:pPr>
        <w:pStyle w:val="code"/>
      </w:pPr>
      <w:r w:rsidRPr="004E1CD2">
        <w:t>ID: 1 IV:   14999594 (=     49999us) TIV      49999us</w:t>
      </w:r>
    </w:p>
    <w:p w:rsidR="00932D27" w:rsidRPr="004E1CD2" w:rsidRDefault="00932D27" w:rsidP="003A01E1">
      <w:pPr>
        <w:pStyle w:val="code"/>
      </w:pPr>
      <w:r w:rsidRPr="004E1CD2">
        <w:t>ID: 0 IV:   14999568 (=     49999us) TIV      49999us</w:t>
      </w:r>
    </w:p>
    <w:p w:rsidR="00932D27" w:rsidRPr="004E1CD2" w:rsidRDefault="00932D27" w:rsidP="003A01E1">
      <w:pPr>
        <w:pStyle w:val="code"/>
      </w:pPr>
      <w:r w:rsidRPr="004E1CD2">
        <w:t>ID: 1 IV:   14999584 (=     49999us) TIV      49999us</w:t>
      </w:r>
    </w:p>
    <w:p w:rsidR="00932D27" w:rsidRPr="004E1CD2" w:rsidRDefault="00932D27" w:rsidP="003A01E1">
      <w:pPr>
        <w:pStyle w:val="code"/>
      </w:pPr>
      <w:r w:rsidRPr="004E1CD2">
        <w:t>ID: 0 IV:   14999598 (=     49999us) TIV      49999us</w:t>
      </w:r>
    </w:p>
    <w:p w:rsidR="00932D27" w:rsidRPr="004E1CD2" w:rsidRDefault="00932D27" w:rsidP="003A01E1">
      <w:pPr>
        <w:pStyle w:val="code"/>
      </w:pPr>
      <w:r w:rsidRPr="004E1CD2">
        <w:t>ID: 1 IV:   14999563 (=     49999us) TIV      49999us</w:t>
      </w:r>
    </w:p>
    <w:p w:rsidR="00932D27" w:rsidRPr="004E1CD2" w:rsidRDefault="00932D27" w:rsidP="003A01E1">
      <w:pPr>
        <w:pStyle w:val="code"/>
      </w:pPr>
      <w:r w:rsidRPr="004E1CD2">
        <w:t>ID: 0 IV:   14999680 (=     49999us) TIV      49999us</w:t>
      </w:r>
    </w:p>
    <w:p w:rsidR="00932D27" w:rsidRPr="004E1CD2" w:rsidRDefault="00932D27" w:rsidP="003A01E1">
      <w:pPr>
        <w:pStyle w:val="code"/>
      </w:pPr>
      <w:r w:rsidRPr="004E1CD2">
        <w:t>ID: 1 IV:   14999674 (=     49999us) TIV      49999us</w:t>
      </w:r>
    </w:p>
    <w:p w:rsidR="00932D27" w:rsidRPr="004E1CD2" w:rsidRDefault="00932D27" w:rsidP="003A01E1">
      <w:pPr>
        <w:pStyle w:val="code"/>
      </w:pPr>
      <w:r w:rsidRPr="004E1CD2">
        <w:t>ID: 0 IV:   14999477 (=     49998us) TIV      49998us</w:t>
      </w:r>
    </w:p>
    <w:p w:rsidR="00932D27" w:rsidRPr="004E1CD2" w:rsidRDefault="00932D27" w:rsidP="003A01E1">
      <w:pPr>
        <w:pStyle w:val="code"/>
      </w:pPr>
      <w:r w:rsidRPr="004E1CD2">
        <w:t>ID: 1 IV:   14999570 (=     49999us) TIV      49999us</w:t>
      </w:r>
    </w:p>
    <w:p w:rsidR="00932D27" w:rsidRPr="004E1CD2" w:rsidRDefault="00932D27" w:rsidP="003A01E1">
      <w:pPr>
        <w:pStyle w:val="code"/>
      </w:pPr>
      <w:r w:rsidRPr="004E1CD2">
        <w:t>ID: 0 IV:   14999494 (=     49998us) TIV      49998us</w:t>
      </w:r>
    </w:p>
    <w:p w:rsidR="00932D27" w:rsidRPr="004E1CD2" w:rsidRDefault="00932D27" w:rsidP="003A01E1">
      <w:pPr>
        <w:pStyle w:val="code"/>
      </w:pPr>
      <w:r w:rsidRPr="004E1CD2">
        <w:t>ID: 1 IV:   14999673 (=     49999us) TIV      49999us</w:t>
      </w:r>
    </w:p>
    <w:p w:rsidR="00932D27" w:rsidRPr="004E1CD2" w:rsidRDefault="00932D27" w:rsidP="003A01E1">
      <w:pPr>
        <w:pStyle w:val="code"/>
      </w:pPr>
      <w:r w:rsidRPr="004E1CD2">
        <w:t>ID: 0 IV:   14999593 (=     49999us) TIV      49999us</w:t>
      </w:r>
    </w:p>
    <w:p w:rsidR="00932D27" w:rsidRPr="004E1CD2" w:rsidRDefault="00932D27" w:rsidP="003A01E1">
      <w:pPr>
        <w:pStyle w:val="code"/>
      </w:pPr>
      <w:r w:rsidRPr="004E1CD2">
        <w:t>ID: 1 IV:   14999572 (=     49999us) TIV      49999us</w:t>
      </w:r>
    </w:p>
    <w:p w:rsidR="00932D27" w:rsidRPr="004E1CD2" w:rsidRDefault="00932D27" w:rsidP="003A01E1">
      <w:pPr>
        <w:pStyle w:val="code"/>
      </w:pPr>
      <w:r w:rsidRPr="004E1CD2">
        <w:t>ID: 0 IV:   14999499 (=     49998us) TIV      49998us</w:t>
      </w:r>
    </w:p>
    <w:p w:rsidR="00932D27" w:rsidRPr="004E1CD2" w:rsidRDefault="00932D27" w:rsidP="003A01E1">
      <w:pPr>
        <w:pStyle w:val="code"/>
      </w:pPr>
      <w:r w:rsidRPr="004E1CD2">
        <w:t>ID: 1 IV:   14999568 (=     49999us) TIV      49999us</w:t>
      </w:r>
    </w:p>
    <w:p w:rsidR="00932D27" w:rsidRPr="004E1CD2" w:rsidRDefault="00932D27" w:rsidP="003A01E1">
      <w:pPr>
        <w:pStyle w:val="code"/>
      </w:pPr>
      <w:r w:rsidRPr="004E1CD2">
        <w:t>ID: 0 IV:   14999587 (=     49999us) TIV      49999us</w:t>
      </w:r>
    </w:p>
    <w:p w:rsidR="00932D27" w:rsidRPr="004E1CD2" w:rsidRDefault="00932D27" w:rsidP="003A01E1">
      <w:pPr>
        <w:pStyle w:val="code"/>
      </w:pPr>
      <w:r w:rsidRPr="004E1CD2">
        <w:t>ID: 1 IV:   14999671 (=     49999us) TIV      49999us</w:t>
      </w:r>
    </w:p>
    <w:p w:rsidR="00932D27" w:rsidRPr="004E1CD2" w:rsidRDefault="00932D27" w:rsidP="003A01E1">
      <w:pPr>
        <w:pStyle w:val="code"/>
      </w:pPr>
      <w:r w:rsidRPr="004E1CD2">
        <w:t>ID: 0 IV:   14999569 (=     49999us) TIV      49999us</w:t>
      </w:r>
    </w:p>
    <w:p w:rsidR="00932D27" w:rsidRPr="004E1CD2" w:rsidRDefault="00932D27" w:rsidP="003A01E1">
      <w:pPr>
        <w:pStyle w:val="code"/>
      </w:pPr>
      <w:r w:rsidRPr="004E1CD2">
        <w:t>ID: 1 IV:   14999574 (=     49999us) TIV      49999us</w:t>
      </w:r>
    </w:p>
    <w:p w:rsidR="00932D27" w:rsidRPr="004E1CD2" w:rsidRDefault="00932D27" w:rsidP="003A01E1">
      <w:pPr>
        <w:pStyle w:val="code"/>
      </w:pPr>
      <w:r w:rsidRPr="004E1CD2">
        <w:t>ID: 0 IV:   14999603 (=     49999us) TIV      49999us</w:t>
      </w:r>
    </w:p>
    <w:p w:rsidR="00932D27" w:rsidRPr="004E1CD2" w:rsidRDefault="00932D27" w:rsidP="003A01E1">
      <w:pPr>
        <w:pStyle w:val="code"/>
      </w:pPr>
      <w:r w:rsidRPr="004E1CD2">
        <w:t>ID: 1 IV:   14999497 (=     49998us) TIV      49998us</w:t>
      </w:r>
    </w:p>
    <w:p w:rsidR="00932D27" w:rsidRPr="004E1CD2" w:rsidRDefault="00932D27" w:rsidP="003A01E1">
      <w:pPr>
        <w:pStyle w:val="code"/>
      </w:pPr>
      <w:r w:rsidRPr="004E1CD2">
        <w:t>ID: 0 IV:   14999674 (=     49999us) TIV      49999us</w:t>
      </w:r>
    </w:p>
    <w:p w:rsidR="00932D27" w:rsidRPr="004E1CD2" w:rsidRDefault="00932D27" w:rsidP="003A01E1">
      <w:pPr>
        <w:pStyle w:val="code"/>
      </w:pPr>
      <w:r w:rsidRPr="004E1CD2">
        <w:t>ID: 1 IV:   14999576 (=     49999us) TIV      49999us</w:t>
      </w:r>
    </w:p>
    <w:p w:rsidR="00932D27" w:rsidRPr="004E1CD2" w:rsidRDefault="00932D27" w:rsidP="003A01E1">
      <w:pPr>
        <w:pStyle w:val="code"/>
      </w:pPr>
      <w:r w:rsidRPr="004E1CD2">
        <w:t>ID: 0 IV:   14999689 (=     49999us) TIV      49999us</w:t>
      </w:r>
    </w:p>
    <w:p w:rsidR="00932D27" w:rsidRPr="004E1CD2" w:rsidRDefault="00932D27" w:rsidP="003A01E1">
      <w:pPr>
        <w:pStyle w:val="code"/>
      </w:pPr>
      <w:r w:rsidRPr="004E1CD2">
        <w:t>ID: 1 IV:   14999573 (=     49999us) TIV      49999us</w:t>
      </w:r>
    </w:p>
    <w:p w:rsidR="00932D27" w:rsidRPr="004E1CD2" w:rsidRDefault="00932D27" w:rsidP="003A01E1">
      <w:pPr>
        <w:pStyle w:val="code"/>
      </w:pPr>
      <w:r w:rsidRPr="004E1CD2">
        <w:t>ID: 0 IV:   14999674 (=     49999us) TIV      49999us</w:t>
      </w:r>
    </w:p>
    <w:p w:rsidR="00932D27" w:rsidRPr="004E1CD2" w:rsidRDefault="00932D27" w:rsidP="003A01E1">
      <w:pPr>
        <w:pStyle w:val="code"/>
      </w:pPr>
      <w:r w:rsidRPr="004E1CD2">
        <w:t>ID: 1 IV:   14999584 (=     49999us) TIV      49999us</w:t>
      </w:r>
    </w:p>
    <w:p w:rsidR="00932D27" w:rsidRPr="004E1CD2" w:rsidRDefault="00932D27" w:rsidP="003A01E1">
      <w:pPr>
        <w:pStyle w:val="code"/>
      </w:pPr>
      <w:r w:rsidRPr="004E1CD2">
        <w:t>ID: 0 IV:   14999575 (=     49999us) TIV      49999us</w:t>
      </w:r>
    </w:p>
    <w:p w:rsidR="00932D27" w:rsidRPr="004E1CD2" w:rsidRDefault="00932D27" w:rsidP="003A01E1">
      <w:pPr>
        <w:pStyle w:val="code"/>
      </w:pPr>
      <w:r w:rsidRPr="004E1CD2">
        <w:t>ID: 1 IV:   14999679 (=     49999us) TIV      49999us</w:t>
      </w:r>
    </w:p>
    <w:p w:rsidR="00932D27" w:rsidRPr="004E1CD2" w:rsidRDefault="00932D27" w:rsidP="003A01E1">
      <w:pPr>
        <w:pStyle w:val="code"/>
      </w:pPr>
      <w:r w:rsidRPr="004E1CD2">
        <w:t>ID: 0 IV:   14999652 (=     49999us) TIV      49999us</w:t>
      </w:r>
    </w:p>
    <w:p w:rsidR="00932D27" w:rsidRPr="004E1CD2" w:rsidRDefault="00932D27" w:rsidP="003A01E1">
      <w:pPr>
        <w:pStyle w:val="code"/>
      </w:pPr>
      <w:r w:rsidRPr="004E1CD2">
        <w:t>ID: 1 IV:   14999599 (=     49999us) TIV      49999us</w:t>
      </w:r>
    </w:p>
    <w:p w:rsidR="00932D27" w:rsidRPr="004E1CD2" w:rsidRDefault="00932D27" w:rsidP="003A01E1">
      <w:pPr>
        <w:pStyle w:val="code"/>
      </w:pPr>
      <w:r w:rsidRPr="004E1CD2">
        <w:t>ID: 0 IV:   14999675 (=     49999us) TIV      49999us</w:t>
      </w:r>
    </w:p>
    <w:p w:rsidR="00932D27" w:rsidRPr="004E1CD2" w:rsidRDefault="00932D27" w:rsidP="003A01E1">
      <w:pPr>
        <w:pStyle w:val="code"/>
      </w:pPr>
      <w:r w:rsidRPr="004E1CD2">
        <w:t>ID: 1 IV:   14999573 (=     49999us) TIV      49999us</w:t>
      </w:r>
    </w:p>
    <w:p w:rsidR="00932D27" w:rsidRPr="004E1CD2" w:rsidRDefault="00932D27" w:rsidP="003A01E1">
      <w:pPr>
        <w:pStyle w:val="code"/>
      </w:pPr>
      <w:r w:rsidRPr="004E1CD2">
        <w:t>ID: 0 IV:   14999589 (=     49999us) TIV      49999us</w:t>
      </w:r>
    </w:p>
    <w:p w:rsidR="00932D27" w:rsidRPr="004E1CD2" w:rsidRDefault="00932D27" w:rsidP="003A01E1">
      <w:pPr>
        <w:pStyle w:val="code"/>
      </w:pPr>
      <w:r w:rsidRPr="004E1CD2">
        <w:t>ID: 1 IV:   14999571 (=     49999us) TIV      49999us</w:t>
      </w:r>
    </w:p>
    <w:p w:rsidR="00932D27" w:rsidRPr="004E1CD2" w:rsidRDefault="00932D27" w:rsidP="003A01E1">
      <w:pPr>
        <w:pStyle w:val="code"/>
      </w:pPr>
      <w:r w:rsidRPr="004E1CD2">
        <w:t>ID: 0 IV:   14999573 (=     49999us) TIV      49999us</w:t>
      </w:r>
    </w:p>
    <w:p w:rsidR="00932D27" w:rsidRPr="004E1CD2" w:rsidRDefault="00932D27" w:rsidP="003A01E1">
      <w:pPr>
        <w:pStyle w:val="code"/>
      </w:pPr>
      <w:r w:rsidRPr="004E1CD2">
        <w:t>ID: 1 IV:   14999560 (=     49999us) TIV      49999us</w:t>
      </w:r>
    </w:p>
    <w:p w:rsidR="00932D27" w:rsidRPr="004E1CD2" w:rsidRDefault="00932D27" w:rsidP="003A01E1">
      <w:pPr>
        <w:pStyle w:val="code"/>
      </w:pPr>
      <w:r w:rsidRPr="004E1CD2">
        <w:t>ID: 0 IV:   14999540 (=     49998us) TIV      49998us</w:t>
      </w:r>
    </w:p>
    <w:p w:rsidR="00932D27" w:rsidRPr="004E1CD2" w:rsidRDefault="00932D27" w:rsidP="003A01E1">
      <w:pPr>
        <w:pStyle w:val="code"/>
      </w:pPr>
      <w:r w:rsidRPr="004E1CD2">
        <w:t>ID: 1 IV:   14999661 (=     49999us) TIV      49999us</w:t>
      </w:r>
    </w:p>
    <w:p w:rsidR="00932D27" w:rsidRPr="004E1CD2" w:rsidRDefault="00932D27" w:rsidP="003A01E1">
      <w:pPr>
        <w:pStyle w:val="code"/>
      </w:pPr>
      <w:r w:rsidRPr="004E1CD2">
        <w:t>ID: 0 IV:   14999594 (=     49999us) TIV      49999us</w:t>
      </w:r>
    </w:p>
    <w:p w:rsidR="00932D27" w:rsidRPr="004E1CD2" w:rsidRDefault="00932D27" w:rsidP="003A01E1">
      <w:pPr>
        <w:pStyle w:val="code"/>
      </w:pPr>
      <w:r w:rsidRPr="004E1CD2">
        <w:t>ID: 1 IV:   14999686 (=     49999us) TIV      49999us</w:t>
      </w:r>
    </w:p>
    <w:p w:rsidR="00932D27" w:rsidRPr="004E1CD2" w:rsidRDefault="00932D27" w:rsidP="003A01E1">
      <w:pPr>
        <w:pStyle w:val="code"/>
      </w:pPr>
      <w:r w:rsidRPr="004E1CD2">
        <w:t>ID: 0 IV:   14999586 (=     49999us) TIV      49999us</w:t>
      </w:r>
    </w:p>
    <w:p w:rsidR="00932D27" w:rsidRPr="004E1CD2" w:rsidRDefault="00932D27" w:rsidP="003A01E1">
      <w:pPr>
        <w:pStyle w:val="code"/>
      </w:pPr>
      <w:r w:rsidRPr="004E1CD2">
        <w:t>ID: 1 IV:   14999569 (=     49999us) TIV      49999us</w:t>
      </w:r>
    </w:p>
    <w:p w:rsidR="00932D27" w:rsidRPr="004E1CD2" w:rsidRDefault="00932D27" w:rsidP="003A01E1">
      <w:pPr>
        <w:pStyle w:val="code"/>
      </w:pPr>
      <w:r w:rsidRPr="004E1CD2">
        <w:t>ID: 0 IV:   14999604 (=     49999us) TIV      49999us</w:t>
      </w:r>
    </w:p>
    <w:p w:rsidR="00932D27" w:rsidRPr="004E1CD2" w:rsidRDefault="00932D27" w:rsidP="003A01E1">
      <w:pPr>
        <w:pStyle w:val="code"/>
      </w:pPr>
      <w:r w:rsidRPr="004E1CD2">
        <w:t>ID: 1 IV:   14999664 (=     49999us) TIV      49999us</w:t>
      </w:r>
    </w:p>
    <w:p w:rsidR="00932D27" w:rsidRPr="004E1CD2" w:rsidRDefault="00932D27" w:rsidP="003A01E1">
      <w:pPr>
        <w:pStyle w:val="code"/>
      </w:pPr>
      <w:r w:rsidRPr="004E1CD2">
        <w:lastRenderedPageBreak/>
        <w:t>ID: 0 IV:   14999481 (=     49998us) TIV      49998us</w:t>
      </w:r>
    </w:p>
    <w:p w:rsidR="00932D27" w:rsidRPr="004E1CD2" w:rsidRDefault="00932D27" w:rsidP="003A01E1">
      <w:pPr>
        <w:pStyle w:val="code"/>
      </w:pPr>
      <w:r w:rsidRPr="004E1CD2">
        <w:t>ID: 1 IV:   14999677 (=     49999us) TIV      49999us</w:t>
      </w:r>
    </w:p>
    <w:p w:rsidR="00932D27" w:rsidRPr="004E1CD2" w:rsidRDefault="00932D27" w:rsidP="003A01E1">
      <w:pPr>
        <w:pStyle w:val="code"/>
      </w:pPr>
      <w:r w:rsidRPr="004E1CD2">
        <w:t>ID: 0 IV:   14999576 (=     49999us) TIV      49999us</w:t>
      </w:r>
    </w:p>
    <w:p w:rsidR="00932D27" w:rsidRPr="004E1CD2" w:rsidRDefault="00932D27" w:rsidP="003A01E1">
      <w:pPr>
        <w:pStyle w:val="code"/>
      </w:pPr>
      <w:r w:rsidRPr="004E1CD2">
        <w:t>ID: 1 IV:   14999574 (=     49999us) TIV      49999us</w:t>
      </w:r>
    </w:p>
    <w:p w:rsidR="00932D27" w:rsidRPr="004E1CD2" w:rsidRDefault="00932D27" w:rsidP="003A01E1">
      <w:pPr>
        <w:pStyle w:val="code"/>
      </w:pPr>
      <w:r w:rsidRPr="004E1CD2">
        <w:t>ID: 0 IV:   14999617 (=     49999us) TIV      49999us</w:t>
      </w:r>
    </w:p>
    <w:p w:rsidR="00932D27" w:rsidRPr="004E1CD2" w:rsidRDefault="00932D27" w:rsidP="003A01E1">
      <w:pPr>
        <w:pStyle w:val="code"/>
      </w:pPr>
      <w:r w:rsidRPr="004E1CD2">
        <w:t>RANGE 49996-49999us (3us)</w:t>
      </w:r>
    </w:p>
    <w:p w:rsidR="00932D27" w:rsidRPr="004E1CD2" w:rsidRDefault="00932D27" w:rsidP="003A01E1">
      <w:pPr>
        <w:pStyle w:val="code"/>
      </w:pPr>
      <w:r w:rsidRPr="004E1CD2">
        <w:t xml:space="preserve">RTEST: Level  005 </w:t>
      </w:r>
    </w:p>
    <w:p w:rsidR="00932D27" w:rsidRPr="004E1CD2" w:rsidRDefault="00932D27" w:rsidP="003A01E1">
      <w:pPr>
        <w:pStyle w:val="code"/>
      </w:pPr>
      <w:r w:rsidRPr="004E1CD2">
        <w:t>Next test - expecting half</w:t>
      </w:r>
    </w:p>
    <w:p w:rsidR="00932D27" w:rsidRPr="004E1CD2" w:rsidRDefault="00932D27" w:rsidP="003A01E1">
      <w:pPr>
        <w:pStyle w:val="code"/>
      </w:pPr>
      <w:r w:rsidRPr="004E1CD2">
        <w:t>ID: 0 IV:    7498010 (=     24993us) TIV          0us</w:t>
      </w:r>
    </w:p>
    <w:p w:rsidR="00932D27" w:rsidRPr="004E1CD2" w:rsidRDefault="00932D27" w:rsidP="003A01E1">
      <w:pPr>
        <w:pStyle w:val="code"/>
      </w:pPr>
      <w:r w:rsidRPr="004E1CD2">
        <w:t>ID: 1 IV:    7498904 (=     24996us) TIV      24996us</w:t>
      </w:r>
    </w:p>
    <w:p w:rsidR="00932D27" w:rsidRPr="004E1CD2" w:rsidRDefault="00932D27" w:rsidP="003A01E1">
      <w:pPr>
        <w:pStyle w:val="code"/>
      </w:pPr>
      <w:r w:rsidRPr="004E1CD2">
        <w:t>ID: 0 IV:    7499432 (=     24998us) TIV      24998us</w:t>
      </w:r>
    </w:p>
    <w:p w:rsidR="00932D27" w:rsidRPr="004E1CD2" w:rsidRDefault="00932D27" w:rsidP="003A01E1">
      <w:pPr>
        <w:pStyle w:val="code"/>
      </w:pPr>
      <w:r w:rsidRPr="004E1CD2">
        <w:t>ID: 1 IV:    7499221 (=     24997us) TIV      24997us</w:t>
      </w:r>
    </w:p>
    <w:p w:rsidR="00932D27" w:rsidRPr="004E1CD2" w:rsidRDefault="00932D27" w:rsidP="003A01E1">
      <w:pPr>
        <w:pStyle w:val="code"/>
      </w:pPr>
      <w:r w:rsidRPr="004E1CD2">
        <w:t>ID: 0 IV:    7499512 (=     24998us) TIV      24998us</w:t>
      </w:r>
    </w:p>
    <w:p w:rsidR="00932D27" w:rsidRPr="004E1CD2" w:rsidRDefault="00932D27" w:rsidP="003A01E1">
      <w:pPr>
        <w:pStyle w:val="code"/>
      </w:pPr>
      <w:r w:rsidRPr="004E1CD2">
        <w:t>ID: 1 IV:    7499494 (=     24998us) TIV      24998us</w:t>
      </w:r>
    </w:p>
    <w:p w:rsidR="00932D27" w:rsidRPr="004E1CD2" w:rsidRDefault="00932D27" w:rsidP="003A01E1">
      <w:pPr>
        <w:pStyle w:val="code"/>
      </w:pPr>
      <w:r w:rsidRPr="004E1CD2">
        <w:t>ID: 0 IV:    7499698 (=     24999us) TIV      24999us</w:t>
      </w:r>
    </w:p>
    <w:p w:rsidR="00932D27" w:rsidRPr="004E1CD2" w:rsidRDefault="00932D27" w:rsidP="003A01E1">
      <w:pPr>
        <w:pStyle w:val="code"/>
      </w:pPr>
      <w:r w:rsidRPr="004E1CD2">
        <w:t>ID: 1 IV:    7499604 (=     24999us) TIV      24999us</w:t>
      </w:r>
    </w:p>
    <w:p w:rsidR="00932D27" w:rsidRPr="004E1CD2" w:rsidRDefault="00932D27" w:rsidP="003A01E1">
      <w:pPr>
        <w:pStyle w:val="code"/>
      </w:pPr>
      <w:r w:rsidRPr="004E1CD2">
        <w:t>ID: 0 IV:    7499499 (=     24998us) TIV      24998us</w:t>
      </w:r>
    </w:p>
    <w:p w:rsidR="00932D27" w:rsidRPr="004E1CD2" w:rsidRDefault="00932D27" w:rsidP="003A01E1">
      <w:pPr>
        <w:pStyle w:val="code"/>
      </w:pPr>
      <w:r w:rsidRPr="004E1CD2">
        <w:t>ID: 1 IV:    7499492 (=     24998us) TIV      24998us</w:t>
      </w:r>
    </w:p>
    <w:p w:rsidR="00932D27" w:rsidRPr="004E1CD2" w:rsidRDefault="00932D27" w:rsidP="003A01E1">
      <w:pPr>
        <w:pStyle w:val="code"/>
      </w:pPr>
      <w:r w:rsidRPr="004E1CD2">
        <w:t>ID: 0 IV:    7499614 (=     24999us) TIV      24999us</w:t>
      </w:r>
    </w:p>
    <w:p w:rsidR="00932D27" w:rsidRPr="004E1CD2" w:rsidRDefault="00932D27" w:rsidP="003A01E1">
      <w:pPr>
        <w:pStyle w:val="code"/>
      </w:pPr>
      <w:r w:rsidRPr="004E1CD2">
        <w:t>ID: 1 IV:    7499605 (=     24999us) TIV      24999us</w:t>
      </w:r>
    </w:p>
    <w:p w:rsidR="00932D27" w:rsidRPr="004E1CD2" w:rsidRDefault="00932D27" w:rsidP="003A01E1">
      <w:pPr>
        <w:pStyle w:val="code"/>
      </w:pPr>
      <w:r w:rsidRPr="004E1CD2">
        <w:t>ID: 0 IV:    7499514 (=     24998us) TIV      24998us</w:t>
      </w:r>
    </w:p>
    <w:p w:rsidR="00932D27" w:rsidRPr="004E1CD2" w:rsidRDefault="00932D27" w:rsidP="003A01E1">
      <w:pPr>
        <w:pStyle w:val="code"/>
      </w:pPr>
      <w:r w:rsidRPr="004E1CD2">
        <w:t>ID: 1 IV:    7499600 (=     24999us) TIV      24999us</w:t>
      </w:r>
    </w:p>
    <w:p w:rsidR="00932D27" w:rsidRPr="004E1CD2" w:rsidRDefault="00932D27" w:rsidP="003A01E1">
      <w:pPr>
        <w:pStyle w:val="code"/>
      </w:pPr>
      <w:r w:rsidRPr="004E1CD2">
        <w:t>ID: 0 IV:    7499603 (=     24999us) TIV      24999us</w:t>
      </w:r>
    </w:p>
    <w:p w:rsidR="00932D27" w:rsidRPr="004E1CD2" w:rsidRDefault="00932D27" w:rsidP="003A01E1">
      <w:pPr>
        <w:pStyle w:val="code"/>
      </w:pPr>
      <w:r w:rsidRPr="004E1CD2">
        <w:t>ID: 1 IV:    7499594 (=     24999us) TIV      24999us</w:t>
      </w:r>
    </w:p>
    <w:p w:rsidR="00932D27" w:rsidRPr="004E1CD2" w:rsidRDefault="00932D27" w:rsidP="003A01E1">
      <w:pPr>
        <w:pStyle w:val="code"/>
      </w:pPr>
      <w:r w:rsidRPr="004E1CD2">
        <w:t>ID: 0 IV:    7499600 (=     24999us) TIV      24999us</w:t>
      </w:r>
    </w:p>
    <w:p w:rsidR="00932D27" w:rsidRPr="004E1CD2" w:rsidRDefault="00932D27" w:rsidP="003A01E1">
      <w:pPr>
        <w:pStyle w:val="code"/>
      </w:pPr>
      <w:r w:rsidRPr="004E1CD2">
        <w:t>ID: 1 IV:    7499597 (=     24999us) TIV      24999us</w:t>
      </w:r>
    </w:p>
    <w:p w:rsidR="00932D27" w:rsidRPr="004E1CD2" w:rsidRDefault="00932D27" w:rsidP="003A01E1">
      <w:pPr>
        <w:pStyle w:val="code"/>
      </w:pPr>
      <w:r w:rsidRPr="004E1CD2">
        <w:t>ID: 0 IV:    7499593 (=     24999us) TIV      24999us</w:t>
      </w:r>
    </w:p>
    <w:p w:rsidR="00932D27" w:rsidRPr="004E1CD2" w:rsidRDefault="00932D27" w:rsidP="003A01E1">
      <w:pPr>
        <w:pStyle w:val="code"/>
      </w:pPr>
      <w:r w:rsidRPr="004E1CD2">
        <w:t>ID: 1 IV:    7499632 (=     24999us) TIV      24999us</w:t>
      </w:r>
    </w:p>
    <w:p w:rsidR="00932D27" w:rsidRPr="004E1CD2" w:rsidRDefault="00932D27" w:rsidP="003A01E1">
      <w:pPr>
        <w:pStyle w:val="code"/>
      </w:pPr>
      <w:r w:rsidRPr="004E1CD2">
        <w:t>ID: 0 IV:    7499663 (=     24999us) TIV      24999us</w:t>
      </w:r>
    </w:p>
    <w:p w:rsidR="00932D27" w:rsidRPr="004E1CD2" w:rsidRDefault="00932D27" w:rsidP="003A01E1">
      <w:pPr>
        <w:pStyle w:val="code"/>
      </w:pPr>
      <w:r w:rsidRPr="004E1CD2">
        <w:t>ID: 1 IV:    7499603 (=     24999us) TIV      24999us</w:t>
      </w:r>
    </w:p>
    <w:p w:rsidR="00932D27" w:rsidRPr="004E1CD2" w:rsidRDefault="00932D27" w:rsidP="003A01E1">
      <w:pPr>
        <w:pStyle w:val="code"/>
      </w:pPr>
      <w:r w:rsidRPr="004E1CD2">
        <w:t>ID: 0 IV:    7499501 (=     24998us) TIV      24998us</w:t>
      </w:r>
    </w:p>
    <w:p w:rsidR="00932D27" w:rsidRPr="004E1CD2" w:rsidRDefault="00932D27" w:rsidP="003A01E1">
      <w:pPr>
        <w:pStyle w:val="code"/>
      </w:pPr>
      <w:r w:rsidRPr="004E1CD2">
        <w:t>ID: 1 IV:    7499608 (=     24999us) TIV      24999us</w:t>
      </w:r>
    </w:p>
    <w:p w:rsidR="00932D27" w:rsidRPr="004E1CD2" w:rsidRDefault="00932D27" w:rsidP="003A01E1">
      <w:pPr>
        <w:pStyle w:val="code"/>
      </w:pPr>
      <w:r w:rsidRPr="004E1CD2">
        <w:t>ID: 0 IV:    7499613 (=     24999us) TIV      24999us</w:t>
      </w:r>
    </w:p>
    <w:p w:rsidR="00932D27" w:rsidRPr="004E1CD2" w:rsidRDefault="00932D27" w:rsidP="003A01E1">
      <w:pPr>
        <w:pStyle w:val="code"/>
      </w:pPr>
      <w:r w:rsidRPr="004E1CD2">
        <w:t>ID: 1 IV:    7499410 (=     24998us) TIV      24998us</w:t>
      </w:r>
    </w:p>
    <w:p w:rsidR="00932D27" w:rsidRPr="004E1CD2" w:rsidRDefault="00932D27" w:rsidP="003A01E1">
      <w:pPr>
        <w:pStyle w:val="code"/>
      </w:pPr>
      <w:r w:rsidRPr="004E1CD2">
        <w:t>ID: 0 IV:    7499596 (=     24999us) TIV      24999us</w:t>
      </w:r>
    </w:p>
    <w:p w:rsidR="00932D27" w:rsidRPr="004E1CD2" w:rsidRDefault="00932D27" w:rsidP="003A01E1">
      <w:pPr>
        <w:pStyle w:val="code"/>
      </w:pPr>
      <w:r w:rsidRPr="004E1CD2">
        <w:t>ID: 1 IV:    7499602 (=     24999us) TIV      24999us</w:t>
      </w:r>
    </w:p>
    <w:p w:rsidR="00932D27" w:rsidRPr="004E1CD2" w:rsidRDefault="00932D27" w:rsidP="003A01E1">
      <w:pPr>
        <w:pStyle w:val="code"/>
      </w:pPr>
      <w:r w:rsidRPr="004E1CD2">
        <w:t>ID: 0 IV:    7499501 (=     24998us) TIV      24998us</w:t>
      </w:r>
    </w:p>
    <w:p w:rsidR="00932D27" w:rsidRPr="004E1CD2" w:rsidRDefault="00932D27" w:rsidP="003A01E1">
      <w:pPr>
        <w:pStyle w:val="code"/>
      </w:pPr>
      <w:r w:rsidRPr="004E1CD2">
        <w:t>ID: 1 IV:    7499489 (=     24998us) TIV      24998us</w:t>
      </w:r>
    </w:p>
    <w:p w:rsidR="00932D27" w:rsidRPr="004E1CD2" w:rsidRDefault="00932D27" w:rsidP="003A01E1">
      <w:pPr>
        <w:pStyle w:val="code"/>
      </w:pPr>
      <w:r w:rsidRPr="004E1CD2">
        <w:t>ID: 0 IV:    7499615 (=     24999us) TIV      24999us</w:t>
      </w:r>
    </w:p>
    <w:p w:rsidR="00932D27" w:rsidRPr="004E1CD2" w:rsidRDefault="00932D27" w:rsidP="003A01E1">
      <w:pPr>
        <w:pStyle w:val="code"/>
      </w:pPr>
      <w:r w:rsidRPr="004E1CD2">
        <w:t>ID: 1 IV:    7499490 (=     24998us) TIV      24998us</w:t>
      </w:r>
    </w:p>
    <w:p w:rsidR="00932D27" w:rsidRPr="004E1CD2" w:rsidRDefault="00932D27" w:rsidP="003A01E1">
      <w:pPr>
        <w:pStyle w:val="code"/>
      </w:pPr>
      <w:r w:rsidRPr="004E1CD2">
        <w:t>ID: 0 IV:    7499506 (=     24998us) TIV      24998us</w:t>
      </w:r>
    </w:p>
    <w:p w:rsidR="00932D27" w:rsidRPr="004E1CD2" w:rsidRDefault="00932D27" w:rsidP="003A01E1">
      <w:pPr>
        <w:pStyle w:val="code"/>
      </w:pPr>
      <w:r w:rsidRPr="004E1CD2">
        <w:t>ID: 1 IV:    7499608 (=     24999us) TIV      24999us</w:t>
      </w:r>
    </w:p>
    <w:p w:rsidR="00932D27" w:rsidRPr="004E1CD2" w:rsidRDefault="00932D27" w:rsidP="003A01E1">
      <w:pPr>
        <w:pStyle w:val="code"/>
      </w:pPr>
      <w:r w:rsidRPr="004E1CD2">
        <w:t>ID: 0 IV:    7499596 (=     24999us) TIV      24999us</w:t>
      </w:r>
    </w:p>
    <w:p w:rsidR="00932D27" w:rsidRPr="004E1CD2" w:rsidRDefault="00932D27" w:rsidP="003A01E1">
      <w:pPr>
        <w:pStyle w:val="code"/>
      </w:pPr>
      <w:r w:rsidRPr="004E1CD2">
        <w:t>ID: 1 IV:    7499602 (=     24999us) TIV      24999us</w:t>
      </w:r>
    </w:p>
    <w:p w:rsidR="00932D27" w:rsidRPr="004E1CD2" w:rsidRDefault="00932D27" w:rsidP="003A01E1">
      <w:pPr>
        <w:pStyle w:val="code"/>
      </w:pPr>
      <w:r w:rsidRPr="004E1CD2">
        <w:t>ID: 0 IV:    7499602 (=     24999us) TIV      24999us</w:t>
      </w:r>
    </w:p>
    <w:p w:rsidR="00932D27" w:rsidRPr="004E1CD2" w:rsidRDefault="00932D27" w:rsidP="003A01E1">
      <w:pPr>
        <w:pStyle w:val="code"/>
      </w:pPr>
      <w:r w:rsidRPr="004E1CD2">
        <w:t>ID: 1 IV:    7499589 (=     24999us) TIV      24999us</w:t>
      </w:r>
    </w:p>
    <w:p w:rsidR="00932D27" w:rsidRPr="004E1CD2" w:rsidRDefault="00932D27" w:rsidP="003A01E1">
      <w:pPr>
        <w:pStyle w:val="code"/>
      </w:pPr>
      <w:r w:rsidRPr="004E1CD2">
        <w:lastRenderedPageBreak/>
        <w:t>ID: 0 IV:    7499407 (=     24998us) TIV      24998us</w:t>
      </w:r>
    </w:p>
    <w:p w:rsidR="00932D27" w:rsidRPr="004E1CD2" w:rsidRDefault="00932D27" w:rsidP="003A01E1">
      <w:pPr>
        <w:pStyle w:val="code"/>
      </w:pPr>
      <w:r w:rsidRPr="004E1CD2">
        <w:t>ID: 1 IV:    7499617 (=     24999us) TIV      24999us</w:t>
      </w:r>
    </w:p>
    <w:p w:rsidR="00932D27" w:rsidRPr="004E1CD2" w:rsidRDefault="00932D27" w:rsidP="003A01E1">
      <w:pPr>
        <w:pStyle w:val="code"/>
      </w:pPr>
      <w:r w:rsidRPr="004E1CD2">
        <w:t>ID: 0 IV:    7499599 (=     24999us) TIV      24999us</w:t>
      </w:r>
    </w:p>
    <w:p w:rsidR="00932D27" w:rsidRPr="004E1CD2" w:rsidRDefault="00932D27" w:rsidP="003A01E1">
      <w:pPr>
        <w:pStyle w:val="code"/>
      </w:pPr>
      <w:r w:rsidRPr="004E1CD2">
        <w:t>ID: 1 IV:    7499608 (=     24999us) TIV      24999us</w:t>
      </w:r>
    </w:p>
    <w:p w:rsidR="00932D27" w:rsidRPr="004E1CD2" w:rsidRDefault="00932D27" w:rsidP="003A01E1">
      <w:pPr>
        <w:pStyle w:val="code"/>
      </w:pPr>
      <w:r w:rsidRPr="004E1CD2">
        <w:t>ID: 0 IV:    7499606 (=     24999us) TIV      24999us</w:t>
      </w:r>
    </w:p>
    <w:p w:rsidR="00932D27" w:rsidRPr="004E1CD2" w:rsidRDefault="00932D27" w:rsidP="003A01E1">
      <w:pPr>
        <w:pStyle w:val="code"/>
      </w:pPr>
      <w:r w:rsidRPr="004E1CD2">
        <w:t>ID: 1 IV:    7499602 (=     24999us) TIV      24999us</w:t>
      </w:r>
    </w:p>
    <w:p w:rsidR="00932D27" w:rsidRPr="004E1CD2" w:rsidRDefault="00932D27" w:rsidP="003A01E1">
      <w:pPr>
        <w:pStyle w:val="code"/>
      </w:pPr>
      <w:r w:rsidRPr="004E1CD2">
        <w:t>ID: 0 IV:    7499595 (=     24999us) TIV      24999us</w:t>
      </w:r>
    </w:p>
    <w:p w:rsidR="00932D27" w:rsidRPr="004E1CD2" w:rsidRDefault="00932D27" w:rsidP="003A01E1">
      <w:pPr>
        <w:pStyle w:val="code"/>
      </w:pPr>
      <w:r w:rsidRPr="004E1CD2">
        <w:t>ID: 1 IV:    7499395 (=     24998us) TIV      24998us</w:t>
      </w:r>
    </w:p>
    <w:p w:rsidR="00932D27" w:rsidRPr="004E1CD2" w:rsidRDefault="00932D27" w:rsidP="003A01E1">
      <w:pPr>
        <w:pStyle w:val="code"/>
      </w:pPr>
      <w:r w:rsidRPr="004E1CD2">
        <w:t>ID: 0 IV:    7499610 (=     24999us) TIV      24999us</w:t>
      </w:r>
    </w:p>
    <w:p w:rsidR="00932D27" w:rsidRPr="004E1CD2" w:rsidRDefault="00932D27" w:rsidP="003A01E1">
      <w:pPr>
        <w:pStyle w:val="code"/>
      </w:pPr>
      <w:r w:rsidRPr="004E1CD2">
        <w:t>ID: 1 IV:    7499604 (=     24999us) TIV      24999us</w:t>
      </w:r>
    </w:p>
    <w:p w:rsidR="00932D27" w:rsidRPr="004E1CD2" w:rsidRDefault="00932D27" w:rsidP="003A01E1">
      <w:pPr>
        <w:pStyle w:val="code"/>
      </w:pPr>
      <w:r w:rsidRPr="004E1CD2">
        <w:t>ID: 0 IV:    7499602 (=     24999us) TIV      24999us</w:t>
      </w:r>
    </w:p>
    <w:p w:rsidR="00932D27" w:rsidRPr="004E1CD2" w:rsidRDefault="00932D27" w:rsidP="003A01E1">
      <w:pPr>
        <w:pStyle w:val="code"/>
      </w:pPr>
      <w:r w:rsidRPr="004E1CD2">
        <w:t>ID: 1 IV:    7499592 (=     24999us) TIV      24999us</w:t>
      </w:r>
    </w:p>
    <w:p w:rsidR="00932D27" w:rsidRPr="004E1CD2" w:rsidRDefault="00932D27" w:rsidP="003A01E1">
      <w:pPr>
        <w:pStyle w:val="code"/>
      </w:pPr>
      <w:r w:rsidRPr="004E1CD2">
        <w:t>ID: 0 IV:    7499513 (=     24998us) TIV      24998us</w:t>
      </w:r>
    </w:p>
    <w:p w:rsidR="00932D27" w:rsidRPr="004E1CD2" w:rsidRDefault="00932D27" w:rsidP="003A01E1">
      <w:pPr>
        <w:pStyle w:val="code"/>
      </w:pPr>
      <w:r w:rsidRPr="004E1CD2">
        <w:t>ID: 1 IV:    7499498 (=     24998us) TIV      24998us</w:t>
      </w:r>
    </w:p>
    <w:p w:rsidR="00932D27" w:rsidRPr="004E1CD2" w:rsidRDefault="00932D27" w:rsidP="003A01E1">
      <w:pPr>
        <w:pStyle w:val="code"/>
      </w:pPr>
      <w:r w:rsidRPr="004E1CD2">
        <w:t>ID: 0 IV:    7499592 (=     24999us) TIV      24999us</w:t>
      </w:r>
    </w:p>
    <w:p w:rsidR="00932D27" w:rsidRPr="004E1CD2" w:rsidRDefault="00932D27" w:rsidP="003A01E1">
      <w:pPr>
        <w:pStyle w:val="code"/>
      </w:pPr>
      <w:r w:rsidRPr="004E1CD2">
        <w:t>ID: 1 IV:    7499597 (=     24999us) TIV      24999us</w:t>
      </w:r>
    </w:p>
    <w:p w:rsidR="00932D27" w:rsidRPr="004E1CD2" w:rsidRDefault="00932D27" w:rsidP="003A01E1">
      <w:pPr>
        <w:pStyle w:val="code"/>
      </w:pPr>
      <w:r w:rsidRPr="004E1CD2">
        <w:t>ID: 0 IV:    7499605 (=     24999us) TIV      24999us</w:t>
      </w:r>
    </w:p>
    <w:p w:rsidR="00932D27" w:rsidRPr="004E1CD2" w:rsidRDefault="00932D27" w:rsidP="003A01E1">
      <w:pPr>
        <w:pStyle w:val="code"/>
      </w:pPr>
      <w:r w:rsidRPr="004E1CD2">
        <w:t>ID: 1 IV:    7499498 (=     24998us) TIV      24998us</w:t>
      </w:r>
    </w:p>
    <w:p w:rsidR="00932D27" w:rsidRPr="004E1CD2" w:rsidRDefault="00932D27" w:rsidP="003A01E1">
      <w:pPr>
        <w:pStyle w:val="code"/>
      </w:pPr>
      <w:r w:rsidRPr="004E1CD2">
        <w:t>ID: 0 IV:    7499704 (=     24999us) TIV      24999us</w:t>
      </w:r>
    </w:p>
    <w:p w:rsidR="00932D27" w:rsidRPr="004E1CD2" w:rsidRDefault="00932D27" w:rsidP="003A01E1">
      <w:pPr>
        <w:pStyle w:val="code"/>
      </w:pPr>
      <w:r w:rsidRPr="004E1CD2">
        <w:t>ID: 1 IV:    7499591 (=     24999us) TIV      24999us</w:t>
      </w:r>
    </w:p>
    <w:p w:rsidR="00932D27" w:rsidRPr="004E1CD2" w:rsidRDefault="00932D27" w:rsidP="003A01E1">
      <w:pPr>
        <w:pStyle w:val="code"/>
      </w:pPr>
      <w:r w:rsidRPr="004E1CD2">
        <w:t>ID: 0 IV:    7499602 (=     24999us) TIV      24999us</w:t>
      </w:r>
    </w:p>
    <w:p w:rsidR="00932D27" w:rsidRPr="004E1CD2" w:rsidRDefault="00932D27" w:rsidP="003A01E1">
      <w:pPr>
        <w:pStyle w:val="code"/>
      </w:pPr>
      <w:r w:rsidRPr="004E1CD2">
        <w:t>ID: 1 IV:    7499607 (=     24999us) TIV      24999us</w:t>
      </w:r>
    </w:p>
    <w:p w:rsidR="00932D27" w:rsidRPr="004E1CD2" w:rsidRDefault="00932D27" w:rsidP="003A01E1">
      <w:pPr>
        <w:pStyle w:val="code"/>
      </w:pPr>
      <w:r w:rsidRPr="004E1CD2">
        <w:t>ID: 0 IV:    7499607 (=     24999us) TIV      24999us</w:t>
      </w:r>
    </w:p>
    <w:p w:rsidR="00932D27" w:rsidRPr="004E1CD2" w:rsidRDefault="00932D27" w:rsidP="003A01E1">
      <w:pPr>
        <w:pStyle w:val="code"/>
      </w:pPr>
      <w:r w:rsidRPr="004E1CD2">
        <w:t>ID: 1 IV:    7499598 (=     24999us) TIV      24999us</w:t>
      </w:r>
    </w:p>
    <w:p w:rsidR="00932D27" w:rsidRPr="004E1CD2" w:rsidRDefault="00932D27" w:rsidP="003A01E1">
      <w:pPr>
        <w:pStyle w:val="code"/>
      </w:pPr>
      <w:r w:rsidRPr="004E1CD2">
        <w:t>ID: 0 IV:    7499396 (=     24998us) TIV      24998us</w:t>
      </w:r>
    </w:p>
    <w:p w:rsidR="00932D27" w:rsidRPr="004E1CD2" w:rsidRDefault="00932D27" w:rsidP="003A01E1">
      <w:pPr>
        <w:pStyle w:val="code"/>
      </w:pPr>
      <w:r w:rsidRPr="004E1CD2">
        <w:t>ID: 1 IV:    7499608 (=     24999us) TIV      24999us</w:t>
      </w:r>
    </w:p>
    <w:p w:rsidR="00932D27" w:rsidRPr="004E1CD2" w:rsidRDefault="00932D27" w:rsidP="003A01E1">
      <w:pPr>
        <w:pStyle w:val="code"/>
      </w:pPr>
      <w:r w:rsidRPr="004E1CD2">
        <w:t>ID: 0 IV:    7499707 (=     24999us) TIV      24999us</w:t>
      </w:r>
    </w:p>
    <w:p w:rsidR="00932D27" w:rsidRPr="004E1CD2" w:rsidRDefault="00932D27" w:rsidP="003A01E1">
      <w:pPr>
        <w:pStyle w:val="code"/>
      </w:pPr>
      <w:r w:rsidRPr="004E1CD2">
        <w:t>ID: 1 IV:    7499504 (=     24998us) TIV      24998us</w:t>
      </w:r>
    </w:p>
    <w:p w:rsidR="00932D27" w:rsidRPr="004E1CD2" w:rsidRDefault="00932D27" w:rsidP="003A01E1">
      <w:pPr>
        <w:pStyle w:val="code"/>
      </w:pPr>
      <w:r w:rsidRPr="004E1CD2">
        <w:t>ID: 0 IV:    7499395 (=     24998us) TIV      24998us</w:t>
      </w:r>
    </w:p>
    <w:p w:rsidR="00932D27" w:rsidRPr="004E1CD2" w:rsidRDefault="00932D27" w:rsidP="003A01E1">
      <w:pPr>
        <w:pStyle w:val="code"/>
      </w:pPr>
      <w:r w:rsidRPr="004E1CD2">
        <w:t>ID: 1 IV:    7499599 (=     24999us) TIV      24999us</w:t>
      </w:r>
    </w:p>
    <w:p w:rsidR="00932D27" w:rsidRPr="004E1CD2" w:rsidRDefault="00932D27" w:rsidP="003A01E1">
      <w:pPr>
        <w:pStyle w:val="code"/>
      </w:pPr>
      <w:r w:rsidRPr="004E1CD2">
        <w:t>ID: 0 IV:    7499405 (=     24998us) TIV      24998us</w:t>
      </w:r>
    </w:p>
    <w:p w:rsidR="00932D27" w:rsidRPr="004E1CD2" w:rsidRDefault="00932D27" w:rsidP="003A01E1">
      <w:pPr>
        <w:pStyle w:val="code"/>
      </w:pPr>
      <w:r w:rsidRPr="004E1CD2">
        <w:t>ID: 1 IV:    7499606 (=     24999us) TIV      24999us</w:t>
      </w:r>
    </w:p>
    <w:p w:rsidR="00932D27" w:rsidRPr="004E1CD2" w:rsidRDefault="00932D27" w:rsidP="003A01E1">
      <w:pPr>
        <w:pStyle w:val="code"/>
      </w:pPr>
      <w:r w:rsidRPr="004E1CD2">
        <w:t>ID: 0 IV:    7499613 (=     24999us) TIV      24999us</w:t>
      </w:r>
    </w:p>
    <w:p w:rsidR="00932D27" w:rsidRPr="004E1CD2" w:rsidRDefault="00932D27" w:rsidP="003A01E1">
      <w:pPr>
        <w:pStyle w:val="code"/>
      </w:pPr>
      <w:r w:rsidRPr="004E1CD2">
        <w:t>ID: 1 IV:    7499601 (=     24999us) TIV      24999us</w:t>
      </w:r>
    </w:p>
    <w:p w:rsidR="00932D27" w:rsidRPr="004E1CD2" w:rsidRDefault="00932D27" w:rsidP="003A01E1">
      <w:pPr>
        <w:pStyle w:val="code"/>
      </w:pPr>
      <w:r w:rsidRPr="004E1CD2">
        <w:t>ID: 0 IV:    7499408 (=     24998us) TIV      24998us</w:t>
      </w:r>
    </w:p>
    <w:p w:rsidR="00932D27" w:rsidRPr="004E1CD2" w:rsidRDefault="00932D27" w:rsidP="003A01E1">
      <w:pPr>
        <w:pStyle w:val="code"/>
      </w:pPr>
      <w:r w:rsidRPr="004E1CD2">
        <w:t>ID: 1 IV:    7499595 (=     24999us) TIV      24999us</w:t>
      </w:r>
    </w:p>
    <w:p w:rsidR="00932D27" w:rsidRPr="004E1CD2" w:rsidRDefault="00932D27" w:rsidP="003A01E1">
      <w:pPr>
        <w:pStyle w:val="code"/>
      </w:pPr>
      <w:r w:rsidRPr="004E1CD2">
        <w:t>ID: 0 IV:    7499595 (=     24999us) TIV      24999us</w:t>
      </w:r>
    </w:p>
    <w:p w:rsidR="00932D27" w:rsidRPr="004E1CD2" w:rsidRDefault="00932D27" w:rsidP="003A01E1">
      <w:pPr>
        <w:pStyle w:val="code"/>
      </w:pPr>
      <w:r w:rsidRPr="004E1CD2">
        <w:t>ID: 1 IV:    7499601 (=     24999us) TIV      24999us</w:t>
      </w:r>
    </w:p>
    <w:p w:rsidR="00932D27" w:rsidRPr="004E1CD2" w:rsidRDefault="00932D27" w:rsidP="003A01E1">
      <w:pPr>
        <w:pStyle w:val="code"/>
      </w:pPr>
      <w:r w:rsidRPr="004E1CD2">
        <w:t>ID: 0 IV:    7499600 (=     24999us) TIV      24999us</w:t>
      </w:r>
    </w:p>
    <w:p w:rsidR="00932D27" w:rsidRPr="004E1CD2" w:rsidRDefault="00932D27" w:rsidP="003A01E1">
      <w:pPr>
        <w:pStyle w:val="code"/>
      </w:pPr>
      <w:r w:rsidRPr="004E1CD2">
        <w:t>ID: 1 IV:    7499705 (=     24999us) TIV      24999us</w:t>
      </w:r>
    </w:p>
    <w:p w:rsidR="00932D27" w:rsidRPr="004E1CD2" w:rsidRDefault="00932D27" w:rsidP="003A01E1">
      <w:pPr>
        <w:pStyle w:val="code"/>
      </w:pPr>
      <w:r w:rsidRPr="004E1CD2">
        <w:t>ID: 0 IV:    7499710 (=     24999us) TIV      24999us</w:t>
      </w:r>
    </w:p>
    <w:p w:rsidR="00932D27" w:rsidRPr="004E1CD2" w:rsidRDefault="00932D27" w:rsidP="003A01E1">
      <w:pPr>
        <w:pStyle w:val="code"/>
      </w:pPr>
      <w:r w:rsidRPr="004E1CD2">
        <w:t>ID: 1 IV:    7499606 (=     24999us) TIV      24999us</w:t>
      </w:r>
    </w:p>
    <w:p w:rsidR="00932D27" w:rsidRPr="004E1CD2" w:rsidRDefault="00932D27" w:rsidP="003A01E1">
      <w:pPr>
        <w:pStyle w:val="code"/>
      </w:pPr>
      <w:r w:rsidRPr="004E1CD2">
        <w:t>ID: 0 IV:    7499542 (=     24998us) TIV      24998us</w:t>
      </w:r>
    </w:p>
    <w:p w:rsidR="00932D27" w:rsidRPr="004E1CD2" w:rsidRDefault="00932D27" w:rsidP="003A01E1">
      <w:pPr>
        <w:pStyle w:val="code"/>
      </w:pPr>
      <w:r w:rsidRPr="004E1CD2">
        <w:t>ID: 1 IV:    7499612 (=     24999us) TIV      24999us</w:t>
      </w:r>
    </w:p>
    <w:p w:rsidR="00932D27" w:rsidRPr="004E1CD2" w:rsidRDefault="00932D27" w:rsidP="003A01E1">
      <w:pPr>
        <w:pStyle w:val="code"/>
      </w:pPr>
      <w:r w:rsidRPr="004E1CD2">
        <w:t>ID: 0 IV:    7499600 (=     24999us) TIV      24999us</w:t>
      </w:r>
    </w:p>
    <w:p w:rsidR="00932D27" w:rsidRPr="004E1CD2" w:rsidRDefault="00932D27" w:rsidP="003A01E1">
      <w:pPr>
        <w:pStyle w:val="code"/>
      </w:pPr>
      <w:r w:rsidRPr="004E1CD2">
        <w:t>ID: 1 IV:    7499591 (=     24999us) TIV      24999us</w:t>
      </w:r>
    </w:p>
    <w:p w:rsidR="00932D27" w:rsidRPr="004E1CD2" w:rsidRDefault="00932D27" w:rsidP="003A01E1">
      <w:pPr>
        <w:pStyle w:val="code"/>
      </w:pPr>
      <w:r w:rsidRPr="004E1CD2">
        <w:lastRenderedPageBreak/>
        <w:t>ID: 0 IV:    7499599 (=     24999us) TIV      24999us</w:t>
      </w:r>
    </w:p>
    <w:p w:rsidR="00932D27" w:rsidRPr="004E1CD2" w:rsidRDefault="00932D27" w:rsidP="003A01E1">
      <w:pPr>
        <w:pStyle w:val="code"/>
      </w:pPr>
      <w:r w:rsidRPr="004E1CD2">
        <w:t>ID: 1 IV:    7499509 (=     24998us) TIV      24998us</w:t>
      </w:r>
    </w:p>
    <w:p w:rsidR="00932D27" w:rsidRPr="004E1CD2" w:rsidRDefault="00932D27" w:rsidP="003A01E1">
      <w:pPr>
        <w:pStyle w:val="code"/>
      </w:pPr>
      <w:r w:rsidRPr="004E1CD2">
        <w:t>ID: 0 IV:    7499600 (=     24999us) TIV      24999us</w:t>
      </w:r>
    </w:p>
    <w:p w:rsidR="00932D27" w:rsidRPr="004E1CD2" w:rsidRDefault="00932D27" w:rsidP="003A01E1">
      <w:pPr>
        <w:pStyle w:val="code"/>
      </w:pPr>
      <w:r w:rsidRPr="004E1CD2">
        <w:t>ID: 1 IV:    7499596 (=     24999us) TIV      24999us</w:t>
      </w:r>
    </w:p>
    <w:p w:rsidR="00932D27" w:rsidRPr="004E1CD2" w:rsidRDefault="00932D27" w:rsidP="003A01E1">
      <w:pPr>
        <w:pStyle w:val="code"/>
      </w:pPr>
      <w:r w:rsidRPr="004E1CD2">
        <w:t>ID: 0 IV:    7499702 (=     24999us) TIV      24999us</w:t>
      </w:r>
    </w:p>
    <w:p w:rsidR="00932D27" w:rsidRPr="004E1CD2" w:rsidRDefault="00932D27" w:rsidP="003A01E1">
      <w:pPr>
        <w:pStyle w:val="code"/>
      </w:pPr>
      <w:r w:rsidRPr="004E1CD2">
        <w:t>ID: 1 IV:    7499614 (=     24999us) TIV      24999us</w:t>
      </w:r>
    </w:p>
    <w:p w:rsidR="00932D27" w:rsidRPr="004E1CD2" w:rsidRDefault="00932D27" w:rsidP="003A01E1">
      <w:pPr>
        <w:pStyle w:val="code"/>
      </w:pPr>
      <w:r w:rsidRPr="004E1CD2">
        <w:t>ID: 0 IV:    7499611 (=     24999us) TIV      24999us</w:t>
      </w:r>
    </w:p>
    <w:p w:rsidR="00932D27" w:rsidRPr="004E1CD2" w:rsidRDefault="00932D27" w:rsidP="003A01E1">
      <w:pPr>
        <w:pStyle w:val="code"/>
      </w:pPr>
      <w:r w:rsidRPr="004E1CD2">
        <w:t>ID: 1 IV:    7499492 (=     24998us) TIV      24998us</w:t>
      </w:r>
    </w:p>
    <w:p w:rsidR="00932D27" w:rsidRPr="004E1CD2" w:rsidRDefault="00932D27" w:rsidP="003A01E1">
      <w:pPr>
        <w:pStyle w:val="code"/>
      </w:pPr>
      <w:r w:rsidRPr="004E1CD2">
        <w:t>ID: 0 IV:    7499609 (=     24999us) TIV      24999us</w:t>
      </w:r>
    </w:p>
    <w:p w:rsidR="00932D27" w:rsidRPr="004E1CD2" w:rsidRDefault="00932D27" w:rsidP="003A01E1">
      <w:pPr>
        <w:pStyle w:val="code"/>
      </w:pPr>
      <w:r w:rsidRPr="004E1CD2">
        <w:t>ID: 1 IV:    7499598 (=     24999us) TIV      24999us</w:t>
      </w:r>
    </w:p>
    <w:p w:rsidR="00932D27" w:rsidRPr="004E1CD2" w:rsidRDefault="00932D27" w:rsidP="003A01E1">
      <w:pPr>
        <w:pStyle w:val="code"/>
      </w:pPr>
      <w:r w:rsidRPr="004E1CD2">
        <w:t>ID: 0 IV:    7499609 (=     24999us) TIV      24999us</w:t>
      </w:r>
    </w:p>
    <w:p w:rsidR="00932D27" w:rsidRPr="004E1CD2" w:rsidRDefault="00932D27" w:rsidP="003A01E1">
      <w:pPr>
        <w:pStyle w:val="code"/>
      </w:pPr>
      <w:r w:rsidRPr="004E1CD2">
        <w:t>ID: 1 IV:    7499604 (=     24999us) TIV      24999us</w:t>
      </w:r>
    </w:p>
    <w:p w:rsidR="00932D27" w:rsidRPr="004E1CD2" w:rsidRDefault="00932D27" w:rsidP="003A01E1">
      <w:pPr>
        <w:pStyle w:val="code"/>
      </w:pPr>
      <w:r w:rsidRPr="004E1CD2">
        <w:t>ID: 0 IV:    7499395 (=     24998us) TIV      24998us</w:t>
      </w:r>
    </w:p>
    <w:p w:rsidR="00932D27" w:rsidRPr="004E1CD2" w:rsidRDefault="00932D27" w:rsidP="003A01E1">
      <w:pPr>
        <w:pStyle w:val="code"/>
      </w:pPr>
      <w:r w:rsidRPr="004E1CD2">
        <w:t>ID: 1 IV:    7499389 (=     24998us) TIV      24998us</w:t>
      </w:r>
    </w:p>
    <w:p w:rsidR="00932D27" w:rsidRPr="004E1CD2" w:rsidRDefault="00932D27" w:rsidP="003A01E1">
      <w:pPr>
        <w:pStyle w:val="code"/>
      </w:pPr>
      <w:r w:rsidRPr="004E1CD2">
        <w:t>ID: 0 IV:    7499503 (=     24998us) TIV      24998us</w:t>
      </w:r>
    </w:p>
    <w:p w:rsidR="00932D27" w:rsidRPr="004E1CD2" w:rsidRDefault="00932D27" w:rsidP="003A01E1">
      <w:pPr>
        <w:pStyle w:val="code"/>
      </w:pPr>
      <w:r w:rsidRPr="004E1CD2">
        <w:t>ID: 1 IV:    7499702 (=     24999us) TIV      24999us</w:t>
      </w:r>
    </w:p>
    <w:p w:rsidR="00932D27" w:rsidRPr="004E1CD2" w:rsidRDefault="00932D27" w:rsidP="003A01E1">
      <w:pPr>
        <w:pStyle w:val="code"/>
      </w:pPr>
      <w:r w:rsidRPr="004E1CD2">
        <w:t>RANGE 24996-24999us (3us)</w:t>
      </w:r>
    </w:p>
    <w:p w:rsidR="00932D27" w:rsidRPr="004E1CD2" w:rsidRDefault="00932D27" w:rsidP="003A01E1">
      <w:pPr>
        <w:pStyle w:val="code"/>
      </w:pPr>
      <w:r w:rsidRPr="004E1CD2">
        <w:t xml:space="preserve">RTEST: Level  006 </w:t>
      </w:r>
    </w:p>
    <w:p w:rsidR="00932D27" w:rsidRPr="004E1CD2" w:rsidRDefault="00932D27" w:rsidP="003A01E1">
      <w:pPr>
        <w:pStyle w:val="code"/>
      </w:pPr>
      <w:r w:rsidRPr="004E1CD2">
        <w:t>Next test - expecting normal again</w:t>
      </w:r>
    </w:p>
    <w:p w:rsidR="00932D27" w:rsidRPr="004E1CD2" w:rsidRDefault="00932D27" w:rsidP="003A01E1">
      <w:pPr>
        <w:pStyle w:val="code"/>
      </w:pPr>
      <w:r w:rsidRPr="004E1CD2">
        <w:t>ID: 0 IV:   14998134 (=     49994us) TIV          0us</w:t>
      </w:r>
    </w:p>
    <w:p w:rsidR="00932D27" w:rsidRPr="004E1CD2" w:rsidRDefault="00932D27" w:rsidP="003A01E1">
      <w:pPr>
        <w:pStyle w:val="code"/>
      </w:pPr>
      <w:r w:rsidRPr="004E1CD2">
        <w:t>ID: 1 IV:   14998988 (=     49997us) TIV      49997us</w:t>
      </w:r>
    </w:p>
    <w:p w:rsidR="00932D27" w:rsidRPr="004E1CD2" w:rsidRDefault="00932D27" w:rsidP="003A01E1">
      <w:pPr>
        <w:pStyle w:val="code"/>
      </w:pPr>
      <w:r w:rsidRPr="004E1CD2">
        <w:t>ID: 0 IV:   14999501 (=     49998us) TIV      49998us</w:t>
      </w:r>
    </w:p>
    <w:p w:rsidR="00932D27" w:rsidRPr="004E1CD2" w:rsidRDefault="00932D27" w:rsidP="003A01E1">
      <w:pPr>
        <w:pStyle w:val="code"/>
      </w:pPr>
      <w:r w:rsidRPr="004E1CD2">
        <w:t>ID: 1 IV:   14999409 (=     49998us) TIV      49998us</w:t>
      </w:r>
    </w:p>
    <w:p w:rsidR="00932D27" w:rsidRPr="004E1CD2" w:rsidRDefault="00932D27" w:rsidP="003A01E1">
      <w:pPr>
        <w:pStyle w:val="code"/>
      </w:pPr>
      <w:r w:rsidRPr="004E1CD2">
        <w:t>ID: 0 IV:   14999573 (=     49999us) TIV      49999us</w:t>
      </w:r>
    </w:p>
    <w:p w:rsidR="00932D27" w:rsidRPr="004E1CD2" w:rsidRDefault="00932D27" w:rsidP="003A01E1">
      <w:pPr>
        <w:pStyle w:val="code"/>
      </w:pPr>
      <w:r w:rsidRPr="004E1CD2">
        <w:t>ID: 1 IV:   14999608 (=     49999us) TIV      49999us</w:t>
      </w:r>
    </w:p>
    <w:p w:rsidR="00932D27" w:rsidRPr="004E1CD2" w:rsidRDefault="00932D27" w:rsidP="003A01E1">
      <w:pPr>
        <w:pStyle w:val="code"/>
      </w:pPr>
      <w:r w:rsidRPr="004E1CD2">
        <w:t>ID: 0 IV:   14999573 (=     49999us) TIV      49999us</w:t>
      </w:r>
    </w:p>
    <w:p w:rsidR="00932D27" w:rsidRPr="004E1CD2" w:rsidRDefault="00932D27" w:rsidP="003A01E1">
      <w:pPr>
        <w:pStyle w:val="code"/>
      </w:pPr>
      <w:r w:rsidRPr="004E1CD2">
        <w:t>ID: 1 IV:   14999591 (=     49999us) TIV      49999us</w:t>
      </w:r>
    </w:p>
    <w:p w:rsidR="00932D27" w:rsidRPr="004E1CD2" w:rsidRDefault="00932D27" w:rsidP="003A01E1">
      <w:pPr>
        <w:pStyle w:val="code"/>
      </w:pPr>
      <w:r w:rsidRPr="004E1CD2">
        <w:t>ID: 0 IV:   14999575 (=     49999us) TIV      49999us</w:t>
      </w:r>
    </w:p>
    <w:p w:rsidR="00932D27" w:rsidRPr="004E1CD2" w:rsidRDefault="00932D27" w:rsidP="003A01E1">
      <w:pPr>
        <w:pStyle w:val="code"/>
      </w:pPr>
      <w:r w:rsidRPr="004E1CD2">
        <w:t>ID: 1 IV:   14999590 (=     49999us) TIV      49999us</w:t>
      </w:r>
    </w:p>
    <w:p w:rsidR="00932D27" w:rsidRPr="004E1CD2" w:rsidRDefault="00932D27" w:rsidP="003A01E1">
      <w:pPr>
        <w:pStyle w:val="code"/>
      </w:pPr>
      <w:r w:rsidRPr="004E1CD2">
        <w:t>ID: 0 IV:   14999601 (=     49999us) TIV      49999us</w:t>
      </w:r>
    </w:p>
    <w:p w:rsidR="00932D27" w:rsidRPr="004E1CD2" w:rsidRDefault="00932D27" w:rsidP="003A01E1">
      <w:pPr>
        <w:pStyle w:val="code"/>
      </w:pPr>
      <w:r w:rsidRPr="004E1CD2">
        <w:t>ID: 1 IV:   14999618 (=     49999us) TIV      49999us</w:t>
      </w:r>
    </w:p>
    <w:p w:rsidR="00932D27" w:rsidRPr="004E1CD2" w:rsidRDefault="00932D27" w:rsidP="003A01E1">
      <w:pPr>
        <w:pStyle w:val="code"/>
      </w:pPr>
      <w:r w:rsidRPr="004E1CD2">
        <w:t>ID: 0 IV:   14999676 (=     49999us) TIV      49999us</w:t>
      </w:r>
    </w:p>
    <w:p w:rsidR="00932D27" w:rsidRPr="004E1CD2" w:rsidRDefault="00932D27" w:rsidP="003A01E1">
      <w:pPr>
        <w:pStyle w:val="code"/>
      </w:pPr>
      <w:r w:rsidRPr="004E1CD2">
        <w:t>ID: 1 IV:   14999581 (=     49999us) TIV      49999us</w:t>
      </w:r>
    </w:p>
    <w:p w:rsidR="00932D27" w:rsidRPr="004E1CD2" w:rsidRDefault="00932D27" w:rsidP="003A01E1">
      <w:pPr>
        <w:pStyle w:val="code"/>
      </w:pPr>
      <w:r w:rsidRPr="004E1CD2">
        <w:t>ID: 0 IV:   14999584 (=     49999us) TIV      49999us</w:t>
      </w:r>
    </w:p>
    <w:p w:rsidR="00932D27" w:rsidRPr="004E1CD2" w:rsidRDefault="00932D27" w:rsidP="003A01E1">
      <w:pPr>
        <w:pStyle w:val="code"/>
      </w:pPr>
      <w:r w:rsidRPr="004E1CD2">
        <w:t>ID: 1 IV:   14999669 (=     49999us) TIV      49999us</w:t>
      </w:r>
    </w:p>
    <w:p w:rsidR="00932D27" w:rsidRPr="004E1CD2" w:rsidRDefault="00932D27" w:rsidP="003A01E1">
      <w:pPr>
        <w:pStyle w:val="code"/>
      </w:pPr>
      <w:r w:rsidRPr="004E1CD2">
        <w:t>ID: 0 IV:   14999589 (=     49999us) TIV      49999us</w:t>
      </w:r>
    </w:p>
    <w:p w:rsidR="00932D27" w:rsidRPr="004E1CD2" w:rsidRDefault="00932D27" w:rsidP="003A01E1">
      <w:pPr>
        <w:pStyle w:val="code"/>
      </w:pPr>
      <w:r w:rsidRPr="004E1CD2">
        <w:t>ID: 1 IV:   14999579 (=     49999us) TIV      49999us</w:t>
      </w:r>
    </w:p>
    <w:p w:rsidR="00932D27" w:rsidRPr="004E1CD2" w:rsidRDefault="00932D27" w:rsidP="003A01E1">
      <w:pPr>
        <w:pStyle w:val="code"/>
      </w:pPr>
      <w:r w:rsidRPr="004E1CD2">
        <w:t>ID: 0 IV:   14999643 (=     49999us) TIV      49999us</w:t>
      </w:r>
    </w:p>
    <w:p w:rsidR="00932D27" w:rsidRPr="004E1CD2" w:rsidRDefault="00932D27" w:rsidP="003A01E1">
      <w:pPr>
        <w:pStyle w:val="code"/>
      </w:pPr>
      <w:r w:rsidRPr="004E1CD2">
        <w:t>ID: 1 IV:   14999678 (=     49999us) TIV      49999us</w:t>
      </w:r>
    </w:p>
    <w:p w:rsidR="00932D27" w:rsidRPr="004E1CD2" w:rsidRDefault="00932D27" w:rsidP="003A01E1">
      <w:pPr>
        <w:pStyle w:val="code"/>
      </w:pPr>
      <w:r w:rsidRPr="004E1CD2">
        <w:t>ID: 0 IV:   14999593 (=     49999us) TIV      49999us</w:t>
      </w:r>
    </w:p>
    <w:p w:rsidR="00932D27" w:rsidRPr="004E1CD2" w:rsidRDefault="00932D27" w:rsidP="003A01E1">
      <w:pPr>
        <w:pStyle w:val="code"/>
      </w:pPr>
      <w:r w:rsidRPr="004E1CD2">
        <w:t>ID: 1 IV:   14999474 (=     49998us) TIV      49998us</w:t>
      </w:r>
    </w:p>
    <w:p w:rsidR="00932D27" w:rsidRPr="004E1CD2" w:rsidRDefault="00932D27" w:rsidP="003A01E1">
      <w:pPr>
        <w:pStyle w:val="code"/>
      </w:pPr>
      <w:r w:rsidRPr="004E1CD2">
        <w:t>ID: 0 IV:   14999592 (=     49999us) TIV      49999us</w:t>
      </w:r>
    </w:p>
    <w:p w:rsidR="00932D27" w:rsidRPr="004E1CD2" w:rsidRDefault="00932D27" w:rsidP="003A01E1">
      <w:pPr>
        <w:pStyle w:val="code"/>
      </w:pPr>
      <w:r w:rsidRPr="004E1CD2">
        <w:t>ID: 1 IV:   14999502 (=     49998us) TIV      49998us</w:t>
      </w:r>
    </w:p>
    <w:p w:rsidR="00932D27" w:rsidRPr="004E1CD2" w:rsidRDefault="00932D27" w:rsidP="003A01E1">
      <w:pPr>
        <w:pStyle w:val="code"/>
      </w:pPr>
      <w:r w:rsidRPr="004E1CD2">
        <w:t>ID: 0 IV:   14999580 (=     49999us) TIV      49999us</w:t>
      </w:r>
    </w:p>
    <w:p w:rsidR="00932D27" w:rsidRPr="004E1CD2" w:rsidRDefault="00932D27" w:rsidP="003A01E1">
      <w:pPr>
        <w:pStyle w:val="code"/>
      </w:pPr>
      <w:r w:rsidRPr="004E1CD2">
        <w:t>ID: 1 IV:   14999575 (=     49999us) TIV      49999us</w:t>
      </w:r>
    </w:p>
    <w:p w:rsidR="00932D27" w:rsidRPr="004E1CD2" w:rsidRDefault="00932D27" w:rsidP="003A01E1">
      <w:pPr>
        <w:pStyle w:val="code"/>
      </w:pPr>
      <w:r w:rsidRPr="004E1CD2">
        <w:t>ID: 0 IV:   14999594 (=     49999us) TIV      49999us</w:t>
      </w:r>
    </w:p>
    <w:p w:rsidR="00932D27" w:rsidRPr="004E1CD2" w:rsidRDefault="00932D27" w:rsidP="003A01E1">
      <w:pPr>
        <w:pStyle w:val="code"/>
      </w:pPr>
      <w:r w:rsidRPr="004E1CD2">
        <w:lastRenderedPageBreak/>
        <w:t>ID: 1 IV:   14999567 (=     49999us) TIV      49999us</w:t>
      </w:r>
    </w:p>
    <w:p w:rsidR="00932D27" w:rsidRPr="004E1CD2" w:rsidRDefault="00932D27" w:rsidP="003A01E1">
      <w:pPr>
        <w:pStyle w:val="code"/>
      </w:pPr>
      <w:r w:rsidRPr="004E1CD2">
        <w:t>ID: 0 IV:   14999586 (=     49999us) TIV      49999us</w:t>
      </w:r>
    </w:p>
    <w:p w:rsidR="00932D27" w:rsidRPr="004E1CD2" w:rsidRDefault="00932D27" w:rsidP="003A01E1">
      <w:pPr>
        <w:pStyle w:val="code"/>
      </w:pPr>
      <w:r w:rsidRPr="004E1CD2">
        <w:t>ID: 1 IV:   14999591 (=     49999us) TIV      49999us</w:t>
      </w:r>
    </w:p>
    <w:p w:rsidR="00932D27" w:rsidRPr="004E1CD2" w:rsidRDefault="00932D27" w:rsidP="003A01E1">
      <w:pPr>
        <w:pStyle w:val="code"/>
      </w:pPr>
      <w:r w:rsidRPr="004E1CD2">
        <w:t>ID: 0 IV:   14999632 (=     49999us) TIV      49999us</w:t>
      </w:r>
    </w:p>
    <w:p w:rsidR="00932D27" w:rsidRPr="004E1CD2" w:rsidRDefault="00932D27" w:rsidP="003A01E1">
      <w:pPr>
        <w:pStyle w:val="code"/>
      </w:pPr>
      <w:r w:rsidRPr="004E1CD2">
        <w:t>ID: 1 IV:   14999697 (=     49999us) TIV      49999us</w:t>
      </w:r>
    </w:p>
    <w:p w:rsidR="00932D27" w:rsidRPr="004E1CD2" w:rsidRDefault="00932D27" w:rsidP="003A01E1">
      <w:pPr>
        <w:pStyle w:val="code"/>
      </w:pPr>
      <w:r w:rsidRPr="004E1CD2">
        <w:t>ID: 0 IV:   14999579 (=     49999us) TIV      49999us</w:t>
      </w:r>
    </w:p>
    <w:p w:rsidR="00932D27" w:rsidRPr="004E1CD2" w:rsidRDefault="00932D27" w:rsidP="003A01E1">
      <w:pPr>
        <w:pStyle w:val="code"/>
      </w:pPr>
      <w:r w:rsidRPr="004E1CD2">
        <w:t>ID: 1 IV:   14999684 (=     49999us) TIV      49999us</w:t>
      </w:r>
    </w:p>
    <w:p w:rsidR="00932D27" w:rsidRPr="004E1CD2" w:rsidRDefault="00932D27" w:rsidP="003A01E1">
      <w:pPr>
        <w:pStyle w:val="code"/>
      </w:pPr>
      <w:r w:rsidRPr="004E1CD2">
        <w:t>ID: 0 IV:   14999680 (=     49999us) TIV      49999us</w:t>
      </w:r>
    </w:p>
    <w:p w:rsidR="00932D27" w:rsidRPr="004E1CD2" w:rsidRDefault="00932D27" w:rsidP="003A01E1">
      <w:pPr>
        <w:pStyle w:val="code"/>
      </w:pPr>
      <w:r w:rsidRPr="004E1CD2">
        <w:t>ID: 1 IV:   14999680 (=     49999us) TIV      49999us</w:t>
      </w:r>
    </w:p>
    <w:p w:rsidR="00932D27" w:rsidRPr="004E1CD2" w:rsidRDefault="00932D27" w:rsidP="003A01E1">
      <w:pPr>
        <w:pStyle w:val="code"/>
      </w:pPr>
      <w:r w:rsidRPr="004E1CD2">
        <w:t>ID: 0 IV:   14999580 (=     49999us) TIV      49999us</w:t>
      </w:r>
    </w:p>
    <w:p w:rsidR="00932D27" w:rsidRPr="004E1CD2" w:rsidRDefault="00932D27" w:rsidP="003A01E1">
      <w:pPr>
        <w:pStyle w:val="code"/>
      </w:pPr>
      <w:r w:rsidRPr="004E1CD2">
        <w:t>ID: 1 IV:   14999580 (=     49999us) TIV      49999us</w:t>
      </w:r>
    </w:p>
    <w:p w:rsidR="00932D27" w:rsidRPr="004E1CD2" w:rsidRDefault="00932D27" w:rsidP="003A01E1">
      <w:pPr>
        <w:pStyle w:val="code"/>
      </w:pPr>
      <w:r w:rsidRPr="004E1CD2">
        <w:t>ID: 0 IV:   14999668 (=     49999us) TIV      49999us</w:t>
      </w:r>
    </w:p>
    <w:p w:rsidR="00932D27" w:rsidRPr="004E1CD2" w:rsidRDefault="00932D27" w:rsidP="003A01E1">
      <w:pPr>
        <w:pStyle w:val="code"/>
      </w:pPr>
      <w:r w:rsidRPr="004E1CD2">
        <w:t>ID: 1 IV:   14999676 (=     49999us) TIV      49999us</w:t>
      </w:r>
    </w:p>
    <w:p w:rsidR="00932D27" w:rsidRPr="004E1CD2" w:rsidRDefault="00932D27" w:rsidP="003A01E1">
      <w:pPr>
        <w:pStyle w:val="code"/>
      </w:pPr>
      <w:r w:rsidRPr="004E1CD2">
        <w:t>ID: 0 IV:   14999608 (=     49999us) TIV      49999us</w:t>
      </w:r>
    </w:p>
    <w:p w:rsidR="00932D27" w:rsidRPr="004E1CD2" w:rsidRDefault="00932D27" w:rsidP="003A01E1">
      <w:pPr>
        <w:pStyle w:val="code"/>
      </w:pPr>
      <w:r w:rsidRPr="004E1CD2">
        <w:t>ID: 1 IV:   14999605 (=     49999us) TIV      49999us</w:t>
      </w:r>
    </w:p>
    <w:p w:rsidR="00932D27" w:rsidRPr="004E1CD2" w:rsidRDefault="00932D27" w:rsidP="003A01E1">
      <w:pPr>
        <w:pStyle w:val="code"/>
      </w:pPr>
      <w:r w:rsidRPr="004E1CD2">
        <w:t>ID: 0 IV:   14999573 (=     49999us) TIV      49999us</w:t>
      </w:r>
    </w:p>
    <w:p w:rsidR="00932D27" w:rsidRPr="004E1CD2" w:rsidRDefault="00932D27" w:rsidP="003A01E1">
      <w:pPr>
        <w:pStyle w:val="code"/>
      </w:pPr>
      <w:r w:rsidRPr="004E1CD2">
        <w:t>ID: 1 IV:   14999682 (=     49999us) TIV      49999us</w:t>
      </w:r>
    </w:p>
    <w:p w:rsidR="00932D27" w:rsidRPr="004E1CD2" w:rsidRDefault="00932D27" w:rsidP="003A01E1">
      <w:pPr>
        <w:pStyle w:val="code"/>
      </w:pPr>
      <w:r w:rsidRPr="004E1CD2">
        <w:t>ID: 0 IV:   14999589 (=     49999us) TIV      49999us</w:t>
      </w:r>
    </w:p>
    <w:p w:rsidR="00932D27" w:rsidRPr="004E1CD2" w:rsidRDefault="00932D27" w:rsidP="003A01E1">
      <w:pPr>
        <w:pStyle w:val="code"/>
      </w:pPr>
      <w:r w:rsidRPr="004E1CD2">
        <w:t>ID: 1 IV:   14999691 (=     49999us) TIV      49999us</w:t>
      </w:r>
    </w:p>
    <w:p w:rsidR="00932D27" w:rsidRPr="004E1CD2" w:rsidRDefault="00932D27" w:rsidP="003A01E1">
      <w:pPr>
        <w:pStyle w:val="code"/>
      </w:pPr>
      <w:r w:rsidRPr="004E1CD2">
        <w:t>ID: 0 IV:   14999586 (=     49999us) TIV      49999us</w:t>
      </w:r>
    </w:p>
    <w:p w:rsidR="00932D27" w:rsidRPr="004E1CD2" w:rsidRDefault="00932D27" w:rsidP="003A01E1">
      <w:pPr>
        <w:pStyle w:val="code"/>
      </w:pPr>
      <w:r w:rsidRPr="004E1CD2">
        <w:t>ID: 1 IV:   14999680 (=     49999us) TIV      49999us</w:t>
      </w:r>
    </w:p>
    <w:p w:rsidR="00932D27" w:rsidRPr="004E1CD2" w:rsidRDefault="00932D27" w:rsidP="003A01E1">
      <w:pPr>
        <w:pStyle w:val="code"/>
      </w:pPr>
      <w:r w:rsidRPr="004E1CD2">
        <w:t>ID: 0 IV:   14999592 (=     49999us) TIV      49999us</w:t>
      </w:r>
    </w:p>
    <w:p w:rsidR="00932D27" w:rsidRPr="004E1CD2" w:rsidRDefault="00932D27" w:rsidP="003A01E1">
      <w:pPr>
        <w:pStyle w:val="code"/>
      </w:pPr>
      <w:r w:rsidRPr="004E1CD2">
        <w:t>ID: 1 IV:   14999565 (=     49999us) TIV      49999us</w:t>
      </w:r>
    </w:p>
    <w:p w:rsidR="00932D27" w:rsidRPr="004E1CD2" w:rsidRDefault="00932D27" w:rsidP="003A01E1">
      <w:pPr>
        <w:pStyle w:val="code"/>
      </w:pPr>
      <w:r w:rsidRPr="004E1CD2">
        <w:t>ID: 0 IV:   14999678 (=     49999us) TIV      49999us</w:t>
      </w:r>
    </w:p>
    <w:p w:rsidR="00932D27" w:rsidRPr="004E1CD2" w:rsidRDefault="00932D27" w:rsidP="003A01E1">
      <w:pPr>
        <w:pStyle w:val="code"/>
      </w:pPr>
      <w:r w:rsidRPr="004E1CD2">
        <w:t>ID: 1 IV:   14999508 (=     49998us) TIV      49998us</w:t>
      </w:r>
    </w:p>
    <w:p w:rsidR="00932D27" w:rsidRPr="004E1CD2" w:rsidRDefault="00932D27" w:rsidP="003A01E1">
      <w:pPr>
        <w:pStyle w:val="code"/>
      </w:pPr>
      <w:r w:rsidRPr="004E1CD2">
        <w:t>ID: 0 IV:   14999671 (=     49999us) TIV      49999us</w:t>
      </w:r>
    </w:p>
    <w:p w:rsidR="00932D27" w:rsidRPr="004E1CD2" w:rsidRDefault="00932D27" w:rsidP="003A01E1">
      <w:pPr>
        <w:pStyle w:val="code"/>
      </w:pPr>
      <w:r w:rsidRPr="004E1CD2">
        <w:t>ID: 1 IV:   14999566 (=     49999us) TIV      49999us</w:t>
      </w:r>
    </w:p>
    <w:p w:rsidR="00932D27" w:rsidRPr="004E1CD2" w:rsidRDefault="00932D27" w:rsidP="003A01E1">
      <w:pPr>
        <w:pStyle w:val="code"/>
      </w:pPr>
      <w:r w:rsidRPr="004E1CD2">
        <w:t>ID: 0 IV:   14999590 (=     49999us) TIV      49999us</w:t>
      </w:r>
    </w:p>
    <w:p w:rsidR="00932D27" w:rsidRPr="004E1CD2" w:rsidRDefault="00932D27" w:rsidP="003A01E1">
      <w:pPr>
        <w:pStyle w:val="code"/>
      </w:pPr>
      <w:r w:rsidRPr="004E1CD2">
        <w:t>ID: 1 IV:   14999595 (=     49999us) TIV      49999us</w:t>
      </w:r>
    </w:p>
    <w:p w:rsidR="00932D27" w:rsidRPr="004E1CD2" w:rsidRDefault="00932D27" w:rsidP="003A01E1">
      <w:pPr>
        <w:pStyle w:val="code"/>
      </w:pPr>
      <w:r w:rsidRPr="004E1CD2">
        <w:t>ID: 0 IV:   14999594 (=     49999us) TIV      49999us</w:t>
      </w:r>
    </w:p>
    <w:p w:rsidR="00932D27" w:rsidRPr="004E1CD2" w:rsidRDefault="00932D27" w:rsidP="003A01E1">
      <w:pPr>
        <w:pStyle w:val="code"/>
      </w:pPr>
      <w:r w:rsidRPr="004E1CD2">
        <w:t>ID: 1 IV:   14999564 (=     49999us) TIV      49999us</w:t>
      </w:r>
    </w:p>
    <w:p w:rsidR="00932D27" w:rsidRPr="004E1CD2" w:rsidRDefault="00932D27" w:rsidP="003A01E1">
      <w:pPr>
        <w:pStyle w:val="code"/>
      </w:pPr>
      <w:r w:rsidRPr="004E1CD2">
        <w:t>ID: 0 IV:   14999676 (=     49999us) TIV      49999us</w:t>
      </w:r>
    </w:p>
    <w:p w:rsidR="00932D27" w:rsidRPr="004E1CD2" w:rsidRDefault="00932D27" w:rsidP="003A01E1">
      <w:pPr>
        <w:pStyle w:val="code"/>
      </w:pPr>
      <w:r w:rsidRPr="004E1CD2">
        <w:t>ID: 1 IV:   14999603 (=     49999us) TIV      49999us</w:t>
      </w:r>
    </w:p>
    <w:p w:rsidR="00932D27" w:rsidRPr="004E1CD2" w:rsidRDefault="00932D27" w:rsidP="003A01E1">
      <w:pPr>
        <w:pStyle w:val="code"/>
      </w:pPr>
      <w:r w:rsidRPr="004E1CD2">
        <w:t>ID: 0 IV:   14999676 (=     49999us) TIV      49999us</w:t>
      </w:r>
    </w:p>
    <w:p w:rsidR="00932D27" w:rsidRPr="004E1CD2" w:rsidRDefault="00932D27" w:rsidP="003A01E1">
      <w:pPr>
        <w:pStyle w:val="code"/>
      </w:pPr>
      <w:r w:rsidRPr="004E1CD2">
        <w:t>ID: 1 IV:   14999618 (=     49999us) TIV      49999us</w:t>
      </w:r>
    </w:p>
    <w:p w:rsidR="00932D27" w:rsidRPr="004E1CD2" w:rsidRDefault="00932D27" w:rsidP="003A01E1">
      <w:pPr>
        <w:pStyle w:val="code"/>
      </w:pPr>
      <w:r w:rsidRPr="004E1CD2">
        <w:t>ID: 0 IV:   14999562 (=     49999us) TIV      49999us</w:t>
      </w:r>
    </w:p>
    <w:p w:rsidR="00932D27" w:rsidRPr="004E1CD2" w:rsidRDefault="00932D27" w:rsidP="003A01E1">
      <w:pPr>
        <w:pStyle w:val="code"/>
      </w:pPr>
      <w:r w:rsidRPr="004E1CD2">
        <w:t>ID: 1 IV:   14999590 (=     49999us) TIV      49999us</w:t>
      </w:r>
    </w:p>
    <w:p w:rsidR="00932D27" w:rsidRPr="004E1CD2" w:rsidRDefault="00932D27" w:rsidP="003A01E1">
      <w:pPr>
        <w:pStyle w:val="code"/>
      </w:pPr>
      <w:r w:rsidRPr="004E1CD2">
        <w:t>ID: 0 IV:   14999693 (=     49999us) TIV      49999us</w:t>
      </w:r>
    </w:p>
    <w:p w:rsidR="00932D27" w:rsidRPr="004E1CD2" w:rsidRDefault="00932D27" w:rsidP="003A01E1">
      <w:pPr>
        <w:pStyle w:val="code"/>
      </w:pPr>
      <w:r w:rsidRPr="004E1CD2">
        <w:t>ID: 1 IV:   14999594 (=     49999us) TIV      49999us</w:t>
      </w:r>
    </w:p>
    <w:p w:rsidR="00932D27" w:rsidRPr="004E1CD2" w:rsidRDefault="00932D27" w:rsidP="003A01E1">
      <w:pPr>
        <w:pStyle w:val="code"/>
      </w:pPr>
      <w:r w:rsidRPr="004E1CD2">
        <w:t>ID: 0 IV:   14999661 (=     49999us) TIV      49999us</w:t>
      </w:r>
    </w:p>
    <w:p w:rsidR="00932D27" w:rsidRPr="004E1CD2" w:rsidRDefault="00932D27" w:rsidP="003A01E1">
      <w:pPr>
        <w:pStyle w:val="code"/>
      </w:pPr>
      <w:r w:rsidRPr="004E1CD2">
        <w:t>ID: 1 IV:   14999683 (=     49999us) TIV      49999us</w:t>
      </w:r>
    </w:p>
    <w:p w:rsidR="00932D27" w:rsidRPr="004E1CD2" w:rsidRDefault="00932D27" w:rsidP="003A01E1">
      <w:pPr>
        <w:pStyle w:val="code"/>
      </w:pPr>
      <w:r w:rsidRPr="004E1CD2">
        <w:t>ID: 0 IV:   14999569 (=     49999us) TIV      49999us</w:t>
      </w:r>
    </w:p>
    <w:p w:rsidR="00932D27" w:rsidRPr="004E1CD2" w:rsidRDefault="00932D27" w:rsidP="003A01E1">
      <w:pPr>
        <w:pStyle w:val="code"/>
      </w:pPr>
      <w:r w:rsidRPr="004E1CD2">
        <w:t>ID: 1 IV:   14999592 (=     49999us) TIV      49999us</w:t>
      </w:r>
    </w:p>
    <w:p w:rsidR="00932D27" w:rsidRPr="004E1CD2" w:rsidRDefault="00932D27" w:rsidP="003A01E1">
      <w:pPr>
        <w:pStyle w:val="code"/>
      </w:pPr>
      <w:r w:rsidRPr="004E1CD2">
        <w:t>ID: 0 IV:   14999678 (=     49999us) TIV      49999us</w:t>
      </w:r>
    </w:p>
    <w:p w:rsidR="00932D27" w:rsidRPr="004E1CD2" w:rsidRDefault="00932D27" w:rsidP="003A01E1">
      <w:pPr>
        <w:pStyle w:val="code"/>
      </w:pPr>
      <w:r w:rsidRPr="004E1CD2">
        <w:t>ID: 1 IV:   14999612 (=     49999us) TIV      49999us</w:t>
      </w:r>
    </w:p>
    <w:p w:rsidR="00932D27" w:rsidRPr="004E1CD2" w:rsidRDefault="00932D27" w:rsidP="003A01E1">
      <w:pPr>
        <w:pStyle w:val="code"/>
      </w:pPr>
      <w:r w:rsidRPr="004E1CD2">
        <w:t>ID: 0 IV:   14999572 (=     49999us) TIV      49999us</w:t>
      </w:r>
    </w:p>
    <w:p w:rsidR="00932D27" w:rsidRPr="004E1CD2" w:rsidRDefault="00932D27" w:rsidP="003A01E1">
      <w:pPr>
        <w:pStyle w:val="code"/>
      </w:pPr>
      <w:r w:rsidRPr="004E1CD2">
        <w:lastRenderedPageBreak/>
        <w:t>ID: 1 IV:   14999670 (=     49999us) TIV      49999us</w:t>
      </w:r>
    </w:p>
    <w:p w:rsidR="00932D27" w:rsidRPr="004E1CD2" w:rsidRDefault="00932D27" w:rsidP="003A01E1">
      <w:pPr>
        <w:pStyle w:val="code"/>
      </w:pPr>
      <w:r w:rsidRPr="004E1CD2">
        <w:t>ID: 0 IV:   14999591 (=     49999us) TIV      49999us</w:t>
      </w:r>
    </w:p>
    <w:p w:rsidR="00932D27" w:rsidRPr="004E1CD2" w:rsidRDefault="00932D27" w:rsidP="003A01E1">
      <w:pPr>
        <w:pStyle w:val="code"/>
      </w:pPr>
      <w:r w:rsidRPr="004E1CD2">
        <w:t>ID: 1 IV:   14999694 (=     49999us) TIV      49999us</w:t>
      </w:r>
    </w:p>
    <w:p w:rsidR="00932D27" w:rsidRPr="004E1CD2" w:rsidRDefault="00932D27" w:rsidP="003A01E1">
      <w:pPr>
        <w:pStyle w:val="code"/>
      </w:pPr>
      <w:r w:rsidRPr="004E1CD2">
        <w:t>ID: 0 IV:   14999479 (=     49998us) TIV      49998us</w:t>
      </w:r>
    </w:p>
    <w:p w:rsidR="00932D27" w:rsidRPr="004E1CD2" w:rsidRDefault="00932D27" w:rsidP="003A01E1">
      <w:pPr>
        <w:pStyle w:val="code"/>
      </w:pPr>
      <w:r w:rsidRPr="004E1CD2">
        <w:t>ID: 1 IV:   14999673 (=     49999us) TIV      49999us</w:t>
      </w:r>
    </w:p>
    <w:p w:rsidR="00932D27" w:rsidRPr="004E1CD2" w:rsidRDefault="00932D27" w:rsidP="003A01E1">
      <w:pPr>
        <w:pStyle w:val="code"/>
      </w:pPr>
      <w:r w:rsidRPr="004E1CD2">
        <w:t>ID: 0 IV:   14999575 (=     49999us) TIV      49999us</w:t>
      </w:r>
    </w:p>
    <w:p w:rsidR="00932D27" w:rsidRPr="004E1CD2" w:rsidRDefault="00932D27" w:rsidP="003A01E1">
      <w:pPr>
        <w:pStyle w:val="code"/>
      </w:pPr>
      <w:r w:rsidRPr="004E1CD2">
        <w:t>ID: 1 IV:   14999616 (=     49999us) TIV      49999us</w:t>
      </w:r>
    </w:p>
    <w:p w:rsidR="00932D27" w:rsidRPr="004E1CD2" w:rsidRDefault="00932D27" w:rsidP="003A01E1">
      <w:pPr>
        <w:pStyle w:val="code"/>
      </w:pPr>
      <w:r w:rsidRPr="004E1CD2">
        <w:t>ID: 0 IV:   14999680 (=     49999us) TIV      49999us</w:t>
      </w:r>
    </w:p>
    <w:p w:rsidR="00932D27" w:rsidRPr="004E1CD2" w:rsidRDefault="00932D27" w:rsidP="003A01E1">
      <w:pPr>
        <w:pStyle w:val="code"/>
      </w:pPr>
      <w:r w:rsidRPr="004E1CD2">
        <w:t>ID: 1 IV:   14999599 (=     49999us) TIV      49999us</w:t>
      </w:r>
    </w:p>
    <w:p w:rsidR="00932D27" w:rsidRPr="004E1CD2" w:rsidRDefault="00932D27" w:rsidP="003A01E1">
      <w:pPr>
        <w:pStyle w:val="code"/>
      </w:pPr>
      <w:r w:rsidRPr="004E1CD2">
        <w:t>ID: 0 IV:   14999591 (=     49999us) TIV      49999us</w:t>
      </w:r>
    </w:p>
    <w:p w:rsidR="00932D27" w:rsidRPr="004E1CD2" w:rsidRDefault="00932D27" w:rsidP="003A01E1">
      <w:pPr>
        <w:pStyle w:val="code"/>
      </w:pPr>
      <w:r w:rsidRPr="004E1CD2">
        <w:t>ID: 1 IV:   14999571 (=     49999us) TIV      49999us</w:t>
      </w:r>
    </w:p>
    <w:p w:rsidR="00932D27" w:rsidRPr="004E1CD2" w:rsidRDefault="00932D27" w:rsidP="003A01E1">
      <w:pPr>
        <w:pStyle w:val="code"/>
      </w:pPr>
      <w:r w:rsidRPr="004E1CD2">
        <w:t>ID: 0 IV:   14999669 (=     49999us) TIV      49999us</w:t>
      </w:r>
    </w:p>
    <w:p w:rsidR="00932D27" w:rsidRPr="004E1CD2" w:rsidRDefault="00932D27" w:rsidP="003A01E1">
      <w:pPr>
        <w:pStyle w:val="code"/>
      </w:pPr>
      <w:r w:rsidRPr="004E1CD2">
        <w:t>ID: 1 IV:   14999491 (=     49998us) TIV      49998us</w:t>
      </w:r>
    </w:p>
    <w:p w:rsidR="00932D27" w:rsidRPr="004E1CD2" w:rsidRDefault="00932D27" w:rsidP="003A01E1">
      <w:pPr>
        <w:pStyle w:val="code"/>
      </w:pPr>
      <w:r w:rsidRPr="004E1CD2">
        <w:t>ID: 0 IV:   14999576 (=     49999us) TIV      49999us</w:t>
      </w:r>
    </w:p>
    <w:p w:rsidR="00932D27" w:rsidRPr="004E1CD2" w:rsidRDefault="00932D27" w:rsidP="003A01E1">
      <w:pPr>
        <w:pStyle w:val="code"/>
      </w:pPr>
      <w:r w:rsidRPr="004E1CD2">
        <w:t>ID: 1 IV:   14999572 (=     49999us) TIV      49999us</w:t>
      </w:r>
    </w:p>
    <w:p w:rsidR="00932D27" w:rsidRPr="004E1CD2" w:rsidRDefault="00932D27" w:rsidP="003A01E1">
      <w:pPr>
        <w:pStyle w:val="code"/>
      </w:pPr>
      <w:r w:rsidRPr="004E1CD2">
        <w:t>ID: 0 IV:   14999581 (=     49999us) TIV      49999us</w:t>
      </w:r>
    </w:p>
    <w:p w:rsidR="00932D27" w:rsidRPr="004E1CD2" w:rsidRDefault="00932D27" w:rsidP="003A01E1">
      <w:pPr>
        <w:pStyle w:val="code"/>
      </w:pPr>
      <w:r w:rsidRPr="004E1CD2">
        <w:t>ID: 1 IV:   14999576 (=     49999us) TIV      49999us</w:t>
      </w:r>
    </w:p>
    <w:p w:rsidR="00932D27" w:rsidRPr="004E1CD2" w:rsidRDefault="00932D27" w:rsidP="003A01E1">
      <w:pPr>
        <w:pStyle w:val="code"/>
      </w:pPr>
      <w:r w:rsidRPr="004E1CD2">
        <w:t>ID: 0 IV:   14999569 (=     49999us) TIV      49999us</w:t>
      </w:r>
    </w:p>
    <w:p w:rsidR="00932D27" w:rsidRPr="004E1CD2" w:rsidRDefault="00932D27" w:rsidP="003A01E1">
      <w:pPr>
        <w:pStyle w:val="code"/>
      </w:pPr>
      <w:r w:rsidRPr="004E1CD2">
        <w:t>ID: 1 IV:   14999544 (=     49998us) TIV      49998us</w:t>
      </w:r>
    </w:p>
    <w:p w:rsidR="00932D27" w:rsidRPr="004E1CD2" w:rsidRDefault="00932D27" w:rsidP="003A01E1">
      <w:pPr>
        <w:pStyle w:val="code"/>
      </w:pPr>
      <w:r w:rsidRPr="004E1CD2">
        <w:t>ID: 0 IV:   14999580 (=     49999us) TIV      49999us</w:t>
      </w:r>
    </w:p>
    <w:p w:rsidR="00932D27" w:rsidRPr="004E1CD2" w:rsidRDefault="00932D27" w:rsidP="003A01E1">
      <w:pPr>
        <w:pStyle w:val="code"/>
      </w:pPr>
      <w:r w:rsidRPr="004E1CD2">
        <w:t>ID: 1 IV:   14999575 (=     49999us) TIV      49999us</w:t>
      </w:r>
    </w:p>
    <w:p w:rsidR="00932D27" w:rsidRPr="004E1CD2" w:rsidRDefault="00932D27" w:rsidP="003A01E1">
      <w:pPr>
        <w:pStyle w:val="code"/>
      </w:pPr>
      <w:r w:rsidRPr="004E1CD2">
        <w:t>ID: 0 IV:   14999575 (=     49999us) TIV      49999us</w:t>
      </w:r>
    </w:p>
    <w:p w:rsidR="00932D27" w:rsidRPr="004E1CD2" w:rsidRDefault="00932D27" w:rsidP="003A01E1">
      <w:pPr>
        <w:pStyle w:val="code"/>
      </w:pPr>
      <w:r w:rsidRPr="004E1CD2">
        <w:t>ID: 1 IV:   14999585 (=     49999us) TIV      49999us</w:t>
      </w:r>
    </w:p>
    <w:p w:rsidR="00932D27" w:rsidRPr="004E1CD2" w:rsidRDefault="00932D27" w:rsidP="003A01E1">
      <w:pPr>
        <w:pStyle w:val="code"/>
      </w:pPr>
      <w:r w:rsidRPr="004E1CD2">
        <w:t>ID: 0 IV:   14999572 (=     49999us) TIV      49999us</w:t>
      </w:r>
    </w:p>
    <w:p w:rsidR="00932D27" w:rsidRPr="004E1CD2" w:rsidRDefault="00932D27" w:rsidP="003A01E1">
      <w:pPr>
        <w:pStyle w:val="code"/>
      </w:pPr>
      <w:r w:rsidRPr="004E1CD2">
        <w:t>ID: 1 IV:   14999585 (=     49999us) TIV      49999us</w:t>
      </w:r>
    </w:p>
    <w:p w:rsidR="00932D27" w:rsidRPr="004E1CD2" w:rsidRDefault="00932D27" w:rsidP="003A01E1">
      <w:pPr>
        <w:pStyle w:val="code"/>
      </w:pPr>
      <w:r w:rsidRPr="004E1CD2">
        <w:t>ID: 0 IV:   14999681 (=     49999us) TIV      49999us</w:t>
      </w:r>
    </w:p>
    <w:p w:rsidR="00932D27" w:rsidRPr="004E1CD2" w:rsidRDefault="00932D27" w:rsidP="003A01E1">
      <w:pPr>
        <w:pStyle w:val="code"/>
      </w:pPr>
      <w:r w:rsidRPr="004E1CD2">
        <w:t>ID: 1 IV:   14999596 (=     49999us) TIV      49999us</w:t>
      </w:r>
    </w:p>
    <w:p w:rsidR="00932D27" w:rsidRPr="004E1CD2" w:rsidRDefault="00932D27" w:rsidP="003A01E1">
      <w:pPr>
        <w:pStyle w:val="code"/>
      </w:pPr>
      <w:r w:rsidRPr="004E1CD2">
        <w:t>RANGE 49997-49999us (2us)</w:t>
      </w:r>
    </w:p>
    <w:p w:rsidR="00932D27" w:rsidRPr="004E1CD2" w:rsidRDefault="00932D27" w:rsidP="003A01E1">
      <w:pPr>
        <w:pStyle w:val="code"/>
      </w:pPr>
      <w:r w:rsidRPr="004E1CD2">
        <w:t xml:space="preserve">RTEST: Level  007 </w:t>
      </w:r>
    </w:p>
    <w:p w:rsidR="00932D27" w:rsidRPr="004E1CD2" w:rsidRDefault="00932D27" w:rsidP="003A01E1">
      <w:pPr>
        <w:pStyle w:val="code"/>
      </w:pPr>
      <w:r w:rsidRPr="004E1CD2">
        <w:t>Next test - expecting random</w:t>
      </w:r>
    </w:p>
    <w:p w:rsidR="00932D27" w:rsidRPr="004E1CD2" w:rsidRDefault="00932D27" w:rsidP="003A01E1">
      <w:pPr>
        <w:pStyle w:val="code"/>
      </w:pPr>
      <w:r w:rsidRPr="004E1CD2">
        <w:t>ID: 1 IV:   74998262 (=    249994us) TIV          0us</w:t>
      </w:r>
    </w:p>
    <w:p w:rsidR="00932D27" w:rsidRPr="004E1CD2" w:rsidRDefault="00932D27" w:rsidP="003A01E1">
      <w:pPr>
        <w:pStyle w:val="code"/>
      </w:pPr>
      <w:r w:rsidRPr="004E1CD2">
        <w:t>ID: 0 IV:   74999070 (=    249997us) TIV     249997us</w:t>
      </w:r>
    </w:p>
    <w:p w:rsidR="00932D27" w:rsidRPr="004E1CD2" w:rsidRDefault="00932D27" w:rsidP="003A01E1">
      <w:pPr>
        <w:pStyle w:val="code"/>
      </w:pPr>
      <w:r w:rsidRPr="004E1CD2">
        <w:t>ID: 1 IV:   74998893 (=    249996us) TIV     249996us</w:t>
      </w:r>
    </w:p>
    <w:p w:rsidR="00932D27" w:rsidRPr="004E1CD2" w:rsidRDefault="00932D27" w:rsidP="003A01E1">
      <w:pPr>
        <w:pStyle w:val="code"/>
      </w:pPr>
      <w:r w:rsidRPr="004E1CD2">
        <w:t>ID: 0 IV:   74999389 (=    249998us) TIV     249998us</w:t>
      </w:r>
    </w:p>
    <w:p w:rsidR="00932D27" w:rsidRPr="004E1CD2" w:rsidRDefault="00932D27" w:rsidP="003A01E1">
      <w:pPr>
        <w:pStyle w:val="code"/>
      </w:pPr>
      <w:r w:rsidRPr="004E1CD2">
        <w:t>ID: 1 IV:   14998832 (=     49996us) TIV      49996us</w:t>
      </w:r>
    </w:p>
    <w:p w:rsidR="00932D27" w:rsidRPr="004E1CD2" w:rsidRDefault="00932D27" w:rsidP="003A01E1">
      <w:pPr>
        <w:pStyle w:val="code"/>
      </w:pPr>
      <w:r w:rsidRPr="004E1CD2">
        <w:t>ID: 0 IV:   14999569 (=     49999us) TIV      49999us</w:t>
      </w:r>
    </w:p>
    <w:p w:rsidR="00932D27" w:rsidRPr="004E1CD2" w:rsidRDefault="00932D27" w:rsidP="003A01E1">
      <w:pPr>
        <w:pStyle w:val="code"/>
      </w:pPr>
      <w:r w:rsidRPr="004E1CD2">
        <w:t>ID: 1 IV:   14998967 (=     49997us) TIV      49997us</w:t>
      </w:r>
    </w:p>
    <w:p w:rsidR="00932D27" w:rsidRPr="004E1CD2" w:rsidRDefault="00932D27" w:rsidP="003A01E1">
      <w:pPr>
        <w:pStyle w:val="code"/>
      </w:pPr>
      <w:r w:rsidRPr="004E1CD2">
        <w:t>ID: 0 IV:   14999634 (=     49999us) TIV      49999us</w:t>
      </w:r>
    </w:p>
    <w:p w:rsidR="00932D27" w:rsidRPr="004E1CD2" w:rsidRDefault="00932D27" w:rsidP="003A01E1">
      <w:pPr>
        <w:pStyle w:val="code"/>
      </w:pPr>
      <w:r w:rsidRPr="004E1CD2">
        <w:t>ID: 1 IV:   29999085 (=     99997us) TIV      99997us</w:t>
      </w:r>
    </w:p>
    <w:p w:rsidR="00932D27" w:rsidRPr="004E1CD2" w:rsidRDefault="00932D27" w:rsidP="003A01E1">
      <w:pPr>
        <w:pStyle w:val="code"/>
      </w:pPr>
      <w:r w:rsidRPr="004E1CD2">
        <w:t>ID: 0 IV:   29999634 (=     99999us) TIV      99999us</w:t>
      </w:r>
    </w:p>
    <w:p w:rsidR="00932D27" w:rsidRPr="004E1CD2" w:rsidRDefault="00932D27" w:rsidP="003A01E1">
      <w:pPr>
        <w:pStyle w:val="code"/>
      </w:pPr>
      <w:r w:rsidRPr="004E1CD2">
        <w:t>ID: 1 IV:   29998974 (=     99997us) TIV      99997us</w:t>
      </w:r>
    </w:p>
    <w:p w:rsidR="00932D27" w:rsidRPr="004E1CD2" w:rsidRDefault="00932D27" w:rsidP="003A01E1">
      <w:pPr>
        <w:pStyle w:val="code"/>
      </w:pPr>
      <w:r w:rsidRPr="004E1CD2">
        <w:t>ID: 0 IV:   29999559 (=     99999us) TIV      99999us</w:t>
      </w:r>
    </w:p>
    <w:p w:rsidR="00932D27" w:rsidRPr="004E1CD2" w:rsidRDefault="00932D27" w:rsidP="003A01E1">
      <w:pPr>
        <w:pStyle w:val="code"/>
      </w:pPr>
      <w:r w:rsidRPr="004E1CD2">
        <w:t>ID: 1 IV:   44998954 (=    149997us) TIV     149997us</w:t>
      </w:r>
    </w:p>
    <w:p w:rsidR="00932D27" w:rsidRPr="004E1CD2" w:rsidRDefault="00932D27" w:rsidP="003A01E1">
      <w:pPr>
        <w:pStyle w:val="code"/>
      </w:pPr>
      <w:r w:rsidRPr="004E1CD2">
        <w:t>ID: 0 IV:   44999488 (=    149998us) TIV     149998us</w:t>
      </w:r>
    </w:p>
    <w:p w:rsidR="00932D27" w:rsidRPr="004E1CD2" w:rsidRDefault="00932D27" w:rsidP="003A01E1">
      <w:pPr>
        <w:pStyle w:val="code"/>
      </w:pPr>
      <w:r w:rsidRPr="004E1CD2">
        <w:t>ID: 1 IV:   44998887 (=    149996us) TIV     149996us</w:t>
      </w:r>
    </w:p>
    <w:p w:rsidR="00932D27" w:rsidRPr="004E1CD2" w:rsidRDefault="00932D27" w:rsidP="003A01E1">
      <w:pPr>
        <w:pStyle w:val="code"/>
      </w:pPr>
      <w:r w:rsidRPr="004E1CD2">
        <w:t>ID: 0 IV:   44999526 (=    149998us) TIV     149998us</w:t>
      </w:r>
    </w:p>
    <w:p w:rsidR="00932D27" w:rsidRPr="004E1CD2" w:rsidRDefault="00932D27" w:rsidP="003A01E1">
      <w:pPr>
        <w:pStyle w:val="code"/>
      </w:pPr>
      <w:r w:rsidRPr="004E1CD2">
        <w:lastRenderedPageBreak/>
        <w:t>ID: 1 IV:   59998967 (=    199997us) TIV     199997us</w:t>
      </w:r>
    </w:p>
    <w:p w:rsidR="00932D27" w:rsidRPr="004E1CD2" w:rsidRDefault="00932D27" w:rsidP="003A01E1">
      <w:pPr>
        <w:pStyle w:val="code"/>
      </w:pPr>
      <w:r w:rsidRPr="004E1CD2">
        <w:t>ID: 0 IV:   59999566 (=    199999us) TIV     199999us</w:t>
      </w:r>
    </w:p>
    <w:p w:rsidR="00932D27" w:rsidRPr="004E1CD2" w:rsidRDefault="00932D27" w:rsidP="003A01E1">
      <w:pPr>
        <w:pStyle w:val="code"/>
      </w:pPr>
      <w:r w:rsidRPr="004E1CD2">
        <w:t>ID: 1 IV:   59999002 (=    199997us) TIV     199997us</w:t>
      </w:r>
    </w:p>
    <w:p w:rsidR="00932D27" w:rsidRPr="004E1CD2" w:rsidRDefault="00932D27" w:rsidP="003A01E1">
      <w:pPr>
        <w:pStyle w:val="code"/>
      </w:pPr>
      <w:r w:rsidRPr="004E1CD2">
        <w:t>ID: 0 IV:   59999557 (=    199999us) TIV     199999us</w:t>
      </w:r>
    </w:p>
    <w:p w:rsidR="00932D27" w:rsidRPr="004E1CD2" w:rsidRDefault="00932D27" w:rsidP="003A01E1">
      <w:pPr>
        <w:pStyle w:val="code"/>
      </w:pPr>
      <w:r w:rsidRPr="004E1CD2">
        <w:t>ID: 1 IV:   74998936 (=    249996us) TIV     249996us</w:t>
      </w:r>
    </w:p>
    <w:p w:rsidR="00932D27" w:rsidRPr="004E1CD2" w:rsidRDefault="00932D27" w:rsidP="003A01E1">
      <w:pPr>
        <w:pStyle w:val="code"/>
      </w:pPr>
      <w:r w:rsidRPr="004E1CD2">
        <w:t>ID: 0 IV:   74999494 (=    249998us) TIV     249998us</w:t>
      </w:r>
    </w:p>
    <w:p w:rsidR="00932D27" w:rsidRPr="004E1CD2" w:rsidRDefault="00932D27" w:rsidP="003A01E1">
      <w:pPr>
        <w:pStyle w:val="code"/>
      </w:pPr>
      <w:r w:rsidRPr="004E1CD2">
        <w:t>ID: 1 IV:   74998998 (=    249997us) TIV     249997us</w:t>
      </w:r>
    </w:p>
    <w:p w:rsidR="00932D27" w:rsidRPr="004E1CD2" w:rsidRDefault="00932D27" w:rsidP="003A01E1">
      <w:pPr>
        <w:pStyle w:val="code"/>
      </w:pPr>
      <w:r w:rsidRPr="004E1CD2">
        <w:t>ID: 0 IV:   74999515 (=    249998us) TIV     249998us</w:t>
      </w:r>
    </w:p>
    <w:p w:rsidR="00932D27" w:rsidRPr="004E1CD2" w:rsidRDefault="00932D27" w:rsidP="003A01E1">
      <w:pPr>
        <w:pStyle w:val="code"/>
      </w:pPr>
      <w:r w:rsidRPr="004E1CD2">
        <w:t>ID: 1 IV:   14998901 (=     49996us) TIV      49996us</w:t>
      </w:r>
    </w:p>
    <w:p w:rsidR="00932D27" w:rsidRPr="004E1CD2" w:rsidRDefault="00932D27" w:rsidP="003A01E1">
      <w:pPr>
        <w:pStyle w:val="code"/>
      </w:pPr>
      <w:r w:rsidRPr="004E1CD2">
        <w:t>ID: 0 IV:   14999518 (=     49998us) TIV      49998us</w:t>
      </w:r>
    </w:p>
    <w:p w:rsidR="00932D27" w:rsidRPr="004E1CD2" w:rsidRDefault="00932D27" w:rsidP="003A01E1">
      <w:pPr>
        <w:pStyle w:val="code"/>
      </w:pPr>
      <w:r w:rsidRPr="004E1CD2">
        <w:t>ID: 1 IV:   14999014 (=     49997us) TIV      49997us</w:t>
      </w:r>
    </w:p>
    <w:p w:rsidR="00932D27" w:rsidRPr="004E1CD2" w:rsidRDefault="00932D27" w:rsidP="003A01E1">
      <w:pPr>
        <w:pStyle w:val="code"/>
      </w:pPr>
      <w:r w:rsidRPr="004E1CD2">
        <w:t>ID: 0 IV:   14999587 (=     49999us) TIV      49999us</w:t>
      </w:r>
    </w:p>
    <w:p w:rsidR="00932D27" w:rsidRPr="004E1CD2" w:rsidRDefault="00932D27" w:rsidP="003A01E1">
      <w:pPr>
        <w:pStyle w:val="code"/>
      </w:pPr>
      <w:r w:rsidRPr="004E1CD2">
        <w:t>ID: 1 IV:   29998801 (=     99996us) TIV      99996us</w:t>
      </w:r>
    </w:p>
    <w:p w:rsidR="00932D27" w:rsidRPr="004E1CD2" w:rsidRDefault="00932D27" w:rsidP="003A01E1">
      <w:pPr>
        <w:pStyle w:val="code"/>
      </w:pPr>
      <w:r w:rsidRPr="004E1CD2">
        <w:t>ID: 0 IV:   29999540 (=     99998us) TIV      99998us</w:t>
      </w:r>
    </w:p>
    <w:p w:rsidR="00932D27" w:rsidRPr="004E1CD2" w:rsidRDefault="00932D27" w:rsidP="003A01E1">
      <w:pPr>
        <w:pStyle w:val="code"/>
      </w:pPr>
      <w:r w:rsidRPr="004E1CD2">
        <w:t>ID: 1 IV:   29998912 (=     99996us) TIV      99996us</w:t>
      </w:r>
    </w:p>
    <w:p w:rsidR="00932D27" w:rsidRPr="004E1CD2" w:rsidRDefault="00932D27" w:rsidP="003A01E1">
      <w:pPr>
        <w:pStyle w:val="code"/>
      </w:pPr>
      <w:r w:rsidRPr="004E1CD2">
        <w:t>ID: 0 IV:   29999656 (=     99999us) TIV      99999us</w:t>
      </w:r>
    </w:p>
    <w:p w:rsidR="00932D27" w:rsidRPr="004E1CD2" w:rsidRDefault="00932D27" w:rsidP="003A01E1">
      <w:pPr>
        <w:pStyle w:val="code"/>
      </w:pPr>
      <w:r w:rsidRPr="004E1CD2">
        <w:t>ID: 1 IV:   44998886 (=    149996us) TIV     149996us</w:t>
      </w:r>
    </w:p>
    <w:p w:rsidR="00932D27" w:rsidRPr="004E1CD2" w:rsidRDefault="00932D27" w:rsidP="003A01E1">
      <w:pPr>
        <w:pStyle w:val="code"/>
      </w:pPr>
      <w:r w:rsidRPr="004E1CD2">
        <w:t>ID: 0 IV:   44999600 (=    149999us) TIV     149999us</w:t>
      </w:r>
    </w:p>
    <w:p w:rsidR="00932D27" w:rsidRPr="004E1CD2" w:rsidRDefault="00932D27" w:rsidP="003A01E1">
      <w:pPr>
        <w:pStyle w:val="code"/>
      </w:pPr>
      <w:r w:rsidRPr="004E1CD2">
        <w:t>ID: 1 IV:   44998920 (=    149996us) TIV     149996us</w:t>
      </w:r>
    </w:p>
    <w:p w:rsidR="00932D27" w:rsidRPr="004E1CD2" w:rsidRDefault="00932D27" w:rsidP="003A01E1">
      <w:pPr>
        <w:pStyle w:val="code"/>
      </w:pPr>
      <w:r w:rsidRPr="004E1CD2">
        <w:t>ID: 0 IV:   44999644 (=    149999us) TIV     149999us</w:t>
      </w:r>
    </w:p>
    <w:p w:rsidR="00932D27" w:rsidRPr="004E1CD2" w:rsidRDefault="00932D27" w:rsidP="003A01E1">
      <w:pPr>
        <w:pStyle w:val="code"/>
      </w:pPr>
      <w:r w:rsidRPr="004E1CD2">
        <w:t>ID: 1 IV:   59999152 (=    199997us) TIV     199997us</w:t>
      </w:r>
    </w:p>
    <w:p w:rsidR="00932D27" w:rsidRPr="004E1CD2" w:rsidRDefault="00932D27" w:rsidP="003A01E1">
      <w:pPr>
        <w:pStyle w:val="code"/>
      </w:pPr>
      <w:r w:rsidRPr="004E1CD2">
        <w:t>ID: 0 IV:   59999536 (=    199998us) TIV     199998us</w:t>
      </w:r>
    </w:p>
    <w:p w:rsidR="00932D27" w:rsidRPr="004E1CD2" w:rsidRDefault="00932D27" w:rsidP="003A01E1">
      <w:pPr>
        <w:pStyle w:val="code"/>
      </w:pPr>
      <w:r w:rsidRPr="004E1CD2">
        <w:t>ID: 1 IV:   59999076 (=    199997us) TIV     199997us</w:t>
      </w:r>
    </w:p>
    <w:p w:rsidR="00932D27" w:rsidRPr="004E1CD2" w:rsidRDefault="00932D27" w:rsidP="003A01E1">
      <w:pPr>
        <w:pStyle w:val="code"/>
      </w:pPr>
      <w:r w:rsidRPr="004E1CD2">
        <w:t>ID: 0 IV:   59999565 (=    199999us) TIV     199999us</w:t>
      </w:r>
    </w:p>
    <w:p w:rsidR="00932D27" w:rsidRPr="004E1CD2" w:rsidRDefault="00932D27" w:rsidP="003A01E1">
      <w:pPr>
        <w:pStyle w:val="code"/>
      </w:pPr>
      <w:r w:rsidRPr="004E1CD2">
        <w:t>ID: 1 IV:   74998976 (=    249997us) TIV     249997us</w:t>
      </w:r>
    </w:p>
    <w:p w:rsidR="00932D27" w:rsidRPr="004E1CD2" w:rsidRDefault="00932D27" w:rsidP="003A01E1">
      <w:pPr>
        <w:pStyle w:val="code"/>
      </w:pPr>
      <w:r w:rsidRPr="004E1CD2">
        <w:t>ID: 0 IV:   74999606 (=    249999us) TIV     249999us</w:t>
      </w:r>
    </w:p>
    <w:p w:rsidR="00932D27" w:rsidRPr="004E1CD2" w:rsidRDefault="00932D27" w:rsidP="003A01E1">
      <w:pPr>
        <w:pStyle w:val="code"/>
      </w:pPr>
      <w:r w:rsidRPr="004E1CD2">
        <w:t>ID: 1 IV:   74998954 (=    249997us) TIV     249997us</w:t>
      </w:r>
    </w:p>
    <w:p w:rsidR="00932D27" w:rsidRPr="004E1CD2" w:rsidRDefault="00932D27" w:rsidP="003A01E1">
      <w:pPr>
        <w:pStyle w:val="code"/>
      </w:pPr>
      <w:r w:rsidRPr="004E1CD2">
        <w:t>ID: 0 IV:   74999617 (=    249999us) TIV     249999us</w:t>
      </w:r>
    </w:p>
    <w:p w:rsidR="00932D27" w:rsidRPr="004E1CD2" w:rsidRDefault="00932D27" w:rsidP="003A01E1">
      <w:pPr>
        <w:pStyle w:val="code"/>
      </w:pPr>
      <w:r w:rsidRPr="004E1CD2">
        <w:t>ID: 1 IV:   14999029 (=     49997us) TIV      49997us</w:t>
      </w:r>
    </w:p>
    <w:p w:rsidR="00932D27" w:rsidRPr="004E1CD2" w:rsidRDefault="00932D27" w:rsidP="003A01E1">
      <w:pPr>
        <w:pStyle w:val="code"/>
      </w:pPr>
      <w:r w:rsidRPr="004E1CD2">
        <w:t>ID: 0 IV:   14999616 (=     49999us) TIV      49999us</w:t>
      </w:r>
    </w:p>
    <w:p w:rsidR="00932D27" w:rsidRPr="004E1CD2" w:rsidRDefault="00932D27" w:rsidP="003A01E1">
      <w:pPr>
        <w:pStyle w:val="code"/>
      </w:pPr>
      <w:r w:rsidRPr="004E1CD2">
        <w:t>ID: 1 IV:   14998914 (=     49996us) TIV      49996us</w:t>
      </w:r>
    </w:p>
    <w:p w:rsidR="00932D27" w:rsidRPr="004E1CD2" w:rsidRDefault="00932D27" w:rsidP="003A01E1">
      <w:pPr>
        <w:pStyle w:val="code"/>
      </w:pPr>
      <w:r w:rsidRPr="004E1CD2">
        <w:t>ID: 0 IV:   14999508 (=     49998us) TIV      49998us</w:t>
      </w:r>
    </w:p>
    <w:p w:rsidR="00932D27" w:rsidRPr="004E1CD2" w:rsidRDefault="00932D27" w:rsidP="003A01E1">
      <w:pPr>
        <w:pStyle w:val="code"/>
      </w:pPr>
      <w:r w:rsidRPr="004E1CD2">
        <w:t>ID: 1 IV:   29998866 (=     99996us) TIV      99996us</w:t>
      </w:r>
    </w:p>
    <w:p w:rsidR="00932D27" w:rsidRPr="004E1CD2" w:rsidRDefault="00932D27" w:rsidP="003A01E1">
      <w:pPr>
        <w:pStyle w:val="code"/>
      </w:pPr>
      <w:r w:rsidRPr="004E1CD2">
        <w:t>ID: 0 IV:   29999642 (=     99999us) TIV      99999us</w:t>
      </w:r>
    </w:p>
    <w:p w:rsidR="00932D27" w:rsidRPr="004E1CD2" w:rsidRDefault="00932D27" w:rsidP="003A01E1">
      <w:pPr>
        <w:pStyle w:val="code"/>
      </w:pPr>
      <w:r w:rsidRPr="004E1CD2">
        <w:t>ID: 1 IV:   29999008 (=     99997us) TIV      99997us</w:t>
      </w:r>
    </w:p>
    <w:p w:rsidR="00932D27" w:rsidRPr="004E1CD2" w:rsidRDefault="00932D27" w:rsidP="003A01E1">
      <w:pPr>
        <w:pStyle w:val="code"/>
      </w:pPr>
      <w:r w:rsidRPr="004E1CD2">
        <w:t>ID: 0 IV:   29999566 (=     99999us) TIV      99999us</w:t>
      </w:r>
    </w:p>
    <w:p w:rsidR="00932D27" w:rsidRPr="004E1CD2" w:rsidRDefault="00932D27" w:rsidP="003A01E1">
      <w:pPr>
        <w:pStyle w:val="code"/>
      </w:pPr>
      <w:r w:rsidRPr="004E1CD2">
        <w:t>ID: 1 IV:   44999008 (=    149997us) TIV     149997us</w:t>
      </w:r>
    </w:p>
    <w:p w:rsidR="00932D27" w:rsidRPr="004E1CD2" w:rsidRDefault="00932D27" w:rsidP="003A01E1">
      <w:pPr>
        <w:pStyle w:val="code"/>
      </w:pPr>
      <w:r w:rsidRPr="004E1CD2">
        <w:t>ID: 0 IV:   44999590 (=    149999us) TIV     149999us</w:t>
      </w:r>
    </w:p>
    <w:p w:rsidR="00932D27" w:rsidRPr="004E1CD2" w:rsidRDefault="00932D27" w:rsidP="003A01E1">
      <w:pPr>
        <w:pStyle w:val="code"/>
      </w:pPr>
      <w:r w:rsidRPr="004E1CD2">
        <w:t>ID: 1 IV:   44998981 (=    149997us) TIV     149997us</w:t>
      </w:r>
    </w:p>
    <w:p w:rsidR="00932D27" w:rsidRPr="004E1CD2" w:rsidRDefault="00932D27" w:rsidP="003A01E1">
      <w:pPr>
        <w:pStyle w:val="code"/>
      </w:pPr>
      <w:r w:rsidRPr="004E1CD2">
        <w:t>ID: 0 IV:   44999611 (=    149999us) TIV     149999us</w:t>
      </w:r>
    </w:p>
    <w:p w:rsidR="00932D27" w:rsidRPr="004E1CD2" w:rsidRDefault="00932D27" w:rsidP="003A01E1">
      <w:pPr>
        <w:pStyle w:val="code"/>
      </w:pPr>
      <w:r w:rsidRPr="004E1CD2">
        <w:t>ID: 1 IV:   59998979 (=    199997us) TIV     199997us</w:t>
      </w:r>
    </w:p>
    <w:p w:rsidR="00932D27" w:rsidRPr="004E1CD2" w:rsidRDefault="00932D27" w:rsidP="003A01E1">
      <w:pPr>
        <w:pStyle w:val="code"/>
      </w:pPr>
      <w:r w:rsidRPr="004E1CD2">
        <w:t>ID: 0 IV:   59999568 (=    199999us) TIV     199999us</w:t>
      </w:r>
    </w:p>
    <w:p w:rsidR="00932D27" w:rsidRPr="004E1CD2" w:rsidRDefault="00932D27" w:rsidP="003A01E1">
      <w:pPr>
        <w:pStyle w:val="code"/>
      </w:pPr>
      <w:r w:rsidRPr="004E1CD2">
        <w:t>ID: 1 IV:   59998909 (=    199996us) TIV     199996us</w:t>
      </w:r>
    </w:p>
    <w:p w:rsidR="00932D27" w:rsidRPr="004E1CD2" w:rsidRDefault="00932D27" w:rsidP="003A01E1">
      <w:pPr>
        <w:pStyle w:val="code"/>
      </w:pPr>
      <w:r w:rsidRPr="004E1CD2">
        <w:t>ID: 0 IV:   59999541 (=    199998us) TIV     199998us</w:t>
      </w:r>
    </w:p>
    <w:p w:rsidR="00932D27" w:rsidRPr="004E1CD2" w:rsidRDefault="00932D27" w:rsidP="003A01E1">
      <w:pPr>
        <w:pStyle w:val="code"/>
      </w:pPr>
      <w:r w:rsidRPr="004E1CD2">
        <w:t>ID: 1 IV:   74998843 (=    249996us) TIV     249996us</w:t>
      </w:r>
    </w:p>
    <w:p w:rsidR="00932D27" w:rsidRPr="004E1CD2" w:rsidRDefault="00932D27" w:rsidP="003A01E1">
      <w:pPr>
        <w:pStyle w:val="code"/>
      </w:pPr>
      <w:r w:rsidRPr="004E1CD2">
        <w:t>ID: 0 IV:   74999507 (=    249998us) TIV     249998us</w:t>
      </w:r>
    </w:p>
    <w:p w:rsidR="00932D27" w:rsidRPr="004E1CD2" w:rsidRDefault="00932D27" w:rsidP="003A01E1">
      <w:pPr>
        <w:pStyle w:val="code"/>
      </w:pPr>
      <w:r w:rsidRPr="004E1CD2">
        <w:lastRenderedPageBreak/>
        <w:t>ID: 1 IV:   74998953 (=    249997us) TIV     249997us</w:t>
      </w:r>
    </w:p>
    <w:p w:rsidR="00932D27" w:rsidRPr="004E1CD2" w:rsidRDefault="00932D27" w:rsidP="003A01E1">
      <w:pPr>
        <w:pStyle w:val="code"/>
      </w:pPr>
      <w:r w:rsidRPr="004E1CD2">
        <w:t>ID: 0 IV:   74999577 (=    249999us) TIV     249999us</w:t>
      </w:r>
    </w:p>
    <w:p w:rsidR="00932D27" w:rsidRPr="004E1CD2" w:rsidRDefault="00932D27" w:rsidP="003A01E1">
      <w:pPr>
        <w:pStyle w:val="code"/>
      </w:pPr>
      <w:r w:rsidRPr="004E1CD2">
        <w:t>ID: 1 IV:   14999129 (=     49997us) TIV      49997us</w:t>
      </w:r>
    </w:p>
    <w:p w:rsidR="00932D27" w:rsidRPr="004E1CD2" w:rsidRDefault="00932D27" w:rsidP="003A01E1">
      <w:pPr>
        <w:pStyle w:val="code"/>
      </w:pPr>
      <w:r w:rsidRPr="004E1CD2">
        <w:t>ID: 0 IV:   14999535 (=     49998us) TIV      49998us</w:t>
      </w:r>
    </w:p>
    <w:p w:rsidR="00932D27" w:rsidRPr="004E1CD2" w:rsidRDefault="00932D27" w:rsidP="003A01E1">
      <w:pPr>
        <w:pStyle w:val="code"/>
      </w:pPr>
      <w:r w:rsidRPr="004E1CD2">
        <w:t>ID: 1 IV:   14998930 (=     49996us) TIV      49996us</w:t>
      </w:r>
    </w:p>
    <w:p w:rsidR="00932D27" w:rsidRPr="004E1CD2" w:rsidRDefault="00932D27" w:rsidP="003A01E1">
      <w:pPr>
        <w:pStyle w:val="code"/>
      </w:pPr>
      <w:r w:rsidRPr="004E1CD2">
        <w:t>ID: 0 IV:   14999624 (=     49999us) TIV      49999us</w:t>
      </w:r>
    </w:p>
    <w:p w:rsidR="00932D27" w:rsidRPr="004E1CD2" w:rsidRDefault="00932D27" w:rsidP="003A01E1">
      <w:pPr>
        <w:pStyle w:val="code"/>
      </w:pPr>
      <w:r w:rsidRPr="004E1CD2">
        <w:t>ID: 1 IV:   29998957 (=     99997us) TIV      99997us</w:t>
      </w:r>
    </w:p>
    <w:p w:rsidR="00932D27" w:rsidRPr="004E1CD2" w:rsidRDefault="00932D27" w:rsidP="003A01E1">
      <w:pPr>
        <w:pStyle w:val="code"/>
      </w:pPr>
      <w:r w:rsidRPr="004E1CD2">
        <w:t>ID: 0 IV:   29999594 (=     99999us) TIV      99999us</w:t>
      </w:r>
    </w:p>
    <w:p w:rsidR="00932D27" w:rsidRPr="004E1CD2" w:rsidRDefault="00932D27" w:rsidP="003A01E1">
      <w:pPr>
        <w:pStyle w:val="code"/>
      </w:pPr>
      <w:r w:rsidRPr="004E1CD2">
        <w:t>ID: 1 IV:   29998978 (=     99997us) TIV      99997us</w:t>
      </w:r>
    </w:p>
    <w:p w:rsidR="00932D27" w:rsidRPr="004E1CD2" w:rsidRDefault="00932D27" w:rsidP="003A01E1">
      <w:pPr>
        <w:pStyle w:val="code"/>
      </w:pPr>
      <w:r w:rsidRPr="004E1CD2">
        <w:t>ID: 0 IV:   29999544 (=     99998us) TIV      99998us</w:t>
      </w:r>
    </w:p>
    <w:p w:rsidR="00932D27" w:rsidRPr="004E1CD2" w:rsidRDefault="00932D27" w:rsidP="003A01E1">
      <w:pPr>
        <w:pStyle w:val="code"/>
      </w:pPr>
      <w:r w:rsidRPr="004E1CD2">
        <w:t>ID: 1 IV:   44998890 (=    149996us) TIV     149996us</w:t>
      </w:r>
    </w:p>
    <w:p w:rsidR="00932D27" w:rsidRPr="004E1CD2" w:rsidRDefault="00932D27" w:rsidP="003A01E1">
      <w:pPr>
        <w:pStyle w:val="code"/>
      </w:pPr>
      <w:r w:rsidRPr="004E1CD2">
        <w:t>ID: 0 IV:   44999516 (=    149998us) TIV     149998us</w:t>
      </w:r>
    </w:p>
    <w:p w:rsidR="00932D27" w:rsidRPr="004E1CD2" w:rsidRDefault="00932D27" w:rsidP="003A01E1">
      <w:pPr>
        <w:pStyle w:val="code"/>
      </w:pPr>
      <w:r w:rsidRPr="004E1CD2">
        <w:t>ID: 1 IV:   44999005 (=    149997us) TIV     149997us</w:t>
      </w:r>
    </w:p>
    <w:p w:rsidR="00932D27" w:rsidRPr="004E1CD2" w:rsidRDefault="00932D27" w:rsidP="003A01E1">
      <w:pPr>
        <w:pStyle w:val="code"/>
      </w:pPr>
      <w:r w:rsidRPr="004E1CD2">
        <w:t>ID: 0 IV:   44999447 (=    149998us) TIV     149998us</w:t>
      </w:r>
    </w:p>
    <w:p w:rsidR="00932D27" w:rsidRPr="004E1CD2" w:rsidRDefault="00932D27" w:rsidP="003A01E1">
      <w:pPr>
        <w:pStyle w:val="code"/>
      </w:pPr>
      <w:r w:rsidRPr="004E1CD2">
        <w:t>ID: 1 IV:   59999004 (=    199997us) TIV     199997us</w:t>
      </w:r>
    </w:p>
    <w:p w:rsidR="00932D27" w:rsidRPr="004E1CD2" w:rsidRDefault="00932D27" w:rsidP="003A01E1">
      <w:pPr>
        <w:pStyle w:val="code"/>
      </w:pPr>
      <w:r w:rsidRPr="004E1CD2">
        <w:t>ID: 0 IV:   59999607 (=    199999us) TIV     199999us</w:t>
      </w:r>
    </w:p>
    <w:p w:rsidR="00932D27" w:rsidRPr="004E1CD2" w:rsidRDefault="00932D27" w:rsidP="003A01E1">
      <w:pPr>
        <w:pStyle w:val="code"/>
      </w:pPr>
      <w:r w:rsidRPr="004E1CD2">
        <w:t>ID: 1 IV:   59998920 (=    199996us) TIV     199996us</w:t>
      </w:r>
    </w:p>
    <w:p w:rsidR="00932D27" w:rsidRPr="004E1CD2" w:rsidRDefault="00932D27" w:rsidP="003A01E1">
      <w:pPr>
        <w:pStyle w:val="code"/>
      </w:pPr>
      <w:r w:rsidRPr="004E1CD2">
        <w:t>ID: 0 IV:   59999542 (=    199998us) TIV     199998us</w:t>
      </w:r>
    </w:p>
    <w:p w:rsidR="00932D27" w:rsidRPr="004E1CD2" w:rsidRDefault="00932D27" w:rsidP="003A01E1">
      <w:pPr>
        <w:pStyle w:val="code"/>
      </w:pPr>
      <w:r w:rsidRPr="004E1CD2">
        <w:t>ID: 1 IV:   74999042 (=    249997us) TIV     249997us</w:t>
      </w:r>
    </w:p>
    <w:p w:rsidR="00932D27" w:rsidRPr="004E1CD2" w:rsidRDefault="00932D27" w:rsidP="003A01E1">
      <w:pPr>
        <w:pStyle w:val="code"/>
      </w:pPr>
      <w:r w:rsidRPr="004E1CD2">
        <w:t>ID: 0 IV:   74999602 (=    249999us) TIV     249999us</w:t>
      </w:r>
    </w:p>
    <w:p w:rsidR="00932D27" w:rsidRPr="004E1CD2" w:rsidRDefault="00932D27" w:rsidP="003A01E1">
      <w:pPr>
        <w:pStyle w:val="code"/>
      </w:pPr>
      <w:r w:rsidRPr="004E1CD2">
        <w:t>ID: 1 IV:   74999083 (=    249997us) TIV     249997us</w:t>
      </w:r>
    </w:p>
    <w:p w:rsidR="00932D27" w:rsidRPr="004E1CD2" w:rsidRDefault="00932D27" w:rsidP="003A01E1">
      <w:pPr>
        <w:pStyle w:val="code"/>
      </w:pPr>
      <w:r w:rsidRPr="004E1CD2">
        <w:t>ID: 0 IV:   74999537 (=    249998us) TIV     249998us</w:t>
      </w:r>
    </w:p>
    <w:p w:rsidR="00932D27" w:rsidRPr="004E1CD2" w:rsidRDefault="00932D27" w:rsidP="003A01E1">
      <w:pPr>
        <w:pStyle w:val="code"/>
      </w:pPr>
      <w:r w:rsidRPr="004E1CD2">
        <w:t>ID: 1 IV:   14999040 (=     49997us) TIV      49997us</w:t>
      </w:r>
    </w:p>
    <w:p w:rsidR="00932D27" w:rsidRPr="004E1CD2" w:rsidRDefault="00932D27" w:rsidP="003A01E1">
      <w:pPr>
        <w:pStyle w:val="code"/>
      </w:pPr>
      <w:r w:rsidRPr="004E1CD2">
        <w:t>ID: 0 IV:   14999501 (=     49998us) TIV      49998us</w:t>
      </w:r>
    </w:p>
    <w:p w:rsidR="00932D27" w:rsidRPr="004E1CD2" w:rsidRDefault="00932D27" w:rsidP="003A01E1">
      <w:pPr>
        <w:pStyle w:val="code"/>
      </w:pPr>
      <w:r w:rsidRPr="004E1CD2">
        <w:t>ID: 1 IV:   14999080 (=     49997us) TIV      49997us</w:t>
      </w:r>
    </w:p>
    <w:p w:rsidR="00932D27" w:rsidRPr="004E1CD2" w:rsidRDefault="00932D27" w:rsidP="003A01E1">
      <w:pPr>
        <w:pStyle w:val="code"/>
      </w:pPr>
      <w:r w:rsidRPr="004E1CD2">
        <w:t>ID: 0 IV:   14999530 (=     49998us) TIV      49998us</w:t>
      </w:r>
    </w:p>
    <w:p w:rsidR="00932D27" w:rsidRPr="004E1CD2" w:rsidRDefault="00932D27" w:rsidP="003A01E1">
      <w:pPr>
        <w:pStyle w:val="code"/>
      </w:pPr>
      <w:r w:rsidRPr="004E1CD2">
        <w:t>ID: 1 IV:   29999106 (=     99997us) TIV      99997us</w:t>
      </w:r>
    </w:p>
    <w:p w:rsidR="00932D27" w:rsidRPr="004E1CD2" w:rsidRDefault="00932D27" w:rsidP="003A01E1">
      <w:pPr>
        <w:pStyle w:val="code"/>
      </w:pPr>
      <w:r w:rsidRPr="004E1CD2">
        <w:t>ID: 0 IV:   29999545 (=     99998us) TIV      99998us</w:t>
      </w:r>
    </w:p>
    <w:p w:rsidR="00932D27" w:rsidRPr="004E1CD2" w:rsidRDefault="00932D27" w:rsidP="003A01E1">
      <w:pPr>
        <w:pStyle w:val="code"/>
      </w:pPr>
      <w:r w:rsidRPr="004E1CD2">
        <w:t>ID: 1 IV:   29999183 (=     99997us) TIV      99997us</w:t>
      </w:r>
    </w:p>
    <w:p w:rsidR="00932D27" w:rsidRPr="004E1CD2" w:rsidRDefault="00932D27" w:rsidP="003A01E1">
      <w:pPr>
        <w:pStyle w:val="code"/>
      </w:pPr>
      <w:r w:rsidRPr="004E1CD2">
        <w:t>ID: 0 IV:   29999637 (=     99999us) TIV      99999us</w:t>
      </w:r>
    </w:p>
    <w:p w:rsidR="00932D27" w:rsidRPr="004E1CD2" w:rsidRDefault="00932D27" w:rsidP="003A01E1">
      <w:pPr>
        <w:pStyle w:val="code"/>
      </w:pPr>
      <w:r w:rsidRPr="004E1CD2">
        <w:t>ID: 1 IV:   44999008 (=    149997us) TIV     149997us</w:t>
      </w:r>
    </w:p>
    <w:p w:rsidR="00932D27" w:rsidRPr="004E1CD2" w:rsidRDefault="00932D27" w:rsidP="003A01E1">
      <w:pPr>
        <w:pStyle w:val="code"/>
      </w:pPr>
      <w:r w:rsidRPr="004E1CD2">
        <w:t>ID: 0 IV:   44999613 (=    149999us) TIV     149999us</w:t>
      </w:r>
    </w:p>
    <w:p w:rsidR="00932D27" w:rsidRPr="004E1CD2" w:rsidRDefault="00932D27" w:rsidP="003A01E1">
      <w:pPr>
        <w:pStyle w:val="code"/>
      </w:pPr>
      <w:r w:rsidRPr="004E1CD2">
        <w:t>ID: 1 IV:   44999081 (=    149997us) TIV     149997us</w:t>
      </w:r>
    </w:p>
    <w:p w:rsidR="00932D27" w:rsidRPr="004E1CD2" w:rsidRDefault="00932D27" w:rsidP="003A01E1">
      <w:pPr>
        <w:pStyle w:val="code"/>
      </w:pPr>
      <w:r w:rsidRPr="004E1CD2">
        <w:t>ID: 0 IV:   44999638 (=    149999us) TIV     149999us</w:t>
      </w:r>
    </w:p>
    <w:p w:rsidR="00932D27" w:rsidRPr="004E1CD2" w:rsidRDefault="00932D27" w:rsidP="003A01E1">
      <w:pPr>
        <w:pStyle w:val="code"/>
      </w:pPr>
      <w:r w:rsidRPr="004E1CD2">
        <w:t>ID: 1 IV:   59998934 (=    199996us) TIV     199996us</w:t>
      </w:r>
    </w:p>
    <w:p w:rsidR="00932D27" w:rsidRPr="004E1CD2" w:rsidRDefault="00932D27" w:rsidP="003A01E1">
      <w:pPr>
        <w:pStyle w:val="code"/>
      </w:pPr>
      <w:r w:rsidRPr="004E1CD2">
        <w:t>ID: 0 IV:   59999579 (=    199999us) TIV     199999us</w:t>
      </w:r>
    </w:p>
    <w:p w:rsidR="00932D27" w:rsidRPr="004E1CD2" w:rsidRDefault="00932D27" w:rsidP="003A01E1">
      <w:pPr>
        <w:pStyle w:val="code"/>
      </w:pPr>
      <w:r w:rsidRPr="004E1CD2">
        <w:t>ID: 1 IV:   59998973 (=    199997us) TIV     199997us</w:t>
      </w:r>
    </w:p>
    <w:p w:rsidR="00932D27" w:rsidRPr="004E1CD2" w:rsidRDefault="00932D27" w:rsidP="003A01E1">
      <w:pPr>
        <w:pStyle w:val="code"/>
      </w:pPr>
      <w:r w:rsidRPr="004E1CD2">
        <w:t>ID: 0 IV:   59999616 (=    199999us) TIV     199999us</w:t>
      </w:r>
    </w:p>
    <w:p w:rsidR="00932D27" w:rsidRPr="004E1CD2" w:rsidRDefault="00932D27" w:rsidP="003A01E1">
      <w:pPr>
        <w:pStyle w:val="code"/>
      </w:pPr>
      <w:r w:rsidRPr="004E1CD2">
        <w:t>ID: 1 IV:   74999045 (=    249997us) TIV     249997us</w:t>
      </w:r>
    </w:p>
    <w:p w:rsidR="00932D27" w:rsidRPr="004E1CD2" w:rsidRDefault="00932D27" w:rsidP="003A01E1">
      <w:pPr>
        <w:pStyle w:val="code"/>
      </w:pPr>
      <w:r w:rsidRPr="004E1CD2">
        <w:t>ID: 0 IV:   74999529 (=    249998us) TIV     249998us</w:t>
      </w:r>
    </w:p>
    <w:p w:rsidR="00932D27" w:rsidRPr="004E1CD2" w:rsidRDefault="00932D27" w:rsidP="003A01E1">
      <w:pPr>
        <w:pStyle w:val="code"/>
      </w:pPr>
      <w:r w:rsidRPr="004E1CD2">
        <w:t>ID: 1 IV:   74999017 (=    249997us) TIV     249997us</w:t>
      </w:r>
    </w:p>
    <w:p w:rsidR="00932D27" w:rsidRPr="004E1CD2" w:rsidRDefault="00932D27" w:rsidP="003A01E1">
      <w:pPr>
        <w:pStyle w:val="code"/>
      </w:pPr>
      <w:r w:rsidRPr="004E1CD2">
        <w:t>ID: 0 IV:   74999611 (=    249999us) TIV     249999us</w:t>
      </w:r>
    </w:p>
    <w:p w:rsidR="00932D27" w:rsidRPr="004E1CD2" w:rsidRDefault="00932D27" w:rsidP="003A01E1">
      <w:pPr>
        <w:pStyle w:val="code"/>
      </w:pPr>
      <w:r w:rsidRPr="004E1CD2">
        <w:t>ID: 1 IV:   14999029 (=     49997us) TIV      49997us</w:t>
      </w:r>
    </w:p>
    <w:p w:rsidR="00932D27" w:rsidRPr="004E1CD2" w:rsidRDefault="00932D27" w:rsidP="003A01E1">
      <w:pPr>
        <w:pStyle w:val="code"/>
      </w:pPr>
      <w:r w:rsidRPr="004E1CD2">
        <w:t>ID: 0 IV:   14999601 (=     49999us) TIV      49999us</w:t>
      </w:r>
    </w:p>
    <w:p w:rsidR="00932D27" w:rsidRPr="004E1CD2" w:rsidRDefault="00932D27" w:rsidP="003A01E1">
      <w:pPr>
        <w:pStyle w:val="code"/>
      </w:pPr>
      <w:r w:rsidRPr="004E1CD2">
        <w:t>ID: 1 IV:   14998920 (=     49996us) TIV      49996us</w:t>
      </w:r>
    </w:p>
    <w:p w:rsidR="00932D27" w:rsidRPr="004E1CD2" w:rsidRDefault="00932D27" w:rsidP="003A01E1">
      <w:pPr>
        <w:pStyle w:val="code"/>
      </w:pPr>
      <w:r w:rsidRPr="004E1CD2">
        <w:t>ID: 0 IV:   14999527 (=     49998us) TIV      49998us</w:t>
      </w:r>
    </w:p>
    <w:p w:rsidR="00932D27" w:rsidRPr="004E1CD2" w:rsidRDefault="00932D27" w:rsidP="003A01E1">
      <w:pPr>
        <w:pStyle w:val="code"/>
      </w:pPr>
      <w:r w:rsidRPr="004E1CD2">
        <w:lastRenderedPageBreak/>
        <w:t>ID: 1 IV:   29998903 (=     99996us) TIV      99996us</w:t>
      </w:r>
    </w:p>
    <w:p w:rsidR="00932D27" w:rsidRPr="004E1CD2" w:rsidRDefault="00932D27" w:rsidP="003A01E1">
      <w:pPr>
        <w:pStyle w:val="code"/>
      </w:pPr>
      <w:r w:rsidRPr="004E1CD2">
        <w:t>ID: 0 IV:   29999546 (=     99998us) TIV      99998us</w:t>
      </w:r>
    </w:p>
    <w:p w:rsidR="00932D27" w:rsidRPr="004E1CD2" w:rsidRDefault="00932D27" w:rsidP="003A01E1">
      <w:pPr>
        <w:pStyle w:val="code"/>
      </w:pPr>
      <w:r w:rsidRPr="004E1CD2">
        <w:t>ID: 1 IV:   29998873 (=     99996us) TIV      99996us</w:t>
      </w:r>
    </w:p>
    <w:p w:rsidR="00932D27" w:rsidRPr="004E1CD2" w:rsidRDefault="00932D27" w:rsidP="003A01E1">
      <w:pPr>
        <w:pStyle w:val="code"/>
      </w:pPr>
      <w:r w:rsidRPr="004E1CD2">
        <w:t>ID: 0 IV:   29999554 (=     99999us) TIV      99999us</w:t>
      </w:r>
    </w:p>
    <w:p w:rsidR="00932D27" w:rsidRPr="004E1CD2" w:rsidRDefault="00932D27" w:rsidP="003A01E1">
      <w:pPr>
        <w:pStyle w:val="code"/>
      </w:pPr>
      <w:r w:rsidRPr="004E1CD2">
        <w:t>ID: 1 IV:   44998869 (=    149996us) TIV     149996us</w:t>
      </w:r>
    </w:p>
    <w:p w:rsidR="00932D27" w:rsidRPr="004E1CD2" w:rsidRDefault="00932D27" w:rsidP="003A01E1">
      <w:pPr>
        <w:pStyle w:val="code"/>
      </w:pPr>
      <w:r w:rsidRPr="004E1CD2">
        <w:t>ID: 0 IV:   44999616 (=    149999us) TIV     149999us</w:t>
      </w:r>
    </w:p>
    <w:p w:rsidR="00932D27" w:rsidRPr="004E1CD2" w:rsidRDefault="00932D27" w:rsidP="003A01E1">
      <w:pPr>
        <w:pStyle w:val="code"/>
      </w:pPr>
      <w:r w:rsidRPr="004E1CD2">
        <w:t>ID: 1 IV:   44998947 (=    149996us) TIV     149996us</w:t>
      </w:r>
    </w:p>
    <w:p w:rsidR="00932D27" w:rsidRPr="004E1CD2" w:rsidRDefault="00932D27" w:rsidP="003A01E1">
      <w:pPr>
        <w:pStyle w:val="code"/>
      </w:pPr>
      <w:r w:rsidRPr="004E1CD2">
        <w:t>ID: 0 IV:   44999570 (=    149999us) TIV     149999us</w:t>
      </w:r>
    </w:p>
    <w:p w:rsidR="00932D27" w:rsidRPr="004E1CD2" w:rsidRDefault="00932D27" w:rsidP="003A01E1">
      <w:pPr>
        <w:pStyle w:val="code"/>
      </w:pPr>
      <w:r w:rsidRPr="004E1CD2">
        <w:t>ID: 1 IV:   59999081 (=    199997us) TIV     199997us</w:t>
      </w:r>
    </w:p>
    <w:p w:rsidR="00932D27" w:rsidRPr="004E1CD2" w:rsidRDefault="00932D27" w:rsidP="003A01E1">
      <w:pPr>
        <w:pStyle w:val="code"/>
      </w:pPr>
      <w:r w:rsidRPr="004E1CD2">
        <w:t>ID: 0 IV:   59999593 (=    199999us) TIV     199999us</w:t>
      </w:r>
    </w:p>
    <w:p w:rsidR="00932D27" w:rsidRPr="004E1CD2" w:rsidRDefault="00932D27" w:rsidP="003A01E1">
      <w:pPr>
        <w:pStyle w:val="code"/>
      </w:pPr>
      <w:r w:rsidRPr="004E1CD2">
        <w:t>ID: 1 IV:   59999029 (=    199997us) TIV     199997us</w:t>
      </w:r>
    </w:p>
    <w:p w:rsidR="00932D27" w:rsidRPr="004E1CD2" w:rsidRDefault="00932D27" w:rsidP="003A01E1">
      <w:pPr>
        <w:pStyle w:val="code"/>
      </w:pPr>
      <w:r w:rsidRPr="004E1CD2">
        <w:t>ID: 0 IV:   59999480 (=    199998us) TIV     199998us</w:t>
      </w:r>
    </w:p>
    <w:p w:rsidR="00932D27" w:rsidRPr="004E1CD2" w:rsidRDefault="00932D27" w:rsidP="003A01E1">
      <w:pPr>
        <w:pStyle w:val="code"/>
      </w:pPr>
      <w:r w:rsidRPr="004E1CD2">
        <w:t>ID: 1 IV:   74998971 (=    249997us) TIV     249997us</w:t>
      </w:r>
    </w:p>
    <w:p w:rsidR="00932D27" w:rsidRPr="004E1CD2" w:rsidRDefault="00932D27" w:rsidP="003A01E1">
      <w:pPr>
        <w:pStyle w:val="code"/>
      </w:pPr>
      <w:r w:rsidRPr="004E1CD2">
        <w:t>ID: 0 IV:   74999477 (=    249998us) TIV     249998us</w:t>
      </w:r>
    </w:p>
    <w:p w:rsidR="00932D27" w:rsidRPr="004E1CD2" w:rsidRDefault="00932D27" w:rsidP="003A01E1">
      <w:pPr>
        <w:pStyle w:val="code"/>
      </w:pPr>
      <w:r w:rsidRPr="004E1CD2">
        <w:t>ID: 1 IV:   74999095 (=    249997us) TIV     249997us</w:t>
      </w:r>
    </w:p>
    <w:p w:rsidR="00932D27" w:rsidRPr="004E1CD2" w:rsidRDefault="00932D27" w:rsidP="003A01E1">
      <w:pPr>
        <w:pStyle w:val="code"/>
      </w:pPr>
      <w:r w:rsidRPr="004E1CD2">
        <w:t>ID: 0 IV:   74999612 (=    249999us) TIV     249999us</w:t>
      </w:r>
    </w:p>
    <w:p w:rsidR="00932D27" w:rsidRPr="004E1CD2" w:rsidRDefault="00932D27" w:rsidP="003A01E1">
      <w:pPr>
        <w:pStyle w:val="code"/>
      </w:pPr>
      <w:r w:rsidRPr="004E1CD2">
        <w:t>ID: 1 IV:   14999008 (=     49997us) TIV      49997us</w:t>
      </w:r>
    </w:p>
    <w:p w:rsidR="00932D27" w:rsidRPr="004E1CD2" w:rsidRDefault="00932D27" w:rsidP="003A01E1">
      <w:pPr>
        <w:pStyle w:val="code"/>
      </w:pPr>
      <w:r w:rsidRPr="004E1CD2">
        <w:t>ID: 0 IV:   14999573 (=     49999us) TIV      49999us</w:t>
      </w:r>
    </w:p>
    <w:p w:rsidR="00932D27" w:rsidRPr="004E1CD2" w:rsidRDefault="00932D27" w:rsidP="003A01E1">
      <w:pPr>
        <w:pStyle w:val="code"/>
      </w:pPr>
      <w:r w:rsidRPr="004E1CD2">
        <w:t>ID: 1 IV:   14998898 (=     49996us) TIV      49996us</w:t>
      </w:r>
    </w:p>
    <w:p w:rsidR="00932D27" w:rsidRPr="004E1CD2" w:rsidRDefault="00932D27" w:rsidP="003A01E1">
      <w:pPr>
        <w:pStyle w:val="code"/>
      </w:pPr>
      <w:r w:rsidRPr="004E1CD2">
        <w:t>ID: 0 IV:   14999528 (=     49998us) TIV      49998us</w:t>
      </w:r>
    </w:p>
    <w:p w:rsidR="00932D27" w:rsidRPr="004E1CD2" w:rsidRDefault="00932D27" w:rsidP="003A01E1">
      <w:pPr>
        <w:pStyle w:val="code"/>
      </w:pPr>
      <w:r w:rsidRPr="004E1CD2">
        <w:t>ID: 1 IV:   29998901 (=     99996us) TIV      99996us</w:t>
      </w:r>
    </w:p>
    <w:p w:rsidR="00932D27" w:rsidRPr="004E1CD2" w:rsidRDefault="00932D27" w:rsidP="003A01E1">
      <w:pPr>
        <w:pStyle w:val="code"/>
      </w:pPr>
      <w:r w:rsidRPr="004E1CD2">
        <w:t>ID: 0 IV:   29999558 (=     99999us) TIV      99999us</w:t>
      </w:r>
    </w:p>
    <w:p w:rsidR="00932D27" w:rsidRPr="004E1CD2" w:rsidRDefault="00932D27" w:rsidP="003A01E1">
      <w:pPr>
        <w:pStyle w:val="code"/>
      </w:pPr>
      <w:r w:rsidRPr="004E1CD2">
        <w:t>ID: 1 IV:   29998953 (=     99997us) TIV      99997us</w:t>
      </w:r>
    </w:p>
    <w:p w:rsidR="00932D27" w:rsidRPr="004E1CD2" w:rsidRDefault="00932D27" w:rsidP="003A01E1">
      <w:pPr>
        <w:pStyle w:val="code"/>
      </w:pPr>
      <w:r w:rsidRPr="004E1CD2">
        <w:t>ID: 0 IV:   29999521 (=     99998us) TIV      99998us</w:t>
      </w:r>
    </w:p>
    <w:p w:rsidR="00932D27" w:rsidRPr="004E1CD2" w:rsidRDefault="00932D27" w:rsidP="003A01E1">
      <w:pPr>
        <w:pStyle w:val="code"/>
      </w:pPr>
      <w:r w:rsidRPr="004E1CD2">
        <w:t>ID: 1 IV:   44998986 (=    149997us) TIV     149997us</w:t>
      </w:r>
    </w:p>
    <w:p w:rsidR="00932D27" w:rsidRPr="004E1CD2" w:rsidRDefault="00932D27" w:rsidP="003A01E1">
      <w:pPr>
        <w:pStyle w:val="code"/>
      </w:pPr>
      <w:r w:rsidRPr="004E1CD2">
        <w:t>ID: 0 IV:   44999636 (=    149999us) TIV     149999us</w:t>
      </w:r>
    </w:p>
    <w:p w:rsidR="00932D27" w:rsidRPr="004E1CD2" w:rsidRDefault="00932D27" w:rsidP="003A01E1">
      <w:pPr>
        <w:pStyle w:val="code"/>
      </w:pPr>
      <w:r w:rsidRPr="004E1CD2">
        <w:t>ID: 1 IV:   44999149 (=    149997us) TIV     149997us</w:t>
      </w:r>
    </w:p>
    <w:p w:rsidR="00932D27" w:rsidRPr="004E1CD2" w:rsidRDefault="00932D27" w:rsidP="003A01E1">
      <w:pPr>
        <w:pStyle w:val="code"/>
      </w:pPr>
      <w:r w:rsidRPr="004E1CD2">
        <w:t>ID: 0 IV:   44999614 (=    149999us) TIV     149999us</w:t>
      </w:r>
    </w:p>
    <w:p w:rsidR="00932D27" w:rsidRPr="004E1CD2" w:rsidRDefault="00932D27" w:rsidP="003A01E1">
      <w:pPr>
        <w:pStyle w:val="code"/>
      </w:pPr>
      <w:r w:rsidRPr="004E1CD2">
        <w:t>ID: 1 IV:   59999134 (=    199997us) TIV     199997us</w:t>
      </w:r>
    </w:p>
    <w:p w:rsidR="00932D27" w:rsidRPr="004E1CD2" w:rsidRDefault="00932D27" w:rsidP="003A01E1">
      <w:pPr>
        <w:pStyle w:val="code"/>
      </w:pPr>
      <w:r w:rsidRPr="004E1CD2">
        <w:t>ID: 0 IV:   59999604 (=    199999us) TIV     199999us</w:t>
      </w:r>
    </w:p>
    <w:p w:rsidR="00932D27" w:rsidRPr="004E1CD2" w:rsidRDefault="00932D27" w:rsidP="003A01E1">
      <w:pPr>
        <w:pStyle w:val="code"/>
      </w:pPr>
      <w:r w:rsidRPr="004E1CD2">
        <w:t>ID: 1 IV:   59998997 (=    199997us) TIV     199997us</w:t>
      </w:r>
    </w:p>
    <w:p w:rsidR="00932D27" w:rsidRPr="004E1CD2" w:rsidRDefault="00932D27" w:rsidP="003A01E1">
      <w:pPr>
        <w:pStyle w:val="code"/>
      </w:pPr>
      <w:r w:rsidRPr="004E1CD2">
        <w:t>ID: 0 IV:   59999577 (=    199999us) TIV     199999us</w:t>
      </w:r>
    </w:p>
    <w:p w:rsidR="00932D27" w:rsidRPr="004E1CD2" w:rsidRDefault="00932D27" w:rsidP="003A01E1">
      <w:pPr>
        <w:pStyle w:val="code"/>
      </w:pPr>
      <w:r w:rsidRPr="004E1CD2">
        <w:t>ID: 1 IV:   74998924 (=    249996us) TIV     249996us</w:t>
      </w:r>
    </w:p>
    <w:p w:rsidR="00932D27" w:rsidRPr="004E1CD2" w:rsidRDefault="00932D27" w:rsidP="003A01E1">
      <w:pPr>
        <w:pStyle w:val="code"/>
      </w:pPr>
      <w:r w:rsidRPr="004E1CD2">
        <w:t>ID: 0 IV:   74999522 (=    249998us) TIV     249998us</w:t>
      </w:r>
    </w:p>
    <w:p w:rsidR="00932D27" w:rsidRPr="004E1CD2" w:rsidRDefault="00932D27" w:rsidP="003A01E1">
      <w:pPr>
        <w:pStyle w:val="code"/>
      </w:pPr>
      <w:r w:rsidRPr="004E1CD2">
        <w:t>ID: 1 IV:   74998965 (=    249997us) TIV     249997us</w:t>
      </w:r>
    </w:p>
    <w:p w:rsidR="00932D27" w:rsidRPr="004E1CD2" w:rsidRDefault="00932D27" w:rsidP="003A01E1">
      <w:pPr>
        <w:pStyle w:val="code"/>
      </w:pPr>
      <w:r w:rsidRPr="004E1CD2">
        <w:t>ID: 0 IV:   74999589 (=    249999us) TIV     249999us</w:t>
      </w:r>
    </w:p>
    <w:p w:rsidR="00932D27" w:rsidRPr="004E1CD2" w:rsidRDefault="00932D27" w:rsidP="003A01E1">
      <w:pPr>
        <w:pStyle w:val="code"/>
      </w:pPr>
      <w:r w:rsidRPr="004E1CD2">
        <w:t>ID: 1 IV:   14999053 (=     49997us) TIV      49997us</w:t>
      </w:r>
    </w:p>
    <w:p w:rsidR="00932D27" w:rsidRPr="004E1CD2" w:rsidRDefault="00932D27" w:rsidP="003A01E1">
      <w:pPr>
        <w:pStyle w:val="code"/>
      </w:pPr>
      <w:r w:rsidRPr="004E1CD2">
        <w:t>ID: 0 IV:   14999500 (=     49998us) TIV      49998us</w:t>
      </w:r>
    </w:p>
    <w:p w:rsidR="00932D27" w:rsidRPr="004E1CD2" w:rsidRDefault="00932D27" w:rsidP="003A01E1">
      <w:pPr>
        <w:pStyle w:val="code"/>
      </w:pPr>
      <w:r w:rsidRPr="004E1CD2">
        <w:t>ID: 1 IV:   14998909 (=     49996us) TIV      49996us</w:t>
      </w:r>
    </w:p>
    <w:p w:rsidR="00932D27" w:rsidRPr="004E1CD2" w:rsidRDefault="00932D27" w:rsidP="003A01E1">
      <w:pPr>
        <w:pStyle w:val="code"/>
      </w:pPr>
      <w:r w:rsidRPr="004E1CD2">
        <w:t>ID: 0 IV:   14999629 (=     49999us) TIV      49999us</w:t>
      </w:r>
    </w:p>
    <w:p w:rsidR="00932D27" w:rsidRPr="004E1CD2" w:rsidRDefault="00932D27" w:rsidP="003A01E1">
      <w:pPr>
        <w:pStyle w:val="code"/>
      </w:pPr>
      <w:r w:rsidRPr="004E1CD2">
        <w:t>ID: 1 IV:   29998939 (=     99996us) TIV      99996us</w:t>
      </w:r>
    </w:p>
    <w:p w:rsidR="00932D27" w:rsidRPr="004E1CD2" w:rsidRDefault="00932D27" w:rsidP="003A01E1">
      <w:pPr>
        <w:pStyle w:val="code"/>
      </w:pPr>
      <w:r w:rsidRPr="004E1CD2">
        <w:t>ID: 0 IV:   29999544 (=     99998us) TIV      99998us</w:t>
      </w:r>
    </w:p>
    <w:p w:rsidR="00932D27" w:rsidRPr="004E1CD2" w:rsidRDefault="00932D27" w:rsidP="003A01E1">
      <w:pPr>
        <w:pStyle w:val="code"/>
      </w:pPr>
      <w:r w:rsidRPr="004E1CD2">
        <w:t>ID: 1 IV:   29998954 (=     99997us) TIV      99997us</w:t>
      </w:r>
    </w:p>
    <w:p w:rsidR="00932D27" w:rsidRPr="004E1CD2" w:rsidRDefault="00932D27" w:rsidP="003A01E1">
      <w:pPr>
        <w:pStyle w:val="code"/>
      </w:pPr>
      <w:r w:rsidRPr="004E1CD2">
        <w:t>ID: 0 IV:   29999651 (=     99999us) TIV      99999us</w:t>
      </w:r>
    </w:p>
    <w:p w:rsidR="00932D27" w:rsidRPr="004E1CD2" w:rsidRDefault="00932D27" w:rsidP="003A01E1">
      <w:pPr>
        <w:pStyle w:val="code"/>
      </w:pPr>
      <w:r w:rsidRPr="004E1CD2">
        <w:t>ID: 1 IV:   44998960 (=    149997us) TIV     149997us</w:t>
      </w:r>
    </w:p>
    <w:p w:rsidR="00932D27" w:rsidRPr="004E1CD2" w:rsidRDefault="00932D27" w:rsidP="003A01E1">
      <w:pPr>
        <w:pStyle w:val="code"/>
      </w:pPr>
      <w:r w:rsidRPr="004E1CD2">
        <w:t>ID: 0 IV:   44999609 (=    149999us) TIV     149999us</w:t>
      </w:r>
    </w:p>
    <w:p w:rsidR="00932D27" w:rsidRPr="004E1CD2" w:rsidRDefault="00932D27" w:rsidP="003A01E1">
      <w:pPr>
        <w:pStyle w:val="code"/>
      </w:pPr>
      <w:r w:rsidRPr="004E1CD2">
        <w:lastRenderedPageBreak/>
        <w:t>ID: 1 IV:   44999081 (=    149997us) TIV     149997us</w:t>
      </w:r>
    </w:p>
    <w:p w:rsidR="00932D27" w:rsidRPr="004E1CD2" w:rsidRDefault="00932D27" w:rsidP="003A01E1">
      <w:pPr>
        <w:pStyle w:val="code"/>
      </w:pPr>
      <w:r w:rsidRPr="004E1CD2">
        <w:t>ID: 0 IV:   44999609 (=    149999us) TIV     149999us</w:t>
      </w:r>
    </w:p>
    <w:p w:rsidR="00932D27" w:rsidRPr="004E1CD2" w:rsidRDefault="00932D27" w:rsidP="003A01E1">
      <w:pPr>
        <w:pStyle w:val="code"/>
      </w:pPr>
      <w:r w:rsidRPr="004E1CD2">
        <w:t>ID: 1 IV:   59998928 (=    199996us) TIV     199996us</w:t>
      </w:r>
    </w:p>
    <w:p w:rsidR="00932D27" w:rsidRPr="004E1CD2" w:rsidRDefault="00932D27" w:rsidP="003A01E1">
      <w:pPr>
        <w:pStyle w:val="code"/>
      </w:pPr>
      <w:r w:rsidRPr="004E1CD2">
        <w:t>ID: 0 IV:   59999500 (=    199998us) TIV     199998us</w:t>
      </w:r>
    </w:p>
    <w:p w:rsidR="00932D27" w:rsidRPr="004E1CD2" w:rsidRDefault="00932D27" w:rsidP="003A01E1">
      <w:pPr>
        <w:pStyle w:val="code"/>
      </w:pPr>
      <w:r w:rsidRPr="004E1CD2">
        <w:t>ID: 1 IV:   59998878 (=    199996us) TIV     199996us</w:t>
      </w:r>
    </w:p>
    <w:p w:rsidR="00932D27" w:rsidRPr="004E1CD2" w:rsidRDefault="00932D27" w:rsidP="003A01E1">
      <w:pPr>
        <w:pStyle w:val="code"/>
      </w:pPr>
      <w:r w:rsidRPr="004E1CD2">
        <w:t>ID: 0 IV:   59999556 (=    199999us) TIV     199999us</w:t>
      </w:r>
    </w:p>
    <w:p w:rsidR="00932D27" w:rsidRPr="004E1CD2" w:rsidRDefault="00932D27" w:rsidP="003A01E1">
      <w:pPr>
        <w:pStyle w:val="code"/>
      </w:pPr>
      <w:r w:rsidRPr="004E1CD2">
        <w:t>ID: 1 IV:   74999047 (=    249997us) TIV     249997us</w:t>
      </w:r>
    </w:p>
    <w:p w:rsidR="00932D27" w:rsidRPr="004E1CD2" w:rsidRDefault="00932D27" w:rsidP="003A01E1">
      <w:pPr>
        <w:pStyle w:val="code"/>
      </w:pPr>
      <w:r w:rsidRPr="004E1CD2">
        <w:t>ID: 0 IV:   74999620 (=    249999us) TIV     249999us</w:t>
      </w:r>
    </w:p>
    <w:p w:rsidR="00932D27" w:rsidRPr="004E1CD2" w:rsidRDefault="00932D27" w:rsidP="003A01E1">
      <w:pPr>
        <w:pStyle w:val="code"/>
      </w:pPr>
      <w:r w:rsidRPr="004E1CD2">
        <w:t>ID: 1 IV:   74999068 (=    249997us) TIV     249997us</w:t>
      </w:r>
    </w:p>
    <w:p w:rsidR="00932D27" w:rsidRPr="004E1CD2" w:rsidRDefault="00932D27" w:rsidP="003A01E1">
      <w:pPr>
        <w:pStyle w:val="code"/>
      </w:pPr>
      <w:r w:rsidRPr="004E1CD2">
        <w:t>ID: 0 IV:   74999495 (=    249998us) TIV     249998us</w:t>
      </w:r>
    </w:p>
    <w:p w:rsidR="00932D27" w:rsidRPr="004E1CD2" w:rsidRDefault="00932D27" w:rsidP="003A01E1">
      <w:pPr>
        <w:pStyle w:val="code"/>
      </w:pPr>
      <w:r w:rsidRPr="004E1CD2">
        <w:t>ID: 1 IV:   14998930 (=     49996us) TIV      49996us</w:t>
      </w:r>
    </w:p>
    <w:p w:rsidR="00932D27" w:rsidRPr="004E1CD2" w:rsidRDefault="00932D27" w:rsidP="003A01E1">
      <w:pPr>
        <w:pStyle w:val="code"/>
      </w:pPr>
      <w:r w:rsidRPr="004E1CD2">
        <w:t>ID: 0 IV:   14999575 (=     49999us) TIV      49999us</w:t>
      </w:r>
    </w:p>
    <w:p w:rsidR="00932D27" w:rsidRPr="004E1CD2" w:rsidRDefault="00932D27" w:rsidP="003A01E1">
      <w:pPr>
        <w:pStyle w:val="code"/>
      </w:pPr>
      <w:r w:rsidRPr="004E1CD2">
        <w:t>ID: 1 IV:   14998907 (=     49996us) TIV      49996us</w:t>
      </w:r>
    </w:p>
    <w:p w:rsidR="00932D27" w:rsidRPr="004E1CD2" w:rsidRDefault="00932D27" w:rsidP="003A01E1">
      <w:pPr>
        <w:pStyle w:val="code"/>
      </w:pPr>
      <w:r w:rsidRPr="004E1CD2">
        <w:t>ID: 0 IV:   14999538 (=     49998us) TIV      49998us</w:t>
      </w:r>
    </w:p>
    <w:p w:rsidR="00932D27" w:rsidRPr="004E1CD2" w:rsidRDefault="00932D27" w:rsidP="003A01E1">
      <w:pPr>
        <w:pStyle w:val="code"/>
      </w:pPr>
      <w:r w:rsidRPr="004E1CD2">
        <w:t>ID: 1 IV:   29999013 (=     99997us) TIV      99997us</w:t>
      </w:r>
    </w:p>
    <w:p w:rsidR="00932D27" w:rsidRPr="004E1CD2" w:rsidRDefault="00932D27" w:rsidP="003A01E1">
      <w:pPr>
        <w:pStyle w:val="code"/>
      </w:pPr>
      <w:r w:rsidRPr="004E1CD2">
        <w:t>ID: 0 IV:   29999586 (=     99999us) TIV      99999us</w:t>
      </w:r>
    </w:p>
    <w:p w:rsidR="00932D27" w:rsidRPr="004E1CD2" w:rsidRDefault="00932D27" w:rsidP="003A01E1">
      <w:pPr>
        <w:pStyle w:val="code"/>
      </w:pPr>
      <w:r w:rsidRPr="004E1CD2">
        <w:t>ID: 1 IV:   29998951 (=     99997us) TIV      99997us</w:t>
      </w:r>
    </w:p>
    <w:p w:rsidR="00932D27" w:rsidRPr="004E1CD2" w:rsidRDefault="00932D27" w:rsidP="003A01E1">
      <w:pPr>
        <w:pStyle w:val="code"/>
      </w:pPr>
      <w:r w:rsidRPr="004E1CD2">
        <w:t>ID: 0 IV:   29999542 (=     99998us) TIV      99998us</w:t>
      </w:r>
    </w:p>
    <w:p w:rsidR="00932D27" w:rsidRPr="004E1CD2" w:rsidRDefault="00932D27" w:rsidP="003A01E1">
      <w:pPr>
        <w:pStyle w:val="code"/>
      </w:pPr>
      <w:r w:rsidRPr="004E1CD2">
        <w:t>ID: 1 IV:   44998864 (=    149996us) TIV     149996us</w:t>
      </w:r>
    </w:p>
    <w:p w:rsidR="00932D27" w:rsidRPr="004E1CD2" w:rsidRDefault="00932D27" w:rsidP="003A01E1">
      <w:pPr>
        <w:pStyle w:val="code"/>
      </w:pPr>
      <w:r w:rsidRPr="004E1CD2">
        <w:t>ID: 0 IV:   44999589 (=    149999us) TIV     149999us</w:t>
      </w:r>
    </w:p>
    <w:p w:rsidR="00932D27" w:rsidRPr="004E1CD2" w:rsidRDefault="00932D27" w:rsidP="003A01E1">
      <w:pPr>
        <w:pStyle w:val="code"/>
      </w:pPr>
      <w:r w:rsidRPr="004E1CD2">
        <w:t>ID: 1 IV:   44999034 (=    149997us) TIV     149997us</w:t>
      </w:r>
    </w:p>
    <w:p w:rsidR="00932D27" w:rsidRPr="004E1CD2" w:rsidRDefault="00932D27" w:rsidP="003A01E1">
      <w:pPr>
        <w:pStyle w:val="code"/>
      </w:pPr>
      <w:r w:rsidRPr="004E1CD2">
        <w:t>ID: 0 IV:   44999538 (=    149998us) TIV     149998us</w:t>
      </w:r>
    </w:p>
    <w:p w:rsidR="00932D27" w:rsidRPr="004E1CD2" w:rsidRDefault="00932D27" w:rsidP="003A01E1">
      <w:pPr>
        <w:pStyle w:val="code"/>
      </w:pPr>
      <w:r w:rsidRPr="004E1CD2">
        <w:t>ID: 1 IV:   59998936 (=    199996us) TIV     199996us</w:t>
      </w:r>
    </w:p>
    <w:p w:rsidR="00932D27" w:rsidRPr="004E1CD2" w:rsidRDefault="00932D27" w:rsidP="003A01E1">
      <w:pPr>
        <w:pStyle w:val="code"/>
      </w:pPr>
      <w:r w:rsidRPr="004E1CD2">
        <w:t>ID: 0 IV:   59999511 (=    199998us) TIV     199998us</w:t>
      </w:r>
    </w:p>
    <w:p w:rsidR="00932D27" w:rsidRPr="004E1CD2" w:rsidRDefault="00932D27" w:rsidP="003A01E1">
      <w:pPr>
        <w:pStyle w:val="code"/>
      </w:pPr>
      <w:r w:rsidRPr="004E1CD2">
        <w:t>ID: 1 IV:   59998871 (=    199996us) TIV     199996us</w:t>
      </w:r>
    </w:p>
    <w:p w:rsidR="00932D27" w:rsidRPr="004E1CD2" w:rsidRDefault="00932D27" w:rsidP="003A01E1">
      <w:pPr>
        <w:pStyle w:val="code"/>
      </w:pPr>
      <w:r w:rsidRPr="004E1CD2">
        <w:t>ID: 0 IV:   59999598 (=    199999us) TIV     199999us</w:t>
      </w:r>
    </w:p>
    <w:p w:rsidR="00932D27" w:rsidRPr="004E1CD2" w:rsidRDefault="00932D27" w:rsidP="003A01E1">
      <w:pPr>
        <w:pStyle w:val="code"/>
      </w:pPr>
      <w:r w:rsidRPr="004E1CD2">
        <w:t>ID: 1 IV:   74998937 (=    249996us) TIV     249996us</w:t>
      </w:r>
    </w:p>
    <w:p w:rsidR="00932D27" w:rsidRPr="004E1CD2" w:rsidRDefault="00932D27" w:rsidP="003A01E1">
      <w:pPr>
        <w:pStyle w:val="code"/>
      </w:pPr>
      <w:r w:rsidRPr="004E1CD2">
        <w:t>ID: 0 IV:   74999611 (=    249999us) TIV     249999us</w:t>
      </w:r>
    </w:p>
    <w:p w:rsidR="00932D27" w:rsidRPr="004E1CD2" w:rsidRDefault="00932D27" w:rsidP="003A01E1">
      <w:pPr>
        <w:pStyle w:val="code"/>
      </w:pPr>
      <w:r w:rsidRPr="004E1CD2">
        <w:t>ID: 1 IV:   74998926 (=    249996us) TIV     249996us</w:t>
      </w:r>
    </w:p>
    <w:p w:rsidR="00932D27" w:rsidRPr="004E1CD2" w:rsidRDefault="00932D27" w:rsidP="003A01E1">
      <w:pPr>
        <w:pStyle w:val="code"/>
      </w:pPr>
      <w:r w:rsidRPr="004E1CD2">
        <w:t>ID: 0 IV:   74999501 (=    249998us) TIV     249998us</w:t>
      </w:r>
    </w:p>
    <w:p w:rsidR="00932D27" w:rsidRPr="004E1CD2" w:rsidRDefault="00932D27" w:rsidP="003A01E1">
      <w:pPr>
        <w:pStyle w:val="code"/>
      </w:pPr>
      <w:r w:rsidRPr="004E1CD2">
        <w:t>ID: 1 IV:   14999102 (=     49997us) TIV      49997us</w:t>
      </w:r>
    </w:p>
    <w:p w:rsidR="00932D27" w:rsidRPr="004E1CD2" w:rsidRDefault="00932D27" w:rsidP="003A01E1">
      <w:pPr>
        <w:pStyle w:val="code"/>
      </w:pPr>
      <w:r w:rsidRPr="004E1CD2">
        <w:t>ID: 0 IV:   14999526 (=     49998us) TIV      49998us</w:t>
      </w:r>
    </w:p>
    <w:p w:rsidR="00932D27" w:rsidRPr="004E1CD2" w:rsidRDefault="00932D27" w:rsidP="003A01E1">
      <w:pPr>
        <w:pStyle w:val="code"/>
      </w:pPr>
      <w:r w:rsidRPr="004E1CD2">
        <w:t>ID: 1 IV:   14998899 (=     49996us) TIV      49996us</w:t>
      </w:r>
    </w:p>
    <w:p w:rsidR="00932D27" w:rsidRPr="004E1CD2" w:rsidRDefault="00932D27" w:rsidP="003A01E1">
      <w:pPr>
        <w:pStyle w:val="code"/>
      </w:pPr>
      <w:r w:rsidRPr="004E1CD2">
        <w:t>ID: 0 IV:   14999505 (=     49998us) TIV      49998us</w:t>
      </w:r>
    </w:p>
    <w:p w:rsidR="00932D27" w:rsidRPr="004E1CD2" w:rsidRDefault="00932D27" w:rsidP="003A01E1">
      <w:pPr>
        <w:pStyle w:val="code"/>
      </w:pPr>
      <w:r w:rsidRPr="004E1CD2">
        <w:t>ID: 1 IV:   29999019 (=     99997us) TIV      99997us</w:t>
      </w:r>
    </w:p>
    <w:p w:rsidR="00932D27" w:rsidRPr="004E1CD2" w:rsidRDefault="00932D27" w:rsidP="003A01E1">
      <w:pPr>
        <w:pStyle w:val="code"/>
      </w:pPr>
      <w:r w:rsidRPr="004E1CD2">
        <w:t>ID: 0 IV:   29999569 (=     99999us) TIV      99999us</w:t>
      </w:r>
    </w:p>
    <w:p w:rsidR="00932D27" w:rsidRPr="004E1CD2" w:rsidRDefault="00932D27" w:rsidP="003A01E1">
      <w:pPr>
        <w:pStyle w:val="code"/>
      </w:pPr>
      <w:r w:rsidRPr="004E1CD2">
        <w:t>ID: 1 IV:   29998865 (=     99996us) TIV      99996us</w:t>
      </w:r>
    </w:p>
    <w:p w:rsidR="00932D27" w:rsidRPr="004E1CD2" w:rsidRDefault="00932D27" w:rsidP="003A01E1">
      <w:pPr>
        <w:pStyle w:val="code"/>
      </w:pPr>
      <w:r w:rsidRPr="004E1CD2">
        <w:t>ID: 0 IV:   29999543 (=     99998us) TIV      99998us</w:t>
      </w:r>
    </w:p>
    <w:p w:rsidR="00932D27" w:rsidRPr="004E1CD2" w:rsidRDefault="00932D27" w:rsidP="003A01E1">
      <w:pPr>
        <w:pStyle w:val="code"/>
      </w:pPr>
      <w:r w:rsidRPr="004E1CD2">
        <w:t>ID: 1 IV:   44998888 (=    149996us) TIV     149996us</w:t>
      </w:r>
    </w:p>
    <w:p w:rsidR="00932D27" w:rsidRPr="004E1CD2" w:rsidRDefault="00932D27" w:rsidP="003A01E1">
      <w:pPr>
        <w:pStyle w:val="code"/>
      </w:pPr>
      <w:r w:rsidRPr="004E1CD2">
        <w:t>ID: 0 IV:   44999565 (=    149999us) TIV     149999us</w:t>
      </w:r>
    </w:p>
    <w:p w:rsidR="00932D27" w:rsidRPr="004E1CD2" w:rsidRDefault="00932D27" w:rsidP="003A01E1">
      <w:pPr>
        <w:pStyle w:val="code"/>
      </w:pPr>
      <w:r w:rsidRPr="004E1CD2">
        <w:t>ID: 1 IV:   44999035 (=    149997us) TIV     149997us</w:t>
      </w:r>
    </w:p>
    <w:p w:rsidR="00932D27" w:rsidRPr="004E1CD2" w:rsidRDefault="00932D27" w:rsidP="003A01E1">
      <w:pPr>
        <w:pStyle w:val="code"/>
      </w:pPr>
      <w:r w:rsidRPr="004E1CD2">
        <w:t>ID: 0 IV:   44999535 (=    149998us) TIV     149998us</w:t>
      </w:r>
    </w:p>
    <w:p w:rsidR="00932D27" w:rsidRPr="004E1CD2" w:rsidRDefault="00932D27" w:rsidP="003A01E1">
      <w:pPr>
        <w:pStyle w:val="code"/>
      </w:pPr>
      <w:r w:rsidRPr="004E1CD2">
        <w:t>ID: 1 IV:   59999091 (=    199997us) TIV     199997us</w:t>
      </w:r>
    </w:p>
    <w:p w:rsidR="00932D27" w:rsidRPr="004E1CD2" w:rsidRDefault="00932D27" w:rsidP="003A01E1">
      <w:pPr>
        <w:pStyle w:val="code"/>
      </w:pPr>
      <w:r w:rsidRPr="004E1CD2">
        <w:t>ID: 0 IV:   59999516 (=    199998us) TIV     199998us</w:t>
      </w:r>
    </w:p>
    <w:p w:rsidR="00932D27" w:rsidRPr="004E1CD2" w:rsidRDefault="00932D27" w:rsidP="003A01E1">
      <w:pPr>
        <w:pStyle w:val="code"/>
      </w:pPr>
      <w:r w:rsidRPr="004E1CD2">
        <w:t>ID: 1 IV:   59999093 (=    199997us) TIV     199997us</w:t>
      </w:r>
    </w:p>
    <w:p w:rsidR="00932D27" w:rsidRPr="004E1CD2" w:rsidRDefault="00932D27" w:rsidP="003A01E1">
      <w:pPr>
        <w:pStyle w:val="code"/>
      </w:pPr>
      <w:r w:rsidRPr="004E1CD2">
        <w:t>ID: 0 IV:   59999583 (=    199999us) TIV     199999us</w:t>
      </w:r>
    </w:p>
    <w:p w:rsidR="00932D27" w:rsidRPr="004E1CD2" w:rsidRDefault="00932D27" w:rsidP="003A01E1">
      <w:pPr>
        <w:pStyle w:val="code"/>
      </w:pPr>
      <w:r w:rsidRPr="004E1CD2">
        <w:lastRenderedPageBreak/>
        <w:t>RANGE 49996-249999us (200003us)</w:t>
      </w:r>
    </w:p>
    <w:p w:rsidR="00932D27" w:rsidRPr="004E1CD2" w:rsidRDefault="00932D27" w:rsidP="003A01E1">
      <w:pPr>
        <w:pStyle w:val="code"/>
      </w:pPr>
      <w:r w:rsidRPr="004E1CD2">
        <w:t xml:space="preserve">RTEST: Level  008 </w:t>
      </w:r>
    </w:p>
    <w:p w:rsidR="00932D27" w:rsidRPr="004E1CD2" w:rsidRDefault="00932D27" w:rsidP="003A01E1">
      <w:pPr>
        <w:pStyle w:val="code"/>
      </w:pPr>
      <w:r w:rsidRPr="004E1CD2">
        <w:t>Next test - expecting normal again</w:t>
      </w:r>
    </w:p>
    <w:p w:rsidR="00932D27" w:rsidRPr="004E1CD2" w:rsidRDefault="00932D27" w:rsidP="003A01E1">
      <w:pPr>
        <w:pStyle w:val="code"/>
      </w:pPr>
      <w:r w:rsidRPr="004E1CD2">
        <w:t>ID: 1 IV:   14998294 (=     49994us) TIV          0us</w:t>
      </w:r>
    </w:p>
    <w:p w:rsidR="00932D27" w:rsidRPr="004E1CD2" w:rsidRDefault="00932D27" w:rsidP="003A01E1">
      <w:pPr>
        <w:pStyle w:val="code"/>
      </w:pPr>
      <w:r w:rsidRPr="004E1CD2">
        <w:t>ID: 0 IV:   14998836 (=     49996us) TIV      49996us</w:t>
      </w:r>
    </w:p>
    <w:p w:rsidR="00932D27" w:rsidRPr="004E1CD2" w:rsidRDefault="00932D27" w:rsidP="003A01E1">
      <w:pPr>
        <w:pStyle w:val="code"/>
      </w:pPr>
      <w:r w:rsidRPr="004E1CD2">
        <w:t>ID: 1 IV:   14998889 (=     49996us) TIV      49996us</w:t>
      </w:r>
    </w:p>
    <w:p w:rsidR="00932D27" w:rsidRPr="004E1CD2" w:rsidRDefault="00932D27" w:rsidP="003A01E1">
      <w:pPr>
        <w:pStyle w:val="code"/>
      </w:pPr>
      <w:r w:rsidRPr="004E1CD2">
        <w:t>ID: 0 IV:   14999494 (=     49998us) TIV      49998us</w:t>
      </w:r>
    </w:p>
    <w:p w:rsidR="00932D27" w:rsidRPr="004E1CD2" w:rsidRDefault="00932D27" w:rsidP="003A01E1">
      <w:pPr>
        <w:pStyle w:val="code"/>
      </w:pPr>
      <w:r w:rsidRPr="004E1CD2">
        <w:t>ID: 1 IV:   14966315 (=     49888us) TIV      49888us</w:t>
      </w:r>
    </w:p>
    <w:p w:rsidR="00932D27" w:rsidRPr="004E1CD2" w:rsidRDefault="00932D27" w:rsidP="003A01E1">
      <w:pPr>
        <w:pStyle w:val="code"/>
      </w:pPr>
      <w:r w:rsidRPr="004E1CD2">
        <w:t>ID: 0 IV:   14999550 (=     49999us) TIV      49999us</w:t>
      </w:r>
    </w:p>
    <w:p w:rsidR="00932D27" w:rsidRPr="004E1CD2" w:rsidRDefault="00932D27" w:rsidP="003A01E1">
      <w:pPr>
        <w:pStyle w:val="code"/>
      </w:pPr>
      <w:r w:rsidRPr="004E1CD2">
        <w:t>ID: 1 IV:   14998768 (=     49996us) TIV      49996us</w:t>
      </w:r>
    </w:p>
    <w:p w:rsidR="00932D27" w:rsidRPr="004E1CD2" w:rsidRDefault="00932D27" w:rsidP="003A01E1">
      <w:pPr>
        <w:pStyle w:val="code"/>
      </w:pPr>
      <w:r w:rsidRPr="004E1CD2">
        <w:t>ID: 0 IV:   14999518 (=     49998us) TIV      49998us</w:t>
      </w:r>
    </w:p>
    <w:p w:rsidR="00932D27" w:rsidRPr="004E1CD2" w:rsidRDefault="00932D27" w:rsidP="003A01E1">
      <w:pPr>
        <w:pStyle w:val="code"/>
      </w:pPr>
      <w:r w:rsidRPr="004E1CD2">
        <w:t>ID: 1 IV:   15004623 (=     50015us) TIV      50015us</w:t>
      </w:r>
    </w:p>
    <w:p w:rsidR="00932D27" w:rsidRPr="004E1CD2" w:rsidRDefault="00932D27" w:rsidP="003A01E1">
      <w:pPr>
        <w:pStyle w:val="code"/>
      </w:pPr>
      <w:r w:rsidRPr="004E1CD2">
        <w:t>ID: 0 IV:   14999613 (=     49999us) TIV      49999us</w:t>
      </w:r>
    </w:p>
    <w:p w:rsidR="00932D27" w:rsidRPr="004E1CD2" w:rsidRDefault="00932D27" w:rsidP="003A01E1">
      <w:pPr>
        <w:pStyle w:val="code"/>
      </w:pPr>
      <w:r w:rsidRPr="004E1CD2">
        <w:t>ID: 1 IV:   14999123 (=     49997us) TIV      49997us</w:t>
      </w:r>
    </w:p>
    <w:p w:rsidR="00932D27" w:rsidRPr="004E1CD2" w:rsidRDefault="00932D27" w:rsidP="003A01E1">
      <w:pPr>
        <w:pStyle w:val="code"/>
      </w:pPr>
      <w:r w:rsidRPr="004E1CD2">
        <w:t>ID: 0 IV:   14999591 (=     49999us) TIV      49999us</w:t>
      </w:r>
    </w:p>
    <w:p w:rsidR="00932D27" w:rsidRPr="004E1CD2" w:rsidRDefault="00932D27" w:rsidP="003A01E1">
      <w:pPr>
        <w:pStyle w:val="code"/>
      </w:pPr>
      <w:r w:rsidRPr="004E1CD2">
        <w:t>ID: 1 IV:   15001675 (=     50006us) TIV      50006us</w:t>
      </w:r>
    </w:p>
    <w:p w:rsidR="00932D27" w:rsidRPr="004E1CD2" w:rsidRDefault="00932D27" w:rsidP="003A01E1">
      <w:pPr>
        <w:pStyle w:val="code"/>
      </w:pPr>
      <w:r w:rsidRPr="004E1CD2">
        <w:t>ID: 0 IV:   14999598 (=     49999us) TIV      49999us</w:t>
      </w:r>
    </w:p>
    <w:p w:rsidR="00932D27" w:rsidRPr="004E1CD2" w:rsidRDefault="00932D27" w:rsidP="003A01E1">
      <w:pPr>
        <w:pStyle w:val="code"/>
      </w:pPr>
      <w:r w:rsidRPr="004E1CD2">
        <w:t>ID: 1 IV:   14998882 (=     49996us) TIV      49996us</w:t>
      </w:r>
    </w:p>
    <w:p w:rsidR="00932D27" w:rsidRPr="004E1CD2" w:rsidRDefault="00932D27" w:rsidP="003A01E1">
      <w:pPr>
        <w:pStyle w:val="code"/>
      </w:pPr>
      <w:r w:rsidRPr="004E1CD2">
        <w:t>ID: 0 IV:   14999542 (=     49998us) TIV      49998us</w:t>
      </w:r>
    </w:p>
    <w:p w:rsidR="00932D27" w:rsidRPr="004E1CD2" w:rsidRDefault="00932D27" w:rsidP="003A01E1">
      <w:pPr>
        <w:pStyle w:val="code"/>
      </w:pPr>
      <w:r w:rsidRPr="004E1CD2">
        <w:t>ID: 1 IV:   15002230 (=     50007us) TIV      50007us</w:t>
      </w:r>
    </w:p>
    <w:p w:rsidR="00932D27" w:rsidRPr="004E1CD2" w:rsidRDefault="00932D27" w:rsidP="003A01E1">
      <w:pPr>
        <w:pStyle w:val="code"/>
      </w:pPr>
      <w:r w:rsidRPr="004E1CD2">
        <w:t>ID: 0 IV:   14999602 (=     49999us) TIV      49999us</w:t>
      </w:r>
    </w:p>
    <w:p w:rsidR="00932D27" w:rsidRPr="004E1CD2" w:rsidRDefault="00932D27" w:rsidP="003A01E1">
      <w:pPr>
        <w:pStyle w:val="code"/>
      </w:pPr>
      <w:r w:rsidRPr="004E1CD2">
        <w:t>ID: 1 IV:   14998883 (=     49996us) TIV      49996us</w:t>
      </w:r>
    </w:p>
    <w:p w:rsidR="00932D27" w:rsidRPr="004E1CD2" w:rsidRDefault="00932D27" w:rsidP="003A01E1">
      <w:pPr>
        <w:pStyle w:val="code"/>
      </w:pPr>
      <w:r w:rsidRPr="004E1CD2">
        <w:t>ID: 0 IV:   14999487 (=     49998us) TIV      49998us</w:t>
      </w:r>
    </w:p>
    <w:p w:rsidR="00932D27" w:rsidRPr="004E1CD2" w:rsidRDefault="00932D27" w:rsidP="003A01E1">
      <w:pPr>
        <w:pStyle w:val="code"/>
      </w:pPr>
      <w:r w:rsidRPr="004E1CD2">
        <w:t>ID: 1 IV:   15000685 (=     50002us) TIV      50002us</w:t>
      </w:r>
    </w:p>
    <w:p w:rsidR="00932D27" w:rsidRPr="004E1CD2" w:rsidRDefault="00932D27" w:rsidP="003A01E1">
      <w:pPr>
        <w:pStyle w:val="code"/>
      </w:pPr>
      <w:r w:rsidRPr="004E1CD2">
        <w:t>ID: 0 IV:   14999620 (=     49999us) TIV      49999us</w:t>
      </w:r>
    </w:p>
    <w:p w:rsidR="00932D27" w:rsidRPr="004E1CD2" w:rsidRDefault="00932D27" w:rsidP="003A01E1">
      <w:pPr>
        <w:pStyle w:val="code"/>
      </w:pPr>
      <w:r w:rsidRPr="004E1CD2">
        <w:t>ID: 1 IV:   14998901 (=     49996us) TIV      49996us</w:t>
      </w:r>
    </w:p>
    <w:p w:rsidR="00932D27" w:rsidRPr="004E1CD2" w:rsidRDefault="00932D27" w:rsidP="003A01E1">
      <w:pPr>
        <w:pStyle w:val="code"/>
      </w:pPr>
      <w:r w:rsidRPr="004E1CD2">
        <w:t>ID: 0 IV:   14999646 (=     49999us) TIV      49999us</w:t>
      </w:r>
    </w:p>
    <w:p w:rsidR="00932D27" w:rsidRPr="004E1CD2" w:rsidRDefault="00932D27" w:rsidP="003A01E1">
      <w:pPr>
        <w:pStyle w:val="code"/>
      </w:pPr>
      <w:r w:rsidRPr="004E1CD2">
        <w:t>ID: 1 IV:   14971719 (=     49906us) TIV      49906us</w:t>
      </w:r>
    </w:p>
    <w:p w:rsidR="00932D27" w:rsidRPr="004E1CD2" w:rsidRDefault="00932D27" w:rsidP="003A01E1">
      <w:pPr>
        <w:pStyle w:val="code"/>
      </w:pPr>
      <w:r w:rsidRPr="004E1CD2">
        <w:t>ID: 0 IV:   14999640 (=     49999us) TIV      49999us</w:t>
      </w:r>
    </w:p>
    <w:p w:rsidR="00932D27" w:rsidRPr="004E1CD2" w:rsidRDefault="00932D27" w:rsidP="003A01E1">
      <w:pPr>
        <w:pStyle w:val="code"/>
      </w:pPr>
      <w:r w:rsidRPr="004E1CD2">
        <w:t>ID: 1 IV:   14999077 (=     49997us) TIV      49997us</w:t>
      </w:r>
    </w:p>
    <w:p w:rsidR="00932D27" w:rsidRPr="004E1CD2" w:rsidRDefault="00932D27" w:rsidP="003A01E1">
      <w:pPr>
        <w:pStyle w:val="code"/>
      </w:pPr>
      <w:r w:rsidRPr="004E1CD2">
        <w:t>ID: 0 IV:   14999497 (=     49998us) TIV      49998us</w:t>
      </w:r>
    </w:p>
    <w:p w:rsidR="00932D27" w:rsidRPr="004E1CD2" w:rsidRDefault="00932D27" w:rsidP="003A01E1">
      <w:pPr>
        <w:pStyle w:val="code"/>
      </w:pPr>
      <w:r w:rsidRPr="004E1CD2">
        <w:t>ID: 1 IV:   15003440 (=     50011us) TIV      50011us</w:t>
      </w:r>
    </w:p>
    <w:p w:rsidR="00932D27" w:rsidRPr="004E1CD2" w:rsidRDefault="00932D27" w:rsidP="003A01E1">
      <w:pPr>
        <w:pStyle w:val="code"/>
      </w:pPr>
      <w:r w:rsidRPr="004E1CD2">
        <w:t>ID: 0 IV:   14999492 (=     49998us) TIV      49998us</w:t>
      </w:r>
    </w:p>
    <w:p w:rsidR="00932D27" w:rsidRPr="004E1CD2" w:rsidRDefault="00932D27" w:rsidP="003A01E1">
      <w:pPr>
        <w:pStyle w:val="code"/>
      </w:pPr>
      <w:r w:rsidRPr="004E1CD2">
        <w:t>ID: 1 IV:   14998887 (=     49996us) TIV      49996us</w:t>
      </w:r>
    </w:p>
    <w:p w:rsidR="00932D27" w:rsidRPr="004E1CD2" w:rsidRDefault="00932D27" w:rsidP="003A01E1">
      <w:pPr>
        <w:pStyle w:val="code"/>
      </w:pPr>
      <w:r w:rsidRPr="004E1CD2">
        <w:t>ID: 0 IV:   14999557 (=     49999us) TIV      49999us</w:t>
      </w:r>
    </w:p>
    <w:p w:rsidR="00932D27" w:rsidRPr="004E1CD2" w:rsidRDefault="00932D27" w:rsidP="003A01E1">
      <w:pPr>
        <w:pStyle w:val="code"/>
      </w:pPr>
      <w:r w:rsidRPr="004E1CD2">
        <w:t>ID: 1 IV:   15001830 (=     50006us) TIV      50006us</w:t>
      </w:r>
    </w:p>
    <w:p w:rsidR="00932D27" w:rsidRPr="004E1CD2" w:rsidRDefault="00932D27" w:rsidP="003A01E1">
      <w:pPr>
        <w:pStyle w:val="code"/>
      </w:pPr>
      <w:r w:rsidRPr="004E1CD2">
        <w:t>ID: 0 IV:   14999576 (=     49999us) TIV      49999us</w:t>
      </w:r>
    </w:p>
    <w:p w:rsidR="00932D27" w:rsidRPr="004E1CD2" w:rsidRDefault="00932D27" w:rsidP="003A01E1">
      <w:pPr>
        <w:pStyle w:val="code"/>
      </w:pPr>
      <w:r w:rsidRPr="004E1CD2">
        <w:t>ID: 1 IV:   14998897 (=     49996us) TIV      49996us</w:t>
      </w:r>
    </w:p>
    <w:p w:rsidR="00932D27" w:rsidRPr="004E1CD2" w:rsidRDefault="00932D27" w:rsidP="003A01E1">
      <w:pPr>
        <w:pStyle w:val="code"/>
      </w:pPr>
      <w:r w:rsidRPr="004E1CD2">
        <w:t>ID: 0 IV:   14999525 (=     49998us) TIV      49998us</w:t>
      </w:r>
    </w:p>
    <w:p w:rsidR="00932D27" w:rsidRPr="004E1CD2" w:rsidRDefault="00932D27" w:rsidP="003A01E1">
      <w:pPr>
        <w:pStyle w:val="code"/>
      </w:pPr>
      <w:r w:rsidRPr="004E1CD2">
        <w:t>ID: 1 IV:   15002008 (=     50007us) TIV      50007us</w:t>
      </w:r>
    </w:p>
    <w:p w:rsidR="00932D27" w:rsidRPr="004E1CD2" w:rsidRDefault="00932D27" w:rsidP="003A01E1">
      <w:pPr>
        <w:pStyle w:val="code"/>
      </w:pPr>
      <w:r w:rsidRPr="004E1CD2">
        <w:t>ID: 0 IV:   14999604 (=     49999us) TIV      49999us</w:t>
      </w:r>
    </w:p>
    <w:p w:rsidR="00932D27" w:rsidRPr="004E1CD2" w:rsidRDefault="00932D27" w:rsidP="003A01E1">
      <w:pPr>
        <w:pStyle w:val="code"/>
      </w:pPr>
      <w:r w:rsidRPr="004E1CD2">
        <w:t>ID: 1 IV:   14998956 (=     49997us) TIV      49997us</w:t>
      </w:r>
    </w:p>
    <w:p w:rsidR="00932D27" w:rsidRPr="004E1CD2" w:rsidRDefault="00932D27" w:rsidP="003A01E1">
      <w:pPr>
        <w:pStyle w:val="code"/>
      </w:pPr>
      <w:r w:rsidRPr="004E1CD2">
        <w:t>ID: 0 IV:   14999522 (=     49998us) TIV      49998us</w:t>
      </w:r>
    </w:p>
    <w:p w:rsidR="00932D27" w:rsidRPr="004E1CD2" w:rsidRDefault="00932D27" w:rsidP="003A01E1">
      <w:pPr>
        <w:pStyle w:val="code"/>
      </w:pPr>
      <w:r w:rsidRPr="004E1CD2">
        <w:t>ID: 1 IV:   15000767 (=     50003us) TIV      50003us</w:t>
      </w:r>
    </w:p>
    <w:p w:rsidR="00932D27" w:rsidRPr="004E1CD2" w:rsidRDefault="00932D27" w:rsidP="003A01E1">
      <w:pPr>
        <w:pStyle w:val="code"/>
      </w:pPr>
      <w:r w:rsidRPr="004E1CD2">
        <w:t>ID: 0 IV:   14999588 (=     49999us) TIV      49999us</w:t>
      </w:r>
    </w:p>
    <w:p w:rsidR="00932D27" w:rsidRPr="004E1CD2" w:rsidRDefault="00932D27" w:rsidP="003A01E1">
      <w:pPr>
        <w:pStyle w:val="code"/>
      </w:pPr>
      <w:r w:rsidRPr="004E1CD2">
        <w:t>ID: 1 IV:   14998982 (=     49997us) TIV      49997us</w:t>
      </w:r>
    </w:p>
    <w:p w:rsidR="00932D27" w:rsidRPr="004E1CD2" w:rsidRDefault="00932D27" w:rsidP="003A01E1">
      <w:pPr>
        <w:pStyle w:val="code"/>
      </w:pPr>
      <w:r w:rsidRPr="004E1CD2">
        <w:lastRenderedPageBreak/>
        <w:t>ID: 0 IV:   14999601 (=     49999us) TIV      49999us</w:t>
      </w:r>
    </w:p>
    <w:p w:rsidR="00932D27" w:rsidRPr="004E1CD2" w:rsidRDefault="00932D27" w:rsidP="003A01E1">
      <w:pPr>
        <w:pStyle w:val="code"/>
      </w:pPr>
      <w:r w:rsidRPr="004E1CD2">
        <w:t>ID: 1 IV:   14968884 (=     49896us) TIV      49896us</w:t>
      </w:r>
    </w:p>
    <w:p w:rsidR="00932D27" w:rsidRPr="004E1CD2" w:rsidRDefault="00932D27" w:rsidP="003A01E1">
      <w:pPr>
        <w:pStyle w:val="code"/>
      </w:pPr>
      <w:r w:rsidRPr="004E1CD2">
        <w:t>ID: 0 IV:   14999578 (=     49999us) TIV      49999us</w:t>
      </w:r>
    </w:p>
    <w:p w:rsidR="00932D27" w:rsidRPr="004E1CD2" w:rsidRDefault="00932D27" w:rsidP="003A01E1">
      <w:pPr>
        <w:pStyle w:val="code"/>
      </w:pPr>
      <w:r w:rsidRPr="004E1CD2">
        <w:t>ID: 1 IV:   14999028 (=     49997us) TIV      49997us</w:t>
      </w:r>
    </w:p>
    <w:p w:rsidR="00932D27" w:rsidRPr="004E1CD2" w:rsidRDefault="00932D27" w:rsidP="003A01E1">
      <w:pPr>
        <w:pStyle w:val="code"/>
      </w:pPr>
      <w:r w:rsidRPr="004E1CD2">
        <w:t>ID: 0 IV:   14999596 (=     49999us) TIV      49999us</w:t>
      </w:r>
    </w:p>
    <w:p w:rsidR="00932D27" w:rsidRPr="004E1CD2" w:rsidRDefault="00932D27" w:rsidP="003A01E1">
      <w:pPr>
        <w:pStyle w:val="code"/>
      </w:pPr>
      <w:r w:rsidRPr="004E1CD2">
        <w:t>ID: 1 IV:   15003451 (=     50012us) TIV      50012us</w:t>
      </w:r>
    </w:p>
    <w:p w:rsidR="00932D27" w:rsidRPr="004E1CD2" w:rsidRDefault="00932D27" w:rsidP="003A01E1">
      <w:pPr>
        <w:pStyle w:val="code"/>
      </w:pPr>
      <w:r w:rsidRPr="004E1CD2">
        <w:t>ID: 0 IV:   14999584 (=     49999us) TIV      49999us</w:t>
      </w:r>
    </w:p>
    <w:p w:rsidR="00932D27" w:rsidRPr="004E1CD2" w:rsidRDefault="00932D27" w:rsidP="003A01E1">
      <w:pPr>
        <w:pStyle w:val="code"/>
      </w:pPr>
      <w:r w:rsidRPr="004E1CD2">
        <w:t>ID: 1 IV:   14999070 (=     49997us) TIV      49997us</w:t>
      </w:r>
    </w:p>
    <w:p w:rsidR="00932D27" w:rsidRPr="004E1CD2" w:rsidRDefault="00932D27" w:rsidP="003A01E1">
      <w:pPr>
        <w:pStyle w:val="code"/>
      </w:pPr>
      <w:r w:rsidRPr="004E1CD2">
        <w:t>ID: 0 IV:   14999532 (=     49998us) TIV      49998us</w:t>
      </w:r>
    </w:p>
    <w:p w:rsidR="00932D27" w:rsidRPr="004E1CD2" w:rsidRDefault="00932D27" w:rsidP="003A01E1">
      <w:pPr>
        <w:pStyle w:val="code"/>
      </w:pPr>
      <w:r w:rsidRPr="004E1CD2">
        <w:t>ID: 1 IV:   15001859 (=     50006us) TIV      50006us</w:t>
      </w:r>
    </w:p>
    <w:p w:rsidR="00932D27" w:rsidRPr="004E1CD2" w:rsidRDefault="00932D27" w:rsidP="003A01E1">
      <w:pPr>
        <w:pStyle w:val="code"/>
      </w:pPr>
      <w:r w:rsidRPr="004E1CD2">
        <w:t>ID: 0 IV:   14999588 (=     49999us) TIV      49999us</w:t>
      </w:r>
    </w:p>
    <w:p w:rsidR="00932D27" w:rsidRPr="004E1CD2" w:rsidRDefault="00932D27" w:rsidP="003A01E1">
      <w:pPr>
        <w:pStyle w:val="code"/>
      </w:pPr>
      <w:r w:rsidRPr="004E1CD2">
        <w:t>ID: 1 IV:   14998891 (=     49996us) TIV      49996us</w:t>
      </w:r>
    </w:p>
    <w:p w:rsidR="00932D27" w:rsidRPr="004E1CD2" w:rsidRDefault="00932D27" w:rsidP="003A01E1">
      <w:pPr>
        <w:pStyle w:val="code"/>
      </w:pPr>
      <w:r w:rsidRPr="004E1CD2">
        <w:t>ID: 0 IV:   14999543 (=     49998us) TIV      49998us</w:t>
      </w:r>
    </w:p>
    <w:p w:rsidR="00932D27" w:rsidRPr="004E1CD2" w:rsidRDefault="00932D27" w:rsidP="003A01E1">
      <w:pPr>
        <w:pStyle w:val="code"/>
      </w:pPr>
      <w:r w:rsidRPr="004E1CD2">
        <w:t>ID: 1 IV:   15001323 (=     50004us) TIV      50004us</w:t>
      </w:r>
    </w:p>
    <w:p w:rsidR="00932D27" w:rsidRPr="004E1CD2" w:rsidRDefault="00932D27" w:rsidP="003A01E1">
      <w:pPr>
        <w:pStyle w:val="code"/>
      </w:pPr>
      <w:r w:rsidRPr="004E1CD2">
        <w:t>ID: 0 IV:   14999520 (=     49998us) TIV      49998us</w:t>
      </w:r>
    </w:p>
    <w:p w:rsidR="00932D27" w:rsidRPr="004E1CD2" w:rsidRDefault="00932D27" w:rsidP="003A01E1">
      <w:pPr>
        <w:pStyle w:val="code"/>
      </w:pPr>
      <w:r w:rsidRPr="004E1CD2">
        <w:t>ID: 1 IV:   14999057 (=     49997us) TIV      49997us</w:t>
      </w:r>
    </w:p>
    <w:p w:rsidR="00932D27" w:rsidRPr="004E1CD2" w:rsidRDefault="00932D27" w:rsidP="003A01E1">
      <w:pPr>
        <w:pStyle w:val="code"/>
      </w:pPr>
      <w:r w:rsidRPr="004E1CD2">
        <w:t>ID: 0 IV:   14999583 (=     49999us) TIV      49999us</w:t>
      </w:r>
    </w:p>
    <w:p w:rsidR="00932D27" w:rsidRPr="004E1CD2" w:rsidRDefault="00932D27" w:rsidP="003A01E1">
      <w:pPr>
        <w:pStyle w:val="code"/>
      </w:pPr>
      <w:r w:rsidRPr="004E1CD2">
        <w:t>ID: 1 IV:   15000734 (=     50002us) TIV      50002us</w:t>
      </w:r>
    </w:p>
    <w:p w:rsidR="00932D27" w:rsidRPr="004E1CD2" w:rsidRDefault="00932D27" w:rsidP="003A01E1">
      <w:pPr>
        <w:pStyle w:val="code"/>
      </w:pPr>
      <w:r w:rsidRPr="004E1CD2">
        <w:t>ID: 0 IV:   14999583 (=     49999us) TIV      49999us</w:t>
      </w:r>
    </w:p>
    <w:p w:rsidR="00932D27" w:rsidRPr="004E1CD2" w:rsidRDefault="00932D27" w:rsidP="003A01E1">
      <w:pPr>
        <w:pStyle w:val="code"/>
      </w:pPr>
      <w:r w:rsidRPr="004E1CD2">
        <w:t>ID: 1 IV:   14998954 (=     49997us) TIV      49997us</w:t>
      </w:r>
    </w:p>
    <w:p w:rsidR="00932D27" w:rsidRPr="004E1CD2" w:rsidRDefault="00932D27" w:rsidP="003A01E1">
      <w:pPr>
        <w:pStyle w:val="code"/>
      </w:pPr>
      <w:r w:rsidRPr="004E1CD2">
        <w:t>ID: 0 IV:   14999505 (=     49998us) TIV      49998us</w:t>
      </w:r>
    </w:p>
    <w:p w:rsidR="00932D27" w:rsidRPr="004E1CD2" w:rsidRDefault="00932D27" w:rsidP="003A01E1">
      <w:pPr>
        <w:pStyle w:val="code"/>
      </w:pPr>
      <w:r w:rsidRPr="004E1CD2">
        <w:t>ID: 1 IV:   14970323 (=     49901us) TIV      49901us</w:t>
      </w:r>
    </w:p>
    <w:p w:rsidR="00932D27" w:rsidRPr="004E1CD2" w:rsidRDefault="00932D27" w:rsidP="003A01E1">
      <w:pPr>
        <w:pStyle w:val="code"/>
      </w:pPr>
      <w:r w:rsidRPr="004E1CD2">
        <w:t>ID: 0 IV:   14999617 (=     49999us) TIV      49999us</w:t>
      </w:r>
    </w:p>
    <w:p w:rsidR="00932D27" w:rsidRPr="004E1CD2" w:rsidRDefault="00932D27" w:rsidP="003A01E1">
      <w:pPr>
        <w:pStyle w:val="code"/>
      </w:pPr>
      <w:r w:rsidRPr="004E1CD2">
        <w:t>ID: 1 IV:   14999006 (=     49997us) TIV      49997us</w:t>
      </w:r>
    </w:p>
    <w:p w:rsidR="00932D27" w:rsidRPr="004E1CD2" w:rsidRDefault="00932D27" w:rsidP="003A01E1">
      <w:pPr>
        <w:pStyle w:val="code"/>
      </w:pPr>
      <w:r w:rsidRPr="004E1CD2">
        <w:t>ID: 0 IV:   14999497 (=     49998us) TIV      49998us</w:t>
      </w:r>
    </w:p>
    <w:p w:rsidR="00932D27" w:rsidRPr="004E1CD2" w:rsidRDefault="00932D27" w:rsidP="003A01E1">
      <w:pPr>
        <w:pStyle w:val="code"/>
      </w:pPr>
      <w:r w:rsidRPr="004E1CD2">
        <w:t>ID: 1 IV:   15004798 (=     50016us) TIV      50016us</w:t>
      </w:r>
    </w:p>
    <w:p w:rsidR="00932D27" w:rsidRPr="004E1CD2" w:rsidRDefault="00932D27" w:rsidP="003A01E1">
      <w:pPr>
        <w:pStyle w:val="code"/>
      </w:pPr>
      <w:r w:rsidRPr="004E1CD2">
        <w:t>ID: 0 IV:   14999508 (=     49998us) TIV      49998us</w:t>
      </w:r>
    </w:p>
    <w:p w:rsidR="00932D27" w:rsidRPr="004E1CD2" w:rsidRDefault="00932D27" w:rsidP="003A01E1">
      <w:pPr>
        <w:pStyle w:val="code"/>
      </w:pPr>
      <w:r w:rsidRPr="004E1CD2">
        <w:t>ID: 1 IV:   14999055 (=     49997us) TIV      49997us</w:t>
      </w:r>
    </w:p>
    <w:p w:rsidR="00932D27" w:rsidRPr="004E1CD2" w:rsidRDefault="00932D27" w:rsidP="003A01E1">
      <w:pPr>
        <w:pStyle w:val="code"/>
      </w:pPr>
      <w:r w:rsidRPr="004E1CD2">
        <w:t>ID: 0 IV:   14999493 (=     49998us) TIV      49998us</w:t>
      </w:r>
    </w:p>
    <w:p w:rsidR="00932D27" w:rsidRPr="004E1CD2" w:rsidRDefault="00932D27" w:rsidP="003A01E1">
      <w:pPr>
        <w:pStyle w:val="code"/>
      </w:pPr>
      <w:r w:rsidRPr="004E1CD2">
        <w:t>ID: 1 IV:   15001814 (=     50006us) TIV      50006us</w:t>
      </w:r>
    </w:p>
    <w:p w:rsidR="00932D27" w:rsidRPr="004E1CD2" w:rsidRDefault="00932D27" w:rsidP="003A01E1">
      <w:pPr>
        <w:pStyle w:val="code"/>
      </w:pPr>
      <w:r w:rsidRPr="004E1CD2">
        <w:t>ID: 0 IV:   14999551 (=     49999us) TIV      49999us</w:t>
      </w:r>
    </w:p>
    <w:p w:rsidR="00932D27" w:rsidRPr="004E1CD2" w:rsidRDefault="00932D27" w:rsidP="003A01E1">
      <w:pPr>
        <w:pStyle w:val="code"/>
      </w:pPr>
      <w:r w:rsidRPr="004E1CD2">
        <w:t>ID: 1 IV:   14999016 (=     49997us) TIV      49997us</w:t>
      </w:r>
    </w:p>
    <w:p w:rsidR="00932D27" w:rsidRPr="004E1CD2" w:rsidRDefault="00932D27" w:rsidP="003A01E1">
      <w:pPr>
        <w:pStyle w:val="code"/>
      </w:pPr>
      <w:r w:rsidRPr="004E1CD2">
        <w:t>ID: 0 IV:   14999651 (=     49999us) TIV      49999us</w:t>
      </w:r>
    </w:p>
    <w:p w:rsidR="00932D27" w:rsidRPr="004E1CD2" w:rsidRDefault="00932D27" w:rsidP="003A01E1">
      <w:pPr>
        <w:pStyle w:val="code"/>
      </w:pPr>
      <w:r w:rsidRPr="004E1CD2">
        <w:t>ID: 1 IV:   15002141 (=     50007us) TIV      50007us</w:t>
      </w:r>
    </w:p>
    <w:p w:rsidR="00932D27" w:rsidRPr="004E1CD2" w:rsidRDefault="00932D27" w:rsidP="003A01E1">
      <w:pPr>
        <w:pStyle w:val="code"/>
      </w:pPr>
      <w:r w:rsidRPr="004E1CD2">
        <w:t>ID: 0 IV:   14999583 (=     49999us) TIV      49999us</w:t>
      </w:r>
    </w:p>
    <w:p w:rsidR="00932D27" w:rsidRPr="004E1CD2" w:rsidRDefault="00932D27" w:rsidP="003A01E1">
      <w:pPr>
        <w:pStyle w:val="code"/>
      </w:pPr>
      <w:r w:rsidRPr="004E1CD2">
        <w:t>ID: 1 IV:   14998989 (=     49997us) TIV      49997us</w:t>
      </w:r>
    </w:p>
    <w:p w:rsidR="00932D27" w:rsidRPr="004E1CD2" w:rsidRDefault="00932D27" w:rsidP="003A01E1">
      <w:pPr>
        <w:pStyle w:val="code"/>
      </w:pPr>
      <w:r w:rsidRPr="004E1CD2">
        <w:t>ID: 0 IV:   14999593 (=     49999us) TIV      49999us</w:t>
      </w:r>
    </w:p>
    <w:p w:rsidR="00932D27" w:rsidRPr="004E1CD2" w:rsidRDefault="00932D27" w:rsidP="003A01E1">
      <w:pPr>
        <w:pStyle w:val="code"/>
      </w:pPr>
      <w:r w:rsidRPr="004E1CD2">
        <w:t>ID: 1 IV:   15000861 (=     50003us) TIV      50003us</w:t>
      </w:r>
    </w:p>
    <w:p w:rsidR="00932D27" w:rsidRPr="004E1CD2" w:rsidRDefault="00932D27" w:rsidP="003A01E1">
      <w:pPr>
        <w:pStyle w:val="code"/>
      </w:pPr>
      <w:r w:rsidRPr="004E1CD2">
        <w:t>ID: 0 IV:   14999605 (=     49999us) TIV      49999us</w:t>
      </w:r>
    </w:p>
    <w:p w:rsidR="00932D27" w:rsidRPr="004E1CD2" w:rsidRDefault="00932D27" w:rsidP="003A01E1">
      <w:pPr>
        <w:pStyle w:val="code"/>
      </w:pPr>
      <w:r w:rsidRPr="004E1CD2">
        <w:t>ID: 1 IV:   14999065 (=     49997us) TIV      49997us</w:t>
      </w:r>
    </w:p>
    <w:p w:rsidR="00932D27" w:rsidRPr="004E1CD2" w:rsidRDefault="00932D27" w:rsidP="003A01E1">
      <w:pPr>
        <w:pStyle w:val="code"/>
      </w:pPr>
      <w:r w:rsidRPr="004E1CD2">
        <w:t>ID: 0 IV:   14999516 (=     49998us) TIV      49998us</w:t>
      </w:r>
    </w:p>
    <w:p w:rsidR="00932D27" w:rsidRPr="004E1CD2" w:rsidRDefault="00932D27" w:rsidP="003A01E1">
      <w:pPr>
        <w:pStyle w:val="code"/>
      </w:pPr>
      <w:r w:rsidRPr="004E1CD2">
        <w:t>ID: 1 IV:   14970771 (=     49903us) TIV      49903us</w:t>
      </w:r>
    </w:p>
    <w:p w:rsidR="00932D27" w:rsidRPr="004E1CD2" w:rsidRDefault="00932D27" w:rsidP="003A01E1">
      <w:pPr>
        <w:pStyle w:val="code"/>
      </w:pPr>
      <w:r w:rsidRPr="004E1CD2">
        <w:t>ID: 0 IV:   14999606 (=     49999us) TIV      49999us</w:t>
      </w:r>
    </w:p>
    <w:p w:rsidR="00932D27" w:rsidRPr="004E1CD2" w:rsidRDefault="00932D27" w:rsidP="003A01E1">
      <w:pPr>
        <w:pStyle w:val="code"/>
      </w:pPr>
      <w:r w:rsidRPr="004E1CD2">
        <w:t>ID: 1 IV:   14998967 (=     49997us) TIV      49997us</w:t>
      </w:r>
    </w:p>
    <w:p w:rsidR="00932D27" w:rsidRPr="004E1CD2" w:rsidRDefault="00932D27" w:rsidP="003A01E1">
      <w:pPr>
        <w:pStyle w:val="code"/>
      </w:pPr>
      <w:r w:rsidRPr="004E1CD2">
        <w:t>ID: 0 IV:   14999628 (=     49999us) TIV      49999us</w:t>
      </w:r>
    </w:p>
    <w:p w:rsidR="00932D27" w:rsidRPr="004E1CD2" w:rsidRDefault="00932D27" w:rsidP="003A01E1">
      <w:pPr>
        <w:pStyle w:val="code"/>
      </w:pPr>
      <w:r w:rsidRPr="004E1CD2">
        <w:t>ID: 1 IV:   15004649 (=     50015us) TIV      50015us</w:t>
      </w:r>
    </w:p>
    <w:p w:rsidR="00932D27" w:rsidRPr="004E1CD2" w:rsidRDefault="00932D27" w:rsidP="003A01E1">
      <w:pPr>
        <w:pStyle w:val="code"/>
      </w:pPr>
      <w:r w:rsidRPr="004E1CD2">
        <w:lastRenderedPageBreak/>
        <w:t>ID: 0 IV:   14999580 (=     49999us) TIV      49999us</w:t>
      </w:r>
    </w:p>
    <w:p w:rsidR="00932D27" w:rsidRPr="004E1CD2" w:rsidRDefault="00932D27" w:rsidP="003A01E1">
      <w:pPr>
        <w:pStyle w:val="code"/>
      </w:pPr>
      <w:r w:rsidRPr="004E1CD2">
        <w:t>ID: 1 IV:   14998862 (=     49996us) TIV      49996us</w:t>
      </w:r>
    </w:p>
    <w:p w:rsidR="00932D27" w:rsidRPr="004E1CD2" w:rsidRDefault="00932D27" w:rsidP="003A01E1">
      <w:pPr>
        <w:pStyle w:val="code"/>
      </w:pPr>
      <w:r w:rsidRPr="004E1CD2">
        <w:t>ID: 0 IV:   14999604 (=     49999us) TIV      49999us</w:t>
      </w:r>
    </w:p>
    <w:p w:rsidR="00932D27" w:rsidRPr="004E1CD2" w:rsidRDefault="00932D27" w:rsidP="003A01E1">
      <w:pPr>
        <w:pStyle w:val="code"/>
      </w:pPr>
      <w:r w:rsidRPr="004E1CD2">
        <w:t>ID: 1 IV:   15001520 (=     50005us) TIV      50005us</w:t>
      </w:r>
    </w:p>
    <w:p w:rsidR="00932D27" w:rsidRPr="004E1CD2" w:rsidRDefault="00932D27" w:rsidP="003A01E1">
      <w:pPr>
        <w:pStyle w:val="code"/>
      </w:pPr>
      <w:r w:rsidRPr="004E1CD2">
        <w:t>ID: 0 IV:   14999591 (=     49999us) TIV      49999us</w:t>
      </w:r>
    </w:p>
    <w:p w:rsidR="00932D27" w:rsidRPr="004E1CD2" w:rsidRDefault="00932D27" w:rsidP="003A01E1">
      <w:pPr>
        <w:pStyle w:val="code"/>
      </w:pPr>
      <w:r w:rsidRPr="004E1CD2">
        <w:t>ID: 1 IV:   14998997 (=     49997us) TIV      49997us</w:t>
      </w:r>
    </w:p>
    <w:p w:rsidR="00932D27" w:rsidRPr="004E1CD2" w:rsidRDefault="00932D27" w:rsidP="003A01E1">
      <w:pPr>
        <w:pStyle w:val="code"/>
      </w:pPr>
      <w:r w:rsidRPr="004E1CD2">
        <w:t>ID: 0 IV:   14999587 (=     49999us) TIV      49999us</w:t>
      </w:r>
    </w:p>
    <w:p w:rsidR="00932D27" w:rsidRPr="004E1CD2" w:rsidRDefault="00932D27" w:rsidP="003A01E1">
      <w:pPr>
        <w:pStyle w:val="code"/>
      </w:pPr>
      <w:r w:rsidRPr="004E1CD2">
        <w:t>ID: 1 IV:   15002203 (=     50007us) TIV      50007us</w:t>
      </w:r>
    </w:p>
    <w:p w:rsidR="00932D27" w:rsidRPr="004E1CD2" w:rsidRDefault="00932D27" w:rsidP="003A01E1">
      <w:pPr>
        <w:pStyle w:val="code"/>
      </w:pPr>
      <w:r w:rsidRPr="004E1CD2">
        <w:t>ID: 0 IV:   14999587 (=     49999us) TIV      49999us</w:t>
      </w:r>
    </w:p>
    <w:p w:rsidR="00932D27" w:rsidRPr="004E1CD2" w:rsidRDefault="00932D27" w:rsidP="003A01E1">
      <w:pPr>
        <w:pStyle w:val="code"/>
      </w:pPr>
      <w:r w:rsidRPr="004E1CD2">
        <w:t>ID: 1 IV:   14998868 (=     49996us) TIV      49996us</w:t>
      </w:r>
    </w:p>
    <w:p w:rsidR="00932D27" w:rsidRPr="004E1CD2" w:rsidRDefault="00932D27" w:rsidP="003A01E1">
      <w:pPr>
        <w:pStyle w:val="code"/>
      </w:pPr>
      <w:r w:rsidRPr="004E1CD2">
        <w:t>ID: 0 IV:   14999618 (=     49999us) TIV      49999us</w:t>
      </w:r>
    </w:p>
    <w:p w:rsidR="00932D27" w:rsidRPr="004E1CD2" w:rsidRDefault="00932D27" w:rsidP="003A01E1">
      <w:pPr>
        <w:pStyle w:val="code"/>
      </w:pPr>
      <w:r w:rsidRPr="004E1CD2">
        <w:t>ID: 1 IV:   15000713 (=     50002us) TIV      50002us</w:t>
      </w:r>
    </w:p>
    <w:p w:rsidR="00932D27" w:rsidRPr="004E1CD2" w:rsidRDefault="00932D27" w:rsidP="003A01E1">
      <w:pPr>
        <w:pStyle w:val="code"/>
      </w:pPr>
      <w:r w:rsidRPr="004E1CD2">
        <w:t>ID: 0 IV:   14999544 (=     49998us) TIV      49998us</w:t>
      </w:r>
    </w:p>
    <w:p w:rsidR="00932D27" w:rsidRPr="004E1CD2" w:rsidRDefault="00932D27" w:rsidP="003A01E1">
      <w:pPr>
        <w:pStyle w:val="code"/>
      </w:pPr>
      <w:r w:rsidRPr="004E1CD2">
        <w:t>ID: 1 IV:   14998955 (=     49997us) TIV      49997us</w:t>
      </w:r>
    </w:p>
    <w:p w:rsidR="00932D27" w:rsidRPr="004E1CD2" w:rsidRDefault="00932D27" w:rsidP="003A01E1">
      <w:pPr>
        <w:pStyle w:val="code"/>
      </w:pPr>
      <w:r w:rsidRPr="004E1CD2">
        <w:t>ID: 0 IV:   14999594 (=     49999us) TIV      49999us</w:t>
      </w:r>
    </w:p>
    <w:p w:rsidR="00932D27" w:rsidRPr="004E1CD2" w:rsidRDefault="00932D27" w:rsidP="003A01E1">
      <w:pPr>
        <w:pStyle w:val="code"/>
      </w:pPr>
      <w:r w:rsidRPr="004E1CD2">
        <w:t>ID: 1 IV:   14971897 (=     49906us) TIV      49906us</w:t>
      </w:r>
    </w:p>
    <w:p w:rsidR="00932D27" w:rsidRPr="004E1CD2" w:rsidRDefault="00932D27" w:rsidP="003A01E1">
      <w:pPr>
        <w:pStyle w:val="code"/>
      </w:pPr>
      <w:r w:rsidRPr="004E1CD2">
        <w:t>ID: 0 IV:   14999548 (=     49998us) TIV      49998us</w:t>
      </w:r>
    </w:p>
    <w:p w:rsidR="00932D27" w:rsidRPr="004E1CD2" w:rsidRDefault="00932D27" w:rsidP="003A01E1">
      <w:pPr>
        <w:pStyle w:val="code"/>
      </w:pPr>
      <w:r w:rsidRPr="004E1CD2">
        <w:t>ID: 1 IV:   14999053 (=     49997us) TIV      49997us</w:t>
      </w:r>
    </w:p>
    <w:p w:rsidR="00932D27" w:rsidRPr="004E1CD2" w:rsidRDefault="00932D27" w:rsidP="003A01E1">
      <w:pPr>
        <w:pStyle w:val="code"/>
      </w:pPr>
      <w:r w:rsidRPr="004E1CD2">
        <w:t>ID: 0 IV:   14999500 (=     49998us) TIV      49998us</w:t>
      </w:r>
    </w:p>
    <w:p w:rsidR="00932D27" w:rsidRPr="004E1CD2" w:rsidRDefault="00932D27" w:rsidP="003A01E1">
      <w:pPr>
        <w:pStyle w:val="code"/>
      </w:pPr>
      <w:r w:rsidRPr="004E1CD2">
        <w:t>ID: 1 IV:   15003725 (=     50012us) TIV      50012us</w:t>
      </w:r>
    </w:p>
    <w:p w:rsidR="00932D27" w:rsidRPr="004E1CD2" w:rsidRDefault="00932D27" w:rsidP="003A01E1">
      <w:pPr>
        <w:pStyle w:val="code"/>
      </w:pPr>
      <w:r w:rsidRPr="004E1CD2">
        <w:t>ID: 0 IV:   14999526 (=     49998us) TIV      49998us</w:t>
      </w:r>
    </w:p>
    <w:p w:rsidR="00932D27" w:rsidRPr="004E1CD2" w:rsidRDefault="00932D27" w:rsidP="003A01E1">
      <w:pPr>
        <w:pStyle w:val="code"/>
      </w:pPr>
      <w:r w:rsidRPr="004E1CD2">
        <w:t>ID: 1 IV:   14998896 (=     49996us) TIV      49996us</w:t>
      </w:r>
    </w:p>
    <w:p w:rsidR="00932D27" w:rsidRPr="004E1CD2" w:rsidRDefault="00932D27" w:rsidP="003A01E1">
      <w:pPr>
        <w:pStyle w:val="code"/>
      </w:pPr>
      <w:r w:rsidRPr="004E1CD2">
        <w:t>ID: 0 IV:   14999570 (=     49999us) TIV      49999us</w:t>
      </w:r>
    </w:p>
    <w:p w:rsidR="00932D27" w:rsidRPr="004E1CD2" w:rsidRDefault="00932D27" w:rsidP="003A01E1">
      <w:pPr>
        <w:pStyle w:val="code"/>
      </w:pPr>
      <w:r w:rsidRPr="004E1CD2">
        <w:t>ID: 1 IV:   15001745 (=     50006us) TIV      50006us</w:t>
      </w:r>
    </w:p>
    <w:p w:rsidR="00932D27" w:rsidRPr="004E1CD2" w:rsidRDefault="00932D27" w:rsidP="003A01E1">
      <w:pPr>
        <w:pStyle w:val="code"/>
      </w:pPr>
      <w:r w:rsidRPr="004E1CD2">
        <w:t>ID: 0 IV:   14999516 (=     49998us) TIV      49998us</w:t>
      </w:r>
    </w:p>
    <w:p w:rsidR="00932D27" w:rsidRPr="004E1CD2" w:rsidRDefault="00932D27" w:rsidP="003A01E1">
      <w:pPr>
        <w:pStyle w:val="code"/>
      </w:pPr>
      <w:r w:rsidRPr="004E1CD2">
        <w:t>ID: 1 IV:   14998978 (=     49997us) TIV      49997us</w:t>
      </w:r>
    </w:p>
    <w:p w:rsidR="00932D27" w:rsidRPr="004E1CD2" w:rsidRDefault="00932D27" w:rsidP="003A01E1">
      <w:pPr>
        <w:pStyle w:val="code"/>
      </w:pPr>
      <w:r w:rsidRPr="004E1CD2">
        <w:t>ID: 0 IV:   14999598 (=     49999us) TIV      49999us</w:t>
      </w:r>
    </w:p>
    <w:p w:rsidR="00932D27" w:rsidRPr="004E1CD2" w:rsidRDefault="00932D27" w:rsidP="003A01E1">
      <w:pPr>
        <w:pStyle w:val="code"/>
      </w:pPr>
      <w:r w:rsidRPr="004E1CD2">
        <w:t>ID: 1 IV:   15001391 (=     50005us) TIV      50005us</w:t>
      </w:r>
    </w:p>
    <w:p w:rsidR="00932D27" w:rsidRPr="004E1CD2" w:rsidRDefault="00932D27" w:rsidP="003A01E1">
      <w:pPr>
        <w:pStyle w:val="code"/>
      </w:pPr>
      <w:r w:rsidRPr="004E1CD2">
        <w:t>ID: 0 IV:   14999624 (=     49999us) TIV      49999us</w:t>
      </w:r>
    </w:p>
    <w:p w:rsidR="00932D27" w:rsidRPr="004E1CD2" w:rsidRDefault="00932D27" w:rsidP="003A01E1">
      <w:pPr>
        <w:pStyle w:val="code"/>
      </w:pPr>
      <w:r w:rsidRPr="004E1CD2">
        <w:t>ID: 1 IV:   14998993 (=     49997us) TIV      49997us</w:t>
      </w:r>
    </w:p>
    <w:p w:rsidR="00932D27" w:rsidRPr="004E1CD2" w:rsidRDefault="00932D27" w:rsidP="003A01E1">
      <w:pPr>
        <w:pStyle w:val="code"/>
      </w:pPr>
      <w:r w:rsidRPr="004E1CD2">
        <w:t>ID: 0 IV:   14999644 (=     49999us) TIV      49999us</w:t>
      </w:r>
    </w:p>
    <w:p w:rsidR="00932D27" w:rsidRPr="004E1CD2" w:rsidRDefault="00932D27" w:rsidP="003A01E1">
      <w:pPr>
        <w:pStyle w:val="code"/>
      </w:pPr>
      <w:r w:rsidRPr="004E1CD2">
        <w:t>ID: 1 IV:   15000724 (=     50002us) TIV      50002us</w:t>
      </w:r>
    </w:p>
    <w:p w:rsidR="00932D27" w:rsidRPr="004E1CD2" w:rsidRDefault="00932D27" w:rsidP="003A01E1">
      <w:pPr>
        <w:pStyle w:val="code"/>
      </w:pPr>
      <w:r w:rsidRPr="004E1CD2">
        <w:t>ID: 0 IV:   14999494 (=     49998us) TIV      49998us</w:t>
      </w:r>
    </w:p>
    <w:p w:rsidR="00932D27" w:rsidRPr="004E1CD2" w:rsidRDefault="00932D27" w:rsidP="003A01E1">
      <w:pPr>
        <w:pStyle w:val="code"/>
      </w:pPr>
      <w:r w:rsidRPr="004E1CD2">
        <w:t>ID: 1 IV:   14998951 (=     49997us) TIV      49997us</w:t>
      </w:r>
    </w:p>
    <w:p w:rsidR="00932D27" w:rsidRPr="004E1CD2" w:rsidRDefault="00932D27" w:rsidP="003A01E1">
      <w:pPr>
        <w:pStyle w:val="code"/>
      </w:pPr>
      <w:r w:rsidRPr="004E1CD2">
        <w:t>ID: 0 IV:   14999505 (=     49998us) TIV      49998us</w:t>
      </w:r>
    </w:p>
    <w:p w:rsidR="00932D27" w:rsidRPr="004E1CD2" w:rsidRDefault="00932D27" w:rsidP="003A01E1">
      <w:pPr>
        <w:pStyle w:val="code"/>
      </w:pPr>
      <w:r w:rsidRPr="004E1CD2">
        <w:t>ID: 1 IV:   14970188 (=     49901us) TIV      49901us</w:t>
      </w:r>
    </w:p>
    <w:p w:rsidR="00932D27" w:rsidRPr="004E1CD2" w:rsidRDefault="00932D27" w:rsidP="003A01E1">
      <w:pPr>
        <w:pStyle w:val="code"/>
      </w:pPr>
      <w:r w:rsidRPr="004E1CD2">
        <w:t>ID: 0 IV:   14999495 (=     49998us) TIV      49998us</w:t>
      </w:r>
    </w:p>
    <w:p w:rsidR="00932D27" w:rsidRPr="004E1CD2" w:rsidRDefault="00932D27" w:rsidP="003A01E1">
      <w:pPr>
        <w:pStyle w:val="code"/>
      </w:pPr>
      <w:r w:rsidRPr="004E1CD2">
        <w:t>ID: 1 IV:   14999092 (=     49997us) TIV      49997us</w:t>
      </w:r>
    </w:p>
    <w:p w:rsidR="00932D27" w:rsidRPr="004E1CD2" w:rsidRDefault="00932D27" w:rsidP="003A01E1">
      <w:pPr>
        <w:pStyle w:val="code"/>
      </w:pPr>
      <w:r w:rsidRPr="004E1CD2">
        <w:t>ID: 0 IV:   14999609 (=     49999us) TIV      49999us</w:t>
      </w:r>
    </w:p>
    <w:p w:rsidR="00932D27" w:rsidRPr="004E1CD2" w:rsidRDefault="00932D27" w:rsidP="003A01E1">
      <w:pPr>
        <w:pStyle w:val="code"/>
      </w:pPr>
      <w:r w:rsidRPr="004E1CD2">
        <w:t>ID: 1 IV:   15004387 (=     50015us) TIV      50015us</w:t>
      </w:r>
    </w:p>
    <w:p w:rsidR="00932D27" w:rsidRPr="004E1CD2" w:rsidRDefault="00932D27" w:rsidP="003A01E1">
      <w:pPr>
        <w:pStyle w:val="code"/>
      </w:pPr>
      <w:r w:rsidRPr="004E1CD2">
        <w:t>ID: 0 IV:   14999554 (=     49999us) TIV      49999us</w:t>
      </w:r>
    </w:p>
    <w:p w:rsidR="00932D27" w:rsidRPr="004E1CD2" w:rsidRDefault="00932D27" w:rsidP="003A01E1">
      <w:pPr>
        <w:pStyle w:val="code"/>
      </w:pPr>
      <w:r w:rsidRPr="004E1CD2">
        <w:t>ID: 1 IV:   14998925 (=     49996us) TIV      49996us</w:t>
      </w:r>
    </w:p>
    <w:p w:rsidR="00932D27" w:rsidRPr="004E1CD2" w:rsidRDefault="00932D27" w:rsidP="003A01E1">
      <w:pPr>
        <w:pStyle w:val="code"/>
      </w:pPr>
      <w:r w:rsidRPr="004E1CD2">
        <w:t>ID: 0 IV:   14999499 (=     49998us) TIV      49998us</w:t>
      </w:r>
    </w:p>
    <w:p w:rsidR="00932D27" w:rsidRPr="004E1CD2" w:rsidRDefault="00932D27" w:rsidP="003A01E1">
      <w:pPr>
        <w:pStyle w:val="code"/>
      </w:pPr>
      <w:r w:rsidRPr="004E1CD2">
        <w:t>ID: 1 IV:   15001986 (=     50007us) TIV      50007us</w:t>
      </w:r>
    </w:p>
    <w:p w:rsidR="00932D27" w:rsidRPr="004E1CD2" w:rsidRDefault="00932D27" w:rsidP="003A01E1">
      <w:pPr>
        <w:pStyle w:val="code"/>
      </w:pPr>
      <w:r w:rsidRPr="004E1CD2">
        <w:t>ID: 0 IV:   14999613 (=     49999us) TIV      49999us</w:t>
      </w:r>
    </w:p>
    <w:p w:rsidR="00932D27" w:rsidRPr="004E1CD2" w:rsidRDefault="00932D27" w:rsidP="003A01E1">
      <w:pPr>
        <w:pStyle w:val="code"/>
      </w:pPr>
      <w:r w:rsidRPr="004E1CD2">
        <w:t>ID: 1 IV:   14999134 (=     49997us) TIV      49997us</w:t>
      </w:r>
    </w:p>
    <w:p w:rsidR="00932D27" w:rsidRPr="004E1CD2" w:rsidRDefault="00932D27" w:rsidP="003A01E1">
      <w:pPr>
        <w:pStyle w:val="code"/>
      </w:pPr>
      <w:r w:rsidRPr="004E1CD2">
        <w:lastRenderedPageBreak/>
        <w:t>ID: 0 IV:   14999608 (=     49999us) TIV      49999us</w:t>
      </w:r>
    </w:p>
    <w:p w:rsidR="00932D27" w:rsidRPr="004E1CD2" w:rsidRDefault="00932D27" w:rsidP="003A01E1">
      <w:pPr>
        <w:pStyle w:val="code"/>
      </w:pPr>
      <w:r w:rsidRPr="004E1CD2">
        <w:t>ID: 1 IV:   15001879 (=     50006us) TIV      50006us</w:t>
      </w:r>
    </w:p>
    <w:p w:rsidR="00932D27" w:rsidRPr="004E1CD2" w:rsidRDefault="00932D27" w:rsidP="003A01E1">
      <w:pPr>
        <w:pStyle w:val="code"/>
      </w:pPr>
      <w:r w:rsidRPr="004E1CD2">
        <w:t>ID: 0 IV:   14999491 (=     49998us) TIV      49998us</w:t>
      </w:r>
    </w:p>
    <w:p w:rsidR="00932D27" w:rsidRPr="004E1CD2" w:rsidRDefault="00932D27" w:rsidP="003A01E1">
      <w:pPr>
        <w:pStyle w:val="code"/>
      </w:pPr>
      <w:r w:rsidRPr="004E1CD2">
        <w:t>ID: 1 IV:   14999034 (=     49997us) TIV      49997us</w:t>
      </w:r>
    </w:p>
    <w:p w:rsidR="00932D27" w:rsidRPr="004E1CD2" w:rsidRDefault="00932D27" w:rsidP="003A01E1">
      <w:pPr>
        <w:pStyle w:val="code"/>
      </w:pPr>
      <w:r w:rsidRPr="004E1CD2">
        <w:t>ID: 0 IV:   14999574 (=     49999us) TIV      49999us</w:t>
      </w:r>
    </w:p>
    <w:p w:rsidR="00932D27" w:rsidRPr="004E1CD2" w:rsidRDefault="00932D27" w:rsidP="003A01E1">
      <w:pPr>
        <w:pStyle w:val="code"/>
      </w:pPr>
      <w:r w:rsidRPr="004E1CD2">
        <w:t>ID: 1 IV:   15000858 (=     50003us) TIV      50003us</w:t>
      </w:r>
    </w:p>
    <w:p w:rsidR="00932D27" w:rsidRPr="004E1CD2" w:rsidRDefault="00932D27" w:rsidP="003A01E1">
      <w:pPr>
        <w:pStyle w:val="code"/>
      </w:pPr>
      <w:r w:rsidRPr="004E1CD2">
        <w:t>ID: 0 IV:   14999584 (=     49999us) TIV      49999us</w:t>
      </w:r>
    </w:p>
    <w:p w:rsidR="00932D27" w:rsidRPr="004E1CD2" w:rsidRDefault="00932D27" w:rsidP="003A01E1">
      <w:pPr>
        <w:pStyle w:val="code"/>
      </w:pPr>
      <w:r w:rsidRPr="004E1CD2">
        <w:t>ID: 1 IV:   14998965 (=     49997us) TIV      49997us</w:t>
      </w:r>
    </w:p>
    <w:p w:rsidR="00932D27" w:rsidRPr="004E1CD2" w:rsidRDefault="00932D27" w:rsidP="003A01E1">
      <w:pPr>
        <w:pStyle w:val="code"/>
      </w:pPr>
      <w:r w:rsidRPr="004E1CD2">
        <w:t>ID: 0 IV:   14999619 (=     49999us) TIV      49999us</w:t>
      </w:r>
    </w:p>
    <w:p w:rsidR="00932D27" w:rsidRPr="004E1CD2" w:rsidRDefault="00932D27" w:rsidP="003A01E1">
      <w:pPr>
        <w:pStyle w:val="code"/>
      </w:pPr>
      <w:r w:rsidRPr="004E1CD2">
        <w:t>ID: 1 IV:   14970493 (=     49902us) TIV      49902us</w:t>
      </w:r>
    </w:p>
    <w:p w:rsidR="00932D27" w:rsidRPr="004E1CD2" w:rsidRDefault="00932D27" w:rsidP="003A01E1">
      <w:pPr>
        <w:pStyle w:val="code"/>
      </w:pPr>
      <w:r w:rsidRPr="004E1CD2">
        <w:t>ID: 0 IV:   14999498 (=     49998us) TIV      49998us</w:t>
      </w:r>
    </w:p>
    <w:p w:rsidR="00932D27" w:rsidRPr="004E1CD2" w:rsidRDefault="00932D27" w:rsidP="003A01E1">
      <w:pPr>
        <w:pStyle w:val="code"/>
      </w:pPr>
      <w:r w:rsidRPr="004E1CD2">
        <w:t>ID: 1 IV:   14999020 (=     49997us) TIV      49997us</w:t>
      </w:r>
    </w:p>
    <w:p w:rsidR="00932D27" w:rsidRPr="004E1CD2" w:rsidRDefault="00932D27" w:rsidP="003A01E1">
      <w:pPr>
        <w:pStyle w:val="code"/>
      </w:pPr>
      <w:r w:rsidRPr="004E1CD2">
        <w:t>ID: 0 IV:   14999583 (=     49999us) TIV      49999us</w:t>
      </w:r>
    </w:p>
    <w:p w:rsidR="00932D27" w:rsidRPr="004E1CD2" w:rsidRDefault="00932D27" w:rsidP="003A01E1">
      <w:pPr>
        <w:pStyle w:val="code"/>
      </w:pPr>
      <w:r w:rsidRPr="004E1CD2">
        <w:t>ID: 1 IV:   15003134 (=     50010us) TIV      50010us</w:t>
      </w:r>
    </w:p>
    <w:p w:rsidR="00932D27" w:rsidRPr="004E1CD2" w:rsidRDefault="00932D27" w:rsidP="003A01E1">
      <w:pPr>
        <w:pStyle w:val="code"/>
      </w:pPr>
      <w:r w:rsidRPr="004E1CD2">
        <w:t>ID: 0 IV:   14999591 (=     49999us) TIV      49999us</w:t>
      </w:r>
    </w:p>
    <w:p w:rsidR="00932D27" w:rsidRPr="004E1CD2" w:rsidRDefault="00932D27" w:rsidP="003A01E1">
      <w:pPr>
        <w:pStyle w:val="code"/>
      </w:pPr>
      <w:r w:rsidRPr="004E1CD2">
        <w:t>ID: 1 IV:   14998904 (=     49996us) TIV      49996us</w:t>
      </w:r>
    </w:p>
    <w:p w:rsidR="00932D27" w:rsidRPr="004E1CD2" w:rsidRDefault="00932D27" w:rsidP="003A01E1">
      <w:pPr>
        <w:pStyle w:val="code"/>
      </w:pPr>
      <w:r w:rsidRPr="004E1CD2">
        <w:t>ID: 0 IV:   14999594 (=     49999us) TIV      49999us</w:t>
      </w:r>
    </w:p>
    <w:p w:rsidR="00932D27" w:rsidRPr="004E1CD2" w:rsidRDefault="00932D27" w:rsidP="003A01E1">
      <w:pPr>
        <w:pStyle w:val="code"/>
      </w:pPr>
      <w:r w:rsidRPr="004E1CD2">
        <w:t>ID: 1 IV:   15001539 (=     50005us) TIV      50005us</w:t>
      </w:r>
    </w:p>
    <w:p w:rsidR="00932D27" w:rsidRPr="004E1CD2" w:rsidRDefault="00932D27" w:rsidP="003A01E1">
      <w:pPr>
        <w:pStyle w:val="code"/>
      </w:pPr>
      <w:r w:rsidRPr="004E1CD2">
        <w:t>ID: 0 IV:   14999482 (=     49998us) TIV      49998us</w:t>
      </w:r>
    </w:p>
    <w:p w:rsidR="00932D27" w:rsidRPr="004E1CD2" w:rsidRDefault="00932D27" w:rsidP="003A01E1">
      <w:pPr>
        <w:pStyle w:val="code"/>
      </w:pPr>
      <w:r w:rsidRPr="004E1CD2">
        <w:t>ID: 1 IV:   14999060 (=     49997us) TIV      49997us</w:t>
      </w:r>
    </w:p>
    <w:p w:rsidR="00932D27" w:rsidRPr="004E1CD2" w:rsidRDefault="00932D27" w:rsidP="003A01E1">
      <w:pPr>
        <w:pStyle w:val="code"/>
      </w:pPr>
      <w:r w:rsidRPr="004E1CD2">
        <w:t>ID: 0 IV:   14999504 (=     49998us) TIV      49998us</w:t>
      </w:r>
    </w:p>
    <w:p w:rsidR="00932D27" w:rsidRPr="004E1CD2" w:rsidRDefault="00932D27" w:rsidP="003A01E1">
      <w:pPr>
        <w:pStyle w:val="code"/>
      </w:pPr>
      <w:r w:rsidRPr="004E1CD2">
        <w:t>ID: 1 IV:   15002198 (=     50007us) TIV      50007us</w:t>
      </w:r>
    </w:p>
    <w:p w:rsidR="00932D27" w:rsidRPr="004E1CD2" w:rsidRDefault="00932D27" w:rsidP="003A01E1">
      <w:pPr>
        <w:pStyle w:val="code"/>
      </w:pPr>
      <w:r w:rsidRPr="004E1CD2">
        <w:t>ID: 0 IV:   14999597 (=     49999us) TIV      49999us</w:t>
      </w:r>
    </w:p>
    <w:p w:rsidR="00932D27" w:rsidRPr="004E1CD2" w:rsidRDefault="00932D27" w:rsidP="003A01E1">
      <w:pPr>
        <w:pStyle w:val="code"/>
      </w:pPr>
      <w:r w:rsidRPr="004E1CD2">
        <w:t>ID: 1 IV:   14998951 (=     49997us) TIV      49997us</w:t>
      </w:r>
    </w:p>
    <w:p w:rsidR="00932D27" w:rsidRPr="004E1CD2" w:rsidRDefault="00932D27" w:rsidP="003A01E1">
      <w:pPr>
        <w:pStyle w:val="code"/>
      </w:pPr>
      <w:r w:rsidRPr="004E1CD2">
        <w:t>ID: 0 IV:   14999519 (=     49998us) TIV      49998us</w:t>
      </w:r>
    </w:p>
    <w:p w:rsidR="00932D27" w:rsidRPr="004E1CD2" w:rsidRDefault="00932D27" w:rsidP="003A01E1">
      <w:pPr>
        <w:pStyle w:val="code"/>
      </w:pPr>
      <w:r w:rsidRPr="004E1CD2">
        <w:t>ID: 1 IV:   15000830 (=     50003us) TIV      50003us</w:t>
      </w:r>
    </w:p>
    <w:p w:rsidR="00932D27" w:rsidRPr="004E1CD2" w:rsidRDefault="00932D27" w:rsidP="003A01E1">
      <w:pPr>
        <w:pStyle w:val="code"/>
      </w:pPr>
      <w:r w:rsidRPr="004E1CD2">
        <w:t>ID: 0 IV:   14999580 (=     49999us) TIV      49999us</w:t>
      </w:r>
    </w:p>
    <w:p w:rsidR="00932D27" w:rsidRPr="004E1CD2" w:rsidRDefault="00932D27" w:rsidP="003A01E1">
      <w:pPr>
        <w:pStyle w:val="code"/>
      </w:pPr>
      <w:r w:rsidRPr="004E1CD2">
        <w:t>ID: 1 IV:   14999188 (=     49997us) TIV      49997us</w:t>
      </w:r>
    </w:p>
    <w:p w:rsidR="00932D27" w:rsidRPr="004E1CD2" w:rsidRDefault="00932D27" w:rsidP="003A01E1">
      <w:pPr>
        <w:pStyle w:val="code"/>
      </w:pPr>
      <w:r w:rsidRPr="004E1CD2">
        <w:t>ID: 0 IV:   14999592 (=     49999us) TIV      49999us</w:t>
      </w:r>
    </w:p>
    <w:p w:rsidR="00932D27" w:rsidRPr="004E1CD2" w:rsidRDefault="00932D27" w:rsidP="003A01E1">
      <w:pPr>
        <w:pStyle w:val="code"/>
      </w:pPr>
      <w:r w:rsidRPr="004E1CD2">
        <w:t>ID: 1 IV:   14969502 (=     49898us) TIV      49898us</w:t>
      </w:r>
    </w:p>
    <w:p w:rsidR="00932D27" w:rsidRPr="004E1CD2" w:rsidRDefault="00932D27" w:rsidP="003A01E1">
      <w:pPr>
        <w:pStyle w:val="code"/>
      </w:pPr>
      <w:r w:rsidRPr="004E1CD2">
        <w:t>ID: 0 IV:   14999632 (=     49999us) TIV      49999us</w:t>
      </w:r>
    </w:p>
    <w:p w:rsidR="00932D27" w:rsidRPr="004E1CD2" w:rsidRDefault="00932D27" w:rsidP="003A01E1">
      <w:pPr>
        <w:pStyle w:val="code"/>
      </w:pPr>
      <w:r w:rsidRPr="004E1CD2">
        <w:t>ID: 1 IV:   14998992 (=     49997us) TIV      49997us</w:t>
      </w:r>
    </w:p>
    <w:p w:rsidR="00932D27" w:rsidRPr="004E1CD2" w:rsidRDefault="00932D27" w:rsidP="003A01E1">
      <w:pPr>
        <w:pStyle w:val="code"/>
      </w:pPr>
      <w:r w:rsidRPr="004E1CD2">
        <w:t>ID: 0 IV:   14999613 (=     49999us) TIV      49999us</w:t>
      </w:r>
    </w:p>
    <w:p w:rsidR="00932D27" w:rsidRPr="004E1CD2" w:rsidRDefault="00932D27" w:rsidP="003A01E1">
      <w:pPr>
        <w:pStyle w:val="code"/>
      </w:pPr>
      <w:r w:rsidRPr="004E1CD2">
        <w:t>ID: 1 IV:   15003412 (=     50011us) TIV      50011us</w:t>
      </w:r>
    </w:p>
    <w:p w:rsidR="00932D27" w:rsidRPr="004E1CD2" w:rsidRDefault="00932D27" w:rsidP="003A01E1">
      <w:pPr>
        <w:pStyle w:val="code"/>
      </w:pPr>
      <w:r w:rsidRPr="004E1CD2">
        <w:t>ID: 0 IV:   14999636 (=     49999us) TIV      49999us</w:t>
      </w:r>
    </w:p>
    <w:p w:rsidR="00932D27" w:rsidRPr="004E1CD2" w:rsidRDefault="00932D27" w:rsidP="003A01E1">
      <w:pPr>
        <w:pStyle w:val="code"/>
      </w:pPr>
      <w:r w:rsidRPr="004E1CD2">
        <w:t>ID: 1 IV:   14999022 (=     49997us) TIV      49997us</w:t>
      </w:r>
    </w:p>
    <w:p w:rsidR="00932D27" w:rsidRPr="004E1CD2" w:rsidRDefault="00932D27" w:rsidP="003A01E1">
      <w:pPr>
        <w:pStyle w:val="code"/>
      </w:pPr>
      <w:r w:rsidRPr="004E1CD2">
        <w:t>ID: 0 IV:   14999605 (=     49999us) TIV      49999us</w:t>
      </w:r>
    </w:p>
    <w:p w:rsidR="00932D27" w:rsidRPr="004E1CD2" w:rsidRDefault="00932D27" w:rsidP="003A01E1">
      <w:pPr>
        <w:pStyle w:val="code"/>
      </w:pPr>
      <w:r w:rsidRPr="004E1CD2">
        <w:t>ID: 1 IV:   15001838 (=     50006us) TIV      50006us</w:t>
      </w:r>
    </w:p>
    <w:p w:rsidR="00932D27" w:rsidRPr="004E1CD2" w:rsidRDefault="00932D27" w:rsidP="003A01E1">
      <w:pPr>
        <w:pStyle w:val="code"/>
      </w:pPr>
      <w:r w:rsidRPr="004E1CD2">
        <w:t>ID: 0 IV:   14999516 (=     49998us) TIV      49998us</w:t>
      </w:r>
    </w:p>
    <w:p w:rsidR="00932D27" w:rsidRPr="004E1CD2" w:rsidRDefault="00932D27" w:rsidP="003A01E1">
      <w:pPr>
        <w:pStyle w:val="code"/>
      </w:pPr>
      <w:r w:rsidRPr="004E1CD2">
        <w:t>ID: 1 IV:   14999038 (=     49997us) TIV      49997us</w:t>
      </w:r>
    </w:p>
    <w:p w:rsidR="00932D27" w:rsidRPr="004E1CD2" w:rsidRDefault="00932D27" w:rsidP="003A01E1">
      <w:pPr>
        <w:pStyle w:val="code"/>
      </w:pPr>
      <w:r w:rsidRPr="004E1CD2">
        <w:t>ID: 0 IV:   14999601 (=     49999us) TIV      49999us</w:t>
      </w:r>
    </w:p>
    <w:p w:rsidR="00932D27" w:rsidRPr="004E1CD2" w:rsidRDefault="00932D27" w:rsidP="003A01E1">
      <w:pPr>
        <w:pStyle w:val="code"/>
      </w:pPr>
      <w:r w:rsidRPr="004E1CD2">
        <w:t>ID: 1 IV:   15001419 (=     50005us) TIV      50005us</w:t>
      </w:r>
    </w:p>
    <w:p w:rsidR="00932D27" w:rsidRPr="004E1CD2" w:rsidRDefault="00932D27" w:rsidP="003A01E1">
      <w:pPr>
        <w:pStyle w:val="code"/>
      </w:pPr>
      <w:r w:rsidRPr="004E1CD2">
        <w:t>ID: 0 IV:   14999552 (=     49999us) TIV      49999us</w:t>
      </w:r>
    </w:p>
    <w:p w:rsidR="00932D27" w:rsidRPr="004E1CD2" w:rsidRDefault="00932D27" w:rsidP="003A01E1">
      <w:pPr>
        <w:pStyle w:val="code"/>
      </w:pPr>
      <w:r w:rsidRPr="004E1CD2">
        <w:t>ID: 1 IV:   14999005 (=     49997us) TIV      49997us</w:t>
      </w:r>
    </w:p>
    <w:p w:rsidR="00932D27" w:rsidRPr="004E1CD2" w:rsidRDefault="00932D27" w:rsidP="003A01E1">
      <w:pPr>
        <w:pStyle w:val="code"/>
      </w:pPr>
      <w:r w:rsidRPr="004E1CD2">
        <w:t>ID: 0 IV:   14999531 (=     49998us) TIV      49998us</w:t>
      </w:r>
    </w:p>
    <w:p w:rsidR="00932D27" w:rsidRPr="004E1CD2" w:rsidRDefault="00932D27" w:rsidP="003A01E1">
      <w:pPr>
        <w:pStyle w:val="code"/>
      </w:pPr>
      <w:r w:rsidRPr="004E1CD2">
        <w:t>ID: 1 IV:   15000889 (=     50003us) TIV      50003us</w:t>
      </w:r>
    </w:p>
    <w:p w:rsidR="00932D27" w:rsidRPr="004E1CD2" w:rsidRDefault="00932D27" w:rsidP="003A01E1">
      <w:pPr>
        <w:pStyle w:val="code"/>
      </w:pPr>
      <w:r w:rsidRPr="004E1CD2">
        <w:lastRenderedPageBreak/>
        <w:t>ID: 0 IV:   14999583 (=     49999us) TIV      49999us</w:t>
      </w:r>
    </w:p>
    <w:p w:rsidR="00932D27" w:rsidRPr="004E1CD2" w:rsidRDefault="00932D27" w:rsidP="003A01E1">
      <w:pPr>
        <w:pStyle w:val="code"/>
      </w:pPr>
      <w:r w:rsidRPr="004E1CD2">
        <w:t>ID: 1 IV:   14998992 (=     49997us) TIV      49997us</w:t>
      </w:r>
    </w:p>
    <w:p w:rsidR="00932D27" w:rsidRPr="004E1CD2" w:rsidRDefault="00932D27" w:rsidP="003A01E1">
      <w:pPr>
        <w:pStyle w:val="code"/>
      </w:pPr>
      <w:r w:rsidRPr="004E1CD2">
        <w:t>ID: 0 IV:   14999575 (=     49999us) TIV      49999us</w:t>
      </w:r>
    </w:p>
    <w:p w:rsidR="00932D27" w:rsidRPr="004E1CD2" w:rsidRDefault="00932D27" w:rsidP="003A01E1">
      <w:pPr>
        <w:pStyle w:val="code"/>
      </w:pPr>
      <w:r w:rsidRPr="004E1CD2">
        <w:t>ID: 1 IV:   14970950 (=     49903us) TIV      49903us</w:t>
      </w:r>
    </w:p>
    <w:p w:rsidR="00932D27" w:rsidRPr="004E1CD2" w:rsidRDefault="00932D27" w:rsidP="003A01E1">
      <w:pPr>
        <w:pStyle w:val="code"/>
      </w:pPr>
      <w:r w:rsidRPr="004E1CD2">
        <w:t>ID: 0 IV:   14999643 (=     49999us) TIV      49999us</w:t>
      </w:r>
    </w:p>
    <w:p w:rsidR="00932D27" w:rsidRPr="004E1CD2" w:rsidRDefault="00932D27" w:rsidP="003A01E1">
      <w:pPr>
        <w:pStyle w:val="code"/>
      </w:pPr>
      <w:r w:rsidRPr="004E1CD2">
        <w:t>ID: 1 IV:   14999049 (=     49997us) TIV      49997us</w:t>
      </w:r>
    </w:p>
    <w:p w:rsidR="00932D27" w:rsidRPr="004E1CD2" w:rsidRDefault="00932D27" w:rsidP="003A01E1">
      <w:pPr>
        <w:pStyle w:val="code"/>
      </w:pPr>
      <w:r w:rsidRPr="004E1CD2">
        <w:t>ID: 0 IV:   14999495 (=     49998us) TIV      49998us</w:t>
      </w:r>
    </w:p>
    <w:p w:rsidR="00932D27" w:rsidRPr="004E1CD2" w:rsidRDefault="00932D27" w:rsidP="003A01E1">
      <w:pPr>
        <w:pStyle w:val="code"/>
      </w:pPr>
      <w:r w:rsidRPr="004E1CD2">
        <w:t>ID: 1 IV:   15004717 (=     50016us) TIV      50016us</w:t>
      </w:r>
    </w:p>
    <w:p w:rsidR="00932D27" w:rsidRPr="004E1CD2" w:rsidRDefault="00932D27" w:rsidP="003A01E1">
      <w:pPr>
        <w:pStyle w:val="code"/>
      </w:pPr>
      <w:r w:rsidRPr="004E1CD2">
        <w:t>ID: 0 IV:   14999592 (=     49999us) TIV      49999us</w:t>
      </w:r>
    </w:p>
    <w:p w:rsidR="00932D27" w:rsidRPr="004E1CD2" w:rsidRDefault="00932D27" w:rsidP="003A01E1">
      <w:pPr>
        <w:pStyle w:val="code"/>
      </w:pPr>
      <w:r w:rsidRPr="004E1CD2">
        <w:t>ID: 1 IV:   14999082 (=     49997us) TIV      49997us</w:t>
      </w:r>
    </w:p>
    <w:p w:rsidR="00932D27" w:rsidRPr="004E1CD2" w:rsidRDefault="00932D27" w:rsidP="003A01E1">
      <w:pPr>
        <w:pStyle w:val="code"/>
      </w:pPr>
      <w:r w:rsidRPr="004E1CD2">
        <w:t>ID: 0 IV:   14999490 (=     49998us) TIV      49998us</w:t>
      </w:r>
    </w:p>
    <w:p w:rsidR="00932D27" w:rsidRPr="004E1CD2" w:rsidRDefault="00932D27" w:rsidP="003A01E1">
      <w:pPr>
        <w:pStyle w:val="code"/>
      </w:pPr>
      <w:r w:rsidRPr="004E1CD2">
        <w:t>ID: 1 IV:   15001802 (=     50006us) TIV      50006us</w:t>
      </w:r>
    </w:p>
    <w:p w:rsidR="00932D27" w:rsidRPr="004E1CD2" w:rsidRDefault="00932D27" w:rsidP="003A01E1">
      <w:pPr>
        <w:pStyle w:val="code"/>
      </w:pPr>
      <w:r w:rsidRPr="004E1CD2">
        <w:t>ID: 0 IV:   14999589 (=     49999us) TIV      49999us</w:t>
      </w:r>
    </w:p>
    <w:p w:rsidR="00932D27" w:rsidRPr="004E1CD2" w:rsidRDefault="00932D27" w:rsidP="003A01E1">
      <w:pPr>
        <w:pStyle w:val="code"/>
      </w:pPr>
      <w:r w:rsidRPr="004E1CD2">
        <w:t>ID: 1 IV:   14999108 (=     49997us) TIV      49997us</w:t>
      </w:r>
    </w:p>
    <w:p w:rsidR="00932D27" w:rsidRPr="004E1CD2" w:rsidRDefault="00932D27" w:rsidP="003A01E1">
      <w:pPr>
        <w:pStyle w:val="code"/>
      </w:pPr>
      <w:r w:rsidRPr="004E1CD2">
        <w:t>ID: 0 IV:   14999495 (=     49998us) TIV      49998us</w:t>
      </w:r>
    </w:p>
    <w:p w:rsidR="00932D27" w:rsidRPr="004E1CD2" w:rsidRDefault="00932D27" w:rsidP="003A01E1">
      <w:pPr>
        <w:pStyle w:val="code"/>
      </w:pPr>
      <w:r w:rsidRPr="004E1CD2">
        <w:t>ID: 1 IV:   15001311 (=     50004us) TIV      50004us</w:t>
      </w:r>
    </w:p>
    <w:p w:rsidR="00932D27" w:rsidRPr="004E1CD2" w:rsidRDefault="00932D27" w:rsidP="003A01E1">
      <w:pPr>
        <w:pStyle w:val="code"/>
      </w:pPr>
      <w:r w:rsidRPr="004E1CD2">
        <w:t>ID: 0 IV:   14999588 (=     49999us) TIV      49999us</w:t>
      </w:r>
    </w:p>
    <w:p w:rsidR="00932D27" w:rsidRPr="004E1CD2" w:rsidRDefault="00932D27" w:rsidP="003A01E1">
      <w:pPr>
        <w:pStyle w:val="code"/>
      </w:pPr>
      <w:r w:rsidRPr="004E1CD2">
        <w:t>ID: 1 IV:   14999089 (=     49997us) TIV      49997us</w:t>
      </w:r>
    </w:p>
    <w:p w:rsidR="00932D27" w:rsidRPr="004E1CD2" w:rsidRDefault="00932D27" w:rsidP="003A01E1">
      <w:pPr>
        <w:pStyle w:val="code"/>
      </w:pPr>
      <w:r w:rsidRPr="004E1CD2">
        <w:t>ID: 0 IV:   14999574 (=     49999us) TIV      49999us</w:t>
      </w:r>
    </w:p>
    <w:p w:rsidR="00932D27" w:rsidRPr="004E1CD2" w:rsidRDefault="00932D27" w:rsidP="003A01E1">
      <w:pPr>
        <w:pStyle w:val="code"/>
      </w:pPr>
      <w:r w:rsidRPr="004E1CD2">
        <w:t>RANGE 49888-50016us (128us)</w:t>
      </w:r>
    </w:p>
    <w:p w:rsidR="00932D27" w:rsidRPr="004E1CD2" w:rsidRDefault="00932D27" w:rsidP="003A01E1">
      <w:pPr>
        <w:pStyle w:val="code"/>
      </w:pPr>
      <w:r w:rsidRPr="004E1CD2">
        <w:t>Global timer tests ...</w:t>
      </w:r>
    </w:p>
    <w:p w:rsidR="00932D27" w:rsidRPr="004E1CD2" w:rsidRDefault="00932D27" w:rsidP="003A01E1">
      <w:pPr>
        <w:pStyle w:val="code"/>
      </w:pPr>
      <w:r w:rsidRPr="004E1CD2">
        <w:t>expectedTS 30000000 expectedGT 30000000</w:t>
      </w:r>
    </w:p>
    <w:p w:rsidR="00932D27" w:rsidRPr="004E1CD2" w:rsidRDefault="00932D27" w:rsidP="003A01E1">
      <w:pPr>
        <w:pStyle w:val="code"/>
      </w:pPr>
      <w:r w:rsidRPr="004E1CD2">
        <w:t>gt interval : 30228407 (gtticks) 100761 (us)</w:t>
      </w:r>
    </w:p>
    <w:p w:rsidR="00932D27" w:rsidRPr="004E1CD2" w:rsidRDefault="00932D27" w:rsidP="003A01E1">
      <w:pPr>
        <w:pStyle w:val="code"/>
      </w:pPr>
      <w:r w:rsidRPr="004E1CD2">
        <w:t>gt interval : 30372942 (gtticks) 101242 (us)</w:t>
      </w:r>
    </w:p>
    <w:p w:rsidR="00932D27" w:rsidRPr="004E1CD2" w:rsidRDefault="00932D27" w:rsidP="003A01E1">
      <w:pPr>
        <w:pStyle w:val="code"/>
      </w:pPr>
      <w:r w:rsidRPr="004E1CD2">
        <w:t>gt interval : 30381775 (gtticks) 101272 (us)</w:t>
      </w:r>
    </w:p>
    <w:p w:rsidR="00932D27" w:rsidRPr="004E1CD2" w:rsidRDefault="00932D27" w:rsidP="003A01E1">
      <w:pPr>
        <w:pStyle w:val="code"/>
      </w:pPr>
      <w:r w:rsidRPr="004E1CD2">
        <w:t>gt interval : 30376362 (gtticks) 101254 (us)</w:t>
      </w:r>
    </w:p>
    <w:p w:rsidR="00932D27" w:rsidRPr="004E1CD2" w:rsidRDefault="00932D27" w:rsidP="003A01E1">
      <w:pPr>
        <w:pStyle w:val="code"/>
      </w:pPr>
      <w:r w:rsidRPr="004E1CD2">
        <w:t>gt interval : 30375542 (gtticks) 101251 (us)</w:t>
      </w:r>
    </w:p>
    <w:p w:rsidR="00932D27" w:rsidRPr="004E1CD2" w:rsidRDefault="00932D27" w:rsidP="003A01E1">
      <w:pPr>
        <w:pStyle w:val="code"/>
      </w:pPr>
      <w:r w:rsidRPr="004E1CD2">
        <w:t>gt interval : 30386749 (gtticks) 101289 (us)</w:t>
      </w:r>
    </w:p>
    <w:p w:rsidR="00932D27" w:rsidRPr="004E1CD2" w:rsidRDefault="00932D27" w:rsidP="003A01E1">
      <w:pPr>
        <w:pStyle w:val="code"/>
      </w:pPr>
      <w:r w:rsidRPr="004E1CD2">
        <w:t>gt interval : 30382852 (gtticks) 101275 (us)</w:t>
      </w:r>
    </w:p>
    <w:p w:rsidR="00932D27" w:rsidRPr="004E1CD2" w:rsidRDefault="00932D27" w:rsidP="003A01E1">
      <w:pPr>
        <w:pStyle w:val="code"/>
      </w:pPr>
      <w:r w:rsidRPr="004E1CD2">
        <w:t>gt interval : 30375887 (gtticks) 101252 (us)</w:t>
      </w:r>
    </w:p>
    <w:p w:rsidR="00932D27" w:rsidRPr="004E1CD2" w:rsidRDefault="00932D27" w:rsidP="003A01E1">
      <w:pPr>
        <w:pStyle w:val="code"/>
      </w:pPr>
      <w:r w:rsidRPr="004E1CD2">
        <w:t>gt interval : 30385175 (gtticks) 101284 (us)</w:t>
      </w:r>
    </w:p>
    <w:p w:rsidR="00932D27" w:rsidRPr="004E1CD2" w:rsidRDefault="00932D27" w:rsidP="003A01E1">
      <w:pPr>
        <w:pStyle w:val="code"/>
      </w:pPr>
      <w:r w:rsidRPr="004E1CD2">
        <w:t>gt interval : 30377029 (gtticks) 101256 (us)</w:t>
      </w:r>
    </w:p>
    <w:p w:rsidR="00932D27" w:rsidRPr="004E1CD2" w:rsidRDefault="00932D27" w:rsidP="003A01E1">
      <w:pPr>
        <w:pStyle w:val="code"/>
      </w:pPr>
      <w:r w:rsidRPr="004E1CD2">
        <w:t>RANGE Global Timer 30228407-30386749 ticks (158342 ticks)</w:t>
      </w:r>
    </w:p>
    <w:p w:rsidR="00932D27" w:rsidRPr="004E1CD2" w:rsidRDefault="00932D27" w:rsidP="003A01E1">
      <w:pPr>
        <w:pStyle w:val="code"/>
      </w:pPr>
      <w:r w:rsidRPr="004E1CD2">
        <w:t>RANGE Timestamp 100761-101289 us (528 us)</w:t>
      </w:r>
    </w:p>
    <w:p w:rsidR="00932D27" w:rsidRPr="004E1CD2" w:rsidRDefault="00932D27" w:rsidP="003A01E1">
      <w:pPr>
        <w:pStyle w:val="code"/>
      </w:pPr>
      <w:r w:rsidRPr="004E1CD2">
        <w:t>expectedTS 30000000 expectedGT 15000000</w:t>
      </w:r>
    </w:p>
    <w:p w:rsidR="00932D27" w:rsidRPr="004E1CD2" w:rsidRDefault="00932D27" w:rsidP="003A01E1">
      <w:pPr>
        <w:pStyle w:val="code"/>
      </w:pPr>
      <w:r w:rsidRPr="004E1CD2">
        <w:t>gt interval : 15106340 (gtticks) 100709 (us)</w:t>
      </w:r>
    </w:p>
    <w:p w:rsidR="00932D27" w:rsidRPr="004E1CD2" w:rsidRDefault="00932D27" w:rsidP="003A01E1">
      <w:pPr>
        <w:pStyle w:val="code"/>
      </w:pPr>
      <w:r w:rsidRPr="004E1CD2">
        <w:t>gt interval : 15192460 (gtticks) 101282 (us)</w:t>
      </w:r>
    </w:p>
    <w:p w:rsidR="00932D27" w:rsidRPr="004E1CD2" w:rsidRDefault="00932D27" w:rsidP="003A01E1">
      <w:pPr>
        <w:pStyle w:val="code"/>
      </w:pPr>
      <w:r w:rsidRPr="004E1CD2">
        <w:t>gt interval : 15190009 (gtticks) 101266 (us)</w:t>
      </w:r>
    </w:p>
    <w:p w:rsidR="00932D27" w:rsidRPr="004E1CD2" w:rsidRDefault="00932D27" w:rsidP="003A01E1">
      <w:pPr>
        <w:pStyle w:val="code"/>
      </w:pPr>
      <w:r w:rsidRPr="004E1CD2">
        <w:t>gt interval : 15188232 (gtticks) 101254 (us)</w:t>
      </w:r>
    </w:p>
    <w:p w:rsidR="00932D27" w:rsidRPr="004E1CD2" w:rsidRDefault="00932D27" w:rsidP="003A01E1">
      <w:pPr>
        <w:pStyle w:val="code"/>
      </w:pPr>
      <w:r w:rsidRPr="004E1CD2">
        <w:t>gt interval : 15191574 (gtticks) 101277 (us)</w:t>
      </w:r>
    </w:p>
    <w:p w:rsidR="00932D27" w:rsidRPr="004E1CD2" w:rsidRDefault="00932D27" w:rsidP="003A01E1">
      <w:pPr>
        <w:pStyle w:val="code"/>
      </w:pPr>
      <w:r w:rsidRPr="004E1CD2">
        <w:t>gt interval : 15188852 (gtticks) 101259 (us)</w:t>
      </w:r>
    </w:p>
    <w:p w:rsidR="00932D27" w:rsidRPr="004E1CD2" w:rsidRDefault="00932D27" w:rsidP="003A01E1">
      <w:pPr>
        <w:pStyle w:val="code"/>
      </w:pPr>
      <w:r w:rsidRPr="004E1CD2">
        <w:t>gt interval : 15192130 (gtticks) 101280 (us)</w:t>
      </w:r>
    </w:p>
    <w:p w:rsidR="00932D27" w:rsidRPr="004E1CD2" w:rsidRDefault="00932D27" w:rsidP="003A01E1">
      <w:pPr>
        <w:pStyle w:val="code"/>
      </w:pPr>
      <w:r w:rsidRPr="004E1CD2">
        <w:t>gt interval : 15186913 (gtticks) 101246 (us)</w:t>
      </w:r>
    </w:p>
    <w:p w:rsidR="00932D27" w:rsidRPr="004E1CD2" w:rsidRDefault="00932D27" w:rsidP="003A01E1">
      <w:pPr>
        <w:pStyle w:val="code"/>
      </w:pPr>
      <w:r w:rsidRPr="004E1CD2">
        <w:t>gt interval : 15193392 (gtticks) 101289 (us)</w:t>
      </w:r>
    </w:p>
    <w:p w:rsidR="00932D27" w:rsidRPr="004E1CD2" w:rsidRDefault="00932D27" w:rsidP="003A01E1">
      <w:pPr>
        <w:pStyle w:val="code"/>
      </w:pPr>
      <w:r w:rsidRPr="004E1CD2">
        <w:t>gt interval : 15187784 (gtticks) 101251 (us)</w:t>
      </w:r>
    </w:p>
    <w:p w:rsidR="00932D27" w:rsidRPr="004E1CD2" w:rsidRDefault="00932D27" w:rsidP="003A01E1">
      <w:pPr>
        <w:pStyle w:val="code"/>
      </w:pPr>
      <w:r w:rsidRPr="004E1CD2">
        <w:t>RANGE Global Timer 15106340-15193392 ticks (87052 ticks)</w:t>
      </w:r>
    </w:p>
    <w:p w:rsidR="00932D27" w:rsidRPr="004E1CD2" w:rsidRDefault="00932D27" w:rsidP="003A01E1">
      <w:pPr>
        <w:pStyle w:val="code"/>
      </w:pPr>
      <w:r w:rsidRPr="004E1CD2">
        <w:lastRenderedPageBreak/>
        <w:t>RANGE Timestamp 50354-50644 us (290 us)</w:t>
      </w:r>
    </w:p>
    <w:p w:rsidR="00932D27" w:rsidRPr="004E1CD2" w:rsidRDefault="00932D27" w:rsidP="003A01E1">
      <w:pPr>
        <w:pStyle w:val="code"/>
      </w:pPr>
      <w:r w:rsidRPr="004E1CD2">
        <w:t>expectedTS 30000000 expectedGT 10000000</w:t>
      </w:r>
    </w:p>
    <w:p w:rsidR="00932D27" w:rsidRPr="004E1CD2" w:rsidRDefault="00932D27" w:rsidP="003A01E1">
      <w:pPr>
        <w:pStyle w:val="code"/>
      </w:pPr>
      <w:r w:rsidRPr="004E1CD2">
        <w:t>gt interval : 10057592 (gtticks) 100576 (us)</w:t>
      </w:r>
    </w:p>
    <w:p w:rsidR="00932D27" w:rsidRPr="004E1CD2" w:rsidRDefault="00932D27" w:rsidP="003A01E1">
      <w:pPr>
        <w:pStyle w:val="code"/>
      </w:pPr>
      <w:r w:rsidRPr="004E1CD2">
        <w:t>gt interval : 10128789 (gtticks) 101287 (us)</w:t>
      </w:r>
    </w:p>
    <w:p w:rsidR="00932D27" w:rsidRPr="004E1CD2" w:rsidRDefault="00932D27" w:rsidP="003A01E1">
      <w:pPr>
        <w:pStyle w:val="code"/>
      </w:pPr>
      <w:r w:rsidRPr="004E1CD2">
        <w:t>gt interval : 10126793 (gtticks) 101267 (us)</w:t>
      </w:r>
    </w:p>
    <w:p w:rsidR="00932D27" w:rsidRPr="004E1CD2" w:rsidRDefault="00932D27" w:rsidP="003A01E1">
      <w:pPr>
        <w:pStyle w:val="code"/>
      </w:pPr>
      <w:r w:rsidRPr="004E1CD2">
        <w:t>gt interval : 10125401 (gtticks) 101254 (us)</w:t>
      </w:r>
    </w:p>
    <w:p w:rsidR="00932D27" w:rsidRPr="004E1CD2" w:rsidRDefault="00932D27" w:rsidP="003A01E1">
      <w:pPr>
        <w:pStyle w:val="code"/>
      </w:pPr>
      <w:r w:rsidRPr="004E1CD2">
        <w:t>gt interval : 10128074 (gtticks) 101280 (us)</w:t>
      </w:r>
    </w:p>
    <w:p w:rsidR="00932D27" w:rsidRPr="004E1CD2" w:rsidRDefault="00932D27" w:rsidP="003A01E1">
      <w:pPr>
        <w:pStyle w:val="code"/>
      </w:pPr>
      <w:r w:rsidRPr="004E1CD2">
        <w:t>gt interval : 10125630 (gtticks) 101256 (us)</w:t>
      </w:r>
    </w:p>
    <w:p w:rsidR="00932D27" w:rsidRPr="004E1CD2" w:rsidRDefault="00932D27" w:rsidP="003A01E1">
      <w:pPr>
        <w:pStyle w:val="code"/>
      </w:pPr>
      <w:r w:rsidRPr="004E1CD2">
        <w:t>gt interval : 10127999 (gtticks) 101279 (us)</w:t>
      </w:r>
    </w:p>
    <w:p w:rsidR="00932D27" w:rsidRPr="004E1CD2" w:rsidRDefault="00932D27" w:rsidP="003A01E1">
      <w:pPr>
        <w:pStyle w:val="code"/>
      </w:pPr>
      <w:r w:rsidRPr="004E1CD2">
        <w:t>gt interval : 10127785 (gtticks) 101277 (us)</w:t>
      </w:r>
    </w:p>
    <w:p w:rsidR="00932D27" w:rsidRPr="004E1CD2" w:rsidRDefault="00932D27" w:rsidP="003A01E1">
      <w:pPr>
        <w:pStyle w:val="code"/>
      </w:pPr>
      <w:r w:rsidRPr="004E1CD2">
        <w:t>gt interval : 10125740 (gtticks) 101257 (us)</w:t>
      </w:r>
    </w:p>
    <w:p w:rsidR="00932D27" w:rsidRPr="004E1CD2" w:rsidRDefault="00932D27" w:rsidP="003A01E1">
      <w:pPr>
        <w:pStyle w:val="code"/>
      </w:pPr>
      <w:r w:rsidRPr="004E1CD2">
        <w:t>gt interval : 10128182 (gtticks) 101281 (us)</w:t>
      </w:r>
    </w:p>
    <w:p w:rsidR="00932D27" w:rsidRPr="004E1CD2" w:rsidRDefault="00932D27" w:rsidP="003A01E1">
      <w:pPr>
        <w:pStyle w:val="code"/>
      </w:pPr>
      <w:r w:rsidRPr="004E1CD2">
        <w:t>RANGE Global Timer 10057592-10128789 ticks (71197 ticks)</w:t>
      </w:r>
    </w:p>
    <w:p w:rsidR="00932D27" w:rsidRPr="004E1CD2" w:rsidRDefault="00932D27" w:rsidP="003A01E1">
      <w:pPr>
        <w:pStyle w:val="code"/>
      </w:pPr>
      <w:r w:rsidRPr="004E1CD2">
        <w:t>RANGE Timestamp 33525-33762 us (237 us)</w:t>
      </w:r>
    </w:p>
    <w:p w:rsidR="00932D27" w:rsidRPr="004E1CD2" w:rsidRDefault="00932D27" w:rsidP="003A01E1">
      <w:pPr>
        <w:pStyle w:val="code"/>
      </w:pPr>
      <w:r w:rsidRPr="004E1CD2">
        <w:t>expectedTS 30000000 expectedGT 7500000</w:t>
      </w:r>
    </w:p>
    <w:p w:rsidR="00932D27" w:rsidRPr="004E1CD2" w:rsidRDefault="00932D27" w:rsidP="003A01E1">
      <w:pPr>
        <w:pStyle w:val="code"/>
      </w:pPr>
      <w:r w:rsidRPr="004E1CD2">
        <w:t>gt interval : 7543604 (gtticks) 100581 (us)</w:t>
      </w:r>
    </w:p>
    <w:p w:rsidR="00932D27" w:rsidRPr="004E1CD2" w:rsidRDefault="00932D27" w:rsidP="003A01E1">
      <w:pPr>
        <w:pStyle w:val="code"/>
      </w:pPr>
      <w:r w:rsidRPr="004E1CD2">
        <w:t>gt interval : 7593498 (gtticks) 101246 (us)</w:t>
      </w:r>
    </w:p>
    <w:p w:rsidR="00932D27" w:rsidRPr="004E1CD2" w:rsidRDefault="00932D27" w:rsidP="003A01E1">
      <w:pPr>
        <w:pStyle w:val="code"/>
      </w:pPr>
      <w:r w:rsidRPr="004E1CD2">
        <w:t>gt interval : 7595280 (gtticks) 101270 (us)</w:t>
      </w:r>
    </w:p>
    <w:p w:rsidR="00932D27" w:rsidRPr="004E1CD2" w:rsidRDefault="00932D27" w:rsidP="003A01E1">
      <w:pPr>
        <w:pStyle w:val="code"/>
      </w:pPr>
      <w:r w:rsidRPr="004E1CD2">
        <w:t>gt interval : 7595938 (gtticks) 101279 (us)</w:t>
      </w:r>
    </w:p>
    <w:p w:rsidR="00932D27" w:rsidRPr="004E1CD2" w:rsidRDefault="00932D27" w:rsidP="003A01E1">
      <w:pPr>
        <w:pStyle w:val="code"/>
      </w:pPr>
      <w:r w:rsidRPr="004E1CD2">
        <w:t>gt interval : 7594277 (gtticks) 101256 (us)</w:t>
      </w:r>
    </w:p>
    <w:p w:rsidR="00932D27" w:rsidRPr="004E1CD2" w:rsidRDefault="00932D27" w:rsidP="003A01E1">
      <w:pPr>
        <w:pStyle w:val="code"/>
      </w:pPr>
      <w:r w:rsidRPr="004E1CD2">
        <w:t>gt interval : 7593752 (gtticks) 101250 (us)</w:t>
      </w:r>
    </w:p>
    <w:p w:rsidR="00932D27" w:rsidRPr="004E1CD2" w:rsidRDefault="00932D27" w:rsidP="003A01E1">
      <w:pPr>
        <w:pStyle w:val="code"/>
      </w:pPr>
      <w:r w:rsidRPr="004E1CD2">
        <w:t>gt interval : 7596012 (gtticks) 101280 (us)</w:t>
      </w:r>
    </w:p>
    <w:p w:rsidR="00932D27" w:rsidRPr="004E1CD2" w:rsidRDefault="00932D27" w:rsidP="003A01E1">
      <w:pPr>
        <w:pStyle w:val="code"/>
      </w:pPr>
      <w:r w:rsidRPr="004E1CD2">
        <w:t>gt interval : 7594584 (gtticks) 101261 (us)</w:t>
      </w:r>
    </w:p>
    <w:p w:rsidR="00932D27" w:rsidRPr="004E1CD2" w:rsidRDefault="00932D27" w:rsidP="003A01E1">
      <w:pPr>
        <w:pStyle w:val="code"/>
      </w:pPr>
      <w:r w:rsidRPr="004E1CD2">
        <w:t>gt interval : 7597920 (gtticks) 101305 (us)</w:t>
      </w:r>
    </w:p>
    <w:p w:rsidR="00932D27" w:rsidRPr="004E1CD2" w:rsidRDefault="00932D27" w:rsidP="003A01E1">
      <w:pPr>
        <w:pStyle w:val="code"/>
      </w:pPr>
      <w:r w:rsidRPr="004E1CD2">
        <w:t>gt interval : 7594200 (gtticks) 101256 (us)</w:t>
      </w:r>
    </w:p>
    <w:p w:rsidR="00932D27" w:rsidRPr="004E1CD2" w:rsidRDefault="00932D27" w:rsidP="003A01E1">
      <w:pPr>
        <w:pStyle w:val="code"/>
      </w:pPr>
      <w:r w:rsidRPr="004E1CD2">
        <w:t>RANGE Global Timer 7543604-7597920 ticks (54316 ticks)</w:t>
      </w:r>
    </w:p>
    <w:p w:rsidR="00932D27" w:rsidRPr="004E1CD2" w:rsidRDefault="00932D27" w:rsidP="003A01E1">
      <w:pPr>
        <w:pStyle w:val="code"/>
      </w:pPr>
      <w:r w:rsidRPr="004E1CD2">
        <w:t>RANGE Timestamp 25145-25326 us (181 us)</w:t>
      </w:r>
    </w:p>
    <w:p w:rsidR="00932D27" w:rsidRPr="004E1CD2" w:rsidRDefault="00932D27" w:rsidP="003A01E1">
      <w:pPr>
        <w:pStyle w:val="code"/>
      </w:pPr>
      <w:r w:rsidRPr="004E1CD2">
        <w:t>expectedTS 30000000 expectedGT 6000000</w:t>
      </w:r>
    </w:p>
    <w:p w:rsidR="00932D27" w:rsidRPr="004E1CD2" w:rsidRDefault="00932D27" w:rsidP="003A01E1">
      <w:pPr>
        <w:pStyle w:val="code"/>
      </w:pPr>
      <w:r w:rsidRPr="004E1CD2">
        <w:t>gt interval : 6036231 (gtticks) 100604 (us)</w:t>
      </w:r>
    </w:p>
    <w:p w:rsidR="00932D27" w:rsidRPr="004E1CD2" w:rsidRDefault="00932D27" w:rsidP="003A01E1">
      <w:pPr>
        <w:pStyle w:val="code"/>
      </w:pPr>
      <w:r w:rsidRPr="004E1CD2">
        <w:t>gt interval : 6075396 (gtticks) 101256 (us)</w:t>
      </w:r>
    </w:p>
    <w:p w:rsidR="00932D27" w:rsidRPr="004E1CD2" w:rsidRDefault="00932D27" w:rsidP="003A01E1">
      <w:pPr>
        <w:pStyle w:val="code"/>
      </w:pPr>
      <w:r w:rsidRPr="004E1CD2">
        <w:t>gt interval : 6076957 (gtticks) 101282 (us)</w:t>
      </w:r>
    </w:p>
    <w:p w:rsidR="00932D27" w:rsidRPr="004E1CD2" w:rsidRDefault="00932D27" w:rsidP="003A01E1">
      <w:pPr>
        <w:pStyle w:val="code"/>
      </w:pPr>
      <w:r w:rsidRPr="004E1CD2">
        <w:t>gt interval : 6076274 (gtticks) 101271 (us)</w:t>
      </w:r>
    </w:p>
    <w:p w:rsidR="00932D27" w:rsidRPr="004E1CD2" w:rsidRDefault="00932D27" w:rsidP="003A01E1">
      <w:pPr>
        <w:pStyle w:val="code"/>
      </w:pPr>
      <w:r w:rsidRPr="004E1CD2">
        <w:t>gt interval : 6075226 (gtticks) 101253 (us)</w:t>
      </w:r>
    </w:p>
    <w:p w:rsidR="00932D27" w:rsidRPr="004E1CD2" w:rsidRDefault="00932D27" w:rsidP="003A01E1">
      <w:pPr>
        <w:pStyle w:val="code"/>
      </w:pPr>
      <w:r w:rsidRPr="004E1CD2">
        <w:t>gt interval : 6076811 (gtticks) 101280 (us)</w:t>
      </w:r>
    </w:p>
    <w:p w:rsidR="00932D27" w:rsidRPr="004E1CD2" w:rsidRDefault="00932D27" w:rsidP="003A01E1">
      <w:pPr>
        <w:pStyle w:val="code"/>
      </w:pPr>
      <w:r w:rsidRPr="004E1CD2">
        <w:t>gt interval : 6075534 (gtticks) 101259 (us)</w:t>
      </w:r>
    </w:p>
    <w:p w:rsidR="00932D27" w:rsidRPr="004E1CD2" w:rsidRDefault="00932D27" w:rsidP="003A01E1">
      <w:pPr>
        <w:pStyle w:val="code"/>
      </w:pPr>
      <w:r w:rsidRPr="004E1CD2">
        <w:t>gt interval : 6075050 (gtticks) 101250 (us)</w:t>
      </w:r>
    </w:p>
    <w:p w:rsidR="00932D27" w:rsidRPr="004E1CD2" w:rsidRDefault="00932D27" w:rsidP="003A01E1">
      <w:pPr>
        <w:pStyle w:val="code"/>
      </w:pPr>
      <w:r w:rsidRPr="004E1CD2">
        <w:t>gt interval : 6076583 (gtticks) 101276 (us)</w:t>
      </w:r>
    </w:p>
    <w:p w:rsidR="00932D27" w:rsidRPr="004E1CD2" w:rsidRDefault="00932D27" w:rsidP="003A01E1">
      <w:pPr>
        <w:pStyle w:val="code"/>
      </w:pPr>
      <w:r w:rsidRPr="004E1CD2">
        <w:t>gt interval : 6077031 (gtticks) 101283 (us)</w:t>
      </w:r>
    </w:p>
    <w:p w:rsidR="00932D27" w:rsidRPr="004E1CD2" w:rsidRDefault="00932D27" w:rsidP="003A01E1">
      <w:pPr>
        <w:pStyle w:val="code"/>
      </w:pPr>
      <w:r w:rsidRPr="004E1CD2">
        <w:t>RANGE Global Timer 6036231-6077031 ticks (40800 ticks)</w:t>
      </w:r>
    </w:p>
    <w:p w:rsidR="00932D27" w:rsidRPr="004E1CD2" w:rsidRDefault="00932D27" w:rsidP="003A01E1">
      <w:pPr>
        <w:pStyle w:val="code"/>
      </w:pPr>
      <w:r w:rsidRPr="004E1CD2">
        <w:t>RANGE Timestamp 20120-20256 us (136 us)</w:t>
      </w:r>
    </w:p>
    <w:p w:rsidR="00932D27" w:rsidRPr="004E1CD2" w:rsidRDefault="00932D27" w:rsidP="003A01E1">
      <w:pPr>
        <w:pStyle w:val="code"/>
      </w:pPr>
      <w:r w:rsidRPr="004E1CD2">
        <w:t>expectedTS 30000000 expectedGT 5000000</w:t>
      </w:r>
    </w:p>
    <w:p w:rsidR="00932D27" w:rsidRPr="004E1CD2" w:rsidRDefault="00932D27" w:rsidP="003A01E1">
      <w:pPr>
        <w:pStyle w:val="code"/>
      </w:pPr>
      <w:r w:rsidRPr="004E1CD2">
        <w:t>gt interval : 5044821 (gtticks) 100896 (us)</w:t>
      </w:r>
    </w:p>
    <w:p w:rsidR="00932D27" w:rsidRPr="004E1CD2" w:rsidRDefault="00932D27" w:rsidP="003A01E1">
      <w:pPr>
        <w:pStyle w:val="code"/>
      </w:pPr>
      <w:r w:rsidRPr="004E1CD2">
        <w:t>gt interval : 5064262 (gtticks) 101284 (us)</w:t>
      </w:r>
    </w:p>
    <w:p w:rsidR="00932D27" w:rsidRPr="004E1CD2" w:rsidRDefault="00932D27" w:rsidP="003A01E1">
      <w:pPr>
        <w:pStyle w:val="code"/>
      </w:pPr>
      <w:r w:rsidRPr="004E1CD2">
        <w:t>gt interval : 5061864 (gtticks) 101237 (us)</w:t>
      </w:r>
    </w:p>
    <w:p w:rsidR="00932D27" w:rsidRPr="004E1CD2" w:rsidRDefault="00932D27" w:rsidP="003A01E1">
      <w:pPr>
        <w:pStyle w:val="code"/>
      </w:pPr>
      <w:r w:rsidRPr="004E1CD2">
        <w:t>gt interval : 5062825 (gtticks) 101256 (us)</w:t>
      </w:r>
    </w:p>
    <w:p w:rsidR="00932D27" w:rsidRPr="004E1CD2" w:rsidRDefault="00932D27" w:rsidP="003A01E1">
      <w:pPr>
        <w:pStyle w:val="code"/>
      </w:pPr>
      <w:r w:rsidRPr="004E1CD2">
        <w:t>gt interval : 5064596 (gtticks) 101291 (us)</w:t>
      </w:r>
    </w:p>
    <w:p w:rsidR="00932D27" w:rsidRPr="004E1CD2" w:rsidRDefault="00932D27" w:rsidP="003A01E1">
      <w:pPr>
        <w:pStyle w:val="code"/>
      </w:pPr>
      <w:r w:rsidRPr="004E1CD2">
        <w:lastRenderedPageBreak/>
        <w:t>gt interval : 5063617 (gtticks) 101272 (us)</w:t>
      </w:r>
    </w:p>
    <w:p w:rsidR="00932D27" w:rsidRPr="004E1CD2" w:rsidRDefault="00932D27" w:rsidP="003A01E1">
      <w:pPr>
        <w:pStyle w:val="code"/>
      </w:pPr>
      <w:r w:rsidRPr="004E1CD2">
        <w:t>gt interval : 5063117 (gtticks) 101262 (us)</w:t>
      </w:r>
    </w:p>
    <w:p w:rsidR="00932D27" w:rsidRPr="004E1CD2" w:rsidRDefault="00932D27" w:rsidP="003A01E1">
      <w:pPr>
        <w:pStyle w:val="code"/>
      </w:pPr>
      <w:r w:rsidRPr="004E1CD2">
        <w:t>gt interval : 5063548 (gtticks) 101270 (us)</w:t>
      </w:r>
    </w:p>
    <w:p w:rsidR="00932D27" w:rsidRPr="004E1CD2" w:rsidRDefault="00932D27" w:rsidP="003A01E1">
      <w:pPr>
        <w:pStyle w:val="code"/>
      </w:pPr>
      <w:r w:rsidRPr="004E1CD2">
        <w:t>gt interval : 5062627 (gtticks) 101252 (us)</w:t>
      </w:r>
    </w:p>
    <w:p w:rsidR="00932D27" w:rsidRPr="004E1CD2" w:rsidRDefault="00932D27" w:rsidP="003A01E1">
      <w:pPr>
        <w:pStyle w:val="code"/>
      </w:pPr>
      <w:r w:rsidRPr="004E1CD2">
        <w:t>gt interval : 5065918 (gtticks) 101318 (us)</w:t>
      </w:r>
    </w:p>
    <w:p w:rsidR="00932D27" w:rsidRPr="004E1CD2" w:rsidRDefault="00932D27" w:rsidP="003A01E1">
      <w:pPr>
        <w:pStyle w:val="code"/>
      </w:pPr>
      <w:r w:rsidRPr="004E1CD2">
        <w:t>RANGE Global Timer 5044821-5065918 ticks (21097 ticks)</w:t>
      </w:r>
    </w:p>
    <w:p w:rsidR="00932D27" w:rsidRPr="004E1CD2" w:rsidRDefault="00932D27" w:rsidP="003A01E1">
      <w:pPr>
        <w:pStyle w:val="code"/>
      </w:pPr>
      <w:r w:rsidRPr="004E1CD2">
        <w:t>RANGE Timestamp 16816-16886 us (70 us)</w:t>
      </w:r>
    </w:p>
    <w:p w:rsidR="00932D27" w:rsidRPr="004E1CD2" w:rsidRDefault="00932D27" w:rsidP="003A01E1">
      <w:pPr>
        <w:pStyle w:val="code"/>
      </w:pPr>
      <w:r w:rsidRPr="004E1CD2">
        <w:t>expectedTS 30000000 expectedGT 4285714</w:t>
      </w:r>
    </w:p>
    <w:p w:rsidR="00932D27" w:rsidRPr="004E1CD2" w:rsidRDefault="00932D27" w:rsidP="003A01E1">
      <w:pPr>
        <w:pStyle w:val="code"/>
      </w:pPr>
      <w:r w:rsidRPr="004E1CD2">
        <w:t>gt interval : 4324117 (gtticks) 100895 (us)</w:t>
      </w:r>
    </w:p>
    <w:p w:rsidR="00932D27" w:rsidRPr="004E1CD2" w:rsidRDefault="00932D27" w:rsidP="003A01E1">
      <w:pPr>
        <w:pStyle w:val="code"/>
      </w:pPr>
      <w:r w:rsidRPr="004E1CD2">
        <w:t>gt interval : 4340472 (gtticks) 101277 (us)</w:t>
      </w:r>
    </w:p>
    <w:p w:rsidR="00932D27" w:rsidRPr="004E1CD2" w:rsidRDefault="00932D27" w:rsidP="003A01E1">
      <w:pPr>
        <w:pStyle w:val="code"/>
      </w:pPr>
      <w:r w:rsidRPr="004E1CD2">
        <w:t>gt interval : 4338860 (gtticks) 101240 (us)</w:t>
      </w:r>
    </w:p>
    <w:p w:rsidR="00932D27" w:rsidRPr="004E1CD2" w:rsidRDefault="00932D27" w:rsidP="003A01E1">
      <w:pPr>
        <w:pStyle w:val="code"/>
      </w:pPr>
      <w:r w:rsidRPr="004E1CD2">
        <w:t>gt interval : 4340713 (gtticks) 101283 (us)</w:t>
      </w:r>
    </w:p>
    <w:p w:rsidR="00932D27" w:rsidRPr="004E1CD2" w:rsidRDefault="00932D27" w:rsidP="003A01E1">
      <w:pPr>
        <w:pStyle w:val="code"/>
      </w:pPr>
      <w:r w:rsidRPr="004E1CD2">
        <w:t>gt interval : 4339406 (gtticks) 101252 (us)</w:t>
      </w:r>
    </w:p>
    <w:p w:rsidR="00932D27" w:rsidRPr="004E1CD2" w:rsidRDefault="00932D27" w:rsidP="003A01E1">
      <w:pPr>
        <w:pStyle w:val="code"/>
      </w:pPr>
      <w:r w:rsidRPr="004E1CD2">
        <w:t>gt interval : 4340642 (gtticks) 101281 (us)</w:t>
      </w:r>
    </w:p>
    <w:p w:rsidR="00932D27" w:rsidRPr="004E1CD2" w:rsidRDefault="00932D27" w:rsidP="003A01E1">
      <w:pPr>
        <w:pStyle w:val="code"/>
      </w:pPr>
      <w:r w:rsidRPr="004E1CD2">
        <w:t>gt interval : 4340630 (gtticks) 101281 (us)</w:t>
      </w:r>
    </w:p>
    <w:p w:rsidR="00932D27" w:rsidRPr="004E1CD2" w:rsidRDefault="00932D27" w:rsidP="003A01E1">
      <w:pPr>
        <w:pStyle w:val="code"/>
      </w:pPr>
      <w:r w:rsidRPr="004E1CD2">
        <w:t>gt interval : 4339342 (gtticks) 101251 (us)</w:t>
      </w:r>
    </w:p>
    <w:p w:rsidR="00932D27" w:rsidRPr="004E1CD2" w:rsidRDefault="00932D27" w:rsidP="003A01E1">
      <w:pPr>
        <w:pStyle w:val="code"/>
      </w:pPr>
      <w:r w:rsidRPr="004E1CD2">
        <w:t>gt interval : 4340763 (gtticks) 101284 (us)</w:t>
      </w:r>
    </w:p>
    <w:p w:rsidR="00932D27" w:rsidRPr="004E1CD2" w:rsidRDefault="00932D27" w:rsidP="003A01E1">
      <w:pPr>
        <w:pStyle w:val="code"/>
      </w:pPr>
      <w:r w:rsidRPr="004E1CD2">
        <w:t>gt interval : 4339434 (gtticks) 101253 (us)</w:t>
      </w:r>
    </w:p>
    <w:p w:rsidR="00932D27" w:rsidRPr="004E1CD2" w:rsidRDefault="00932D27" w:rsidP="003A01E1">
      <w:pPr>
        <w:pStyle w:val="code"/>
      </w:pPr>
      <w:r w:rsidRPr="004E1CD2">
        <w:t>RANGE Global Timer 4324117-4340763 ticks (16646 ticks)</w:t>
      </w:r>
    </w:p>
    <w:p w:rsidR="00932D27" w:rsidRPr="004E1CD2" w:rsidRDefault="00932D27" w:rsidP="003A01E1">
      <w:pPr>
        <w:pStyle w:val="code"/>
      </w:pPr>
      <w:r w:rsidRPr="004E1CD2">
        <w:t>RANGE Timestamp 14413-14469 us (56 us)</w:t>
      </w:r>
    </w:p>
    <w:p w:rsidR="00932D27" w:rsidRPr="004E1CD2" w:rsidRDefault="00932D27" w:rsidP="003A01E1">
      <w:pPr>
        <w:pStyle w:val="code"/>
      </w:pPr>
      <w:r w:rsidRPr="004E1CD2">
        <w:t>expectedTS 30000000 expectedGT 3750000</w:t>
      </w:r>
    </w:p>
    <w:p w:rsidR="00932D27" w:rsidRPr="004E1CD2" w:rsidRDefault="00932D27" w:rsidP="003A01E1">
      <w:pPr>
        <w:pStyle w:val="code"/>
      </w:pPr>
      <w:r w:rsidRPr="004E1CD2">
        <w:t>gt interval : 3775856 (gtticks) 100689 (us)</w:t>
      </w:r>
    </w:p>
    <w:p w:rsidR="00932D27" w:rsidRPr="004E1CD2" w:rsidRDefault="00932D27" w:rsidP="003A01E1">
      <w:pPr>
        <w:pStyle w:val="code"/>
      </w:pPr>
      <w:r w:rsidRPr="004E1CD2">
        <w:t>gt interval : 3797946 (gtticks) 101278 (us)</w:t>
      </w:r>
    </w:p>
    <w:p w:rsidR="00932D27" w:rsidRPr="004E1CD2" w:rsidRDefault="00932D27" w:rsidP="003A01E1">
      <w:pPr>
        <w:pStyle w:val="code"/>
      </w:pPr>
      <w:r w:rsidRPr="004E1CD2">
        <w:t>gt interval : 3796678 (gtticks) 101244 (us)</w:t>
      </w:r>
    </w:p>
    <w:p w:rsidR="00932D27" w:rsidRPr="004E1CD2" w:rsidRDefault="00932D27" w:rsidP="003A01E1">
      <w:pPr>
        <w:pStyle w:val="code"/>
      </w:pPr>
      <w:r w:rsidRPr="004E1CD2">
        <w:t>gt interval : 3797908 (gtticks) 101277 (us)</w:t>
      </w:r>
    </w:p>
    <w:p w:rsidR="00932D27" w:rsidRPr="004E1CD2" w:rsidRDefault="00932D27" w:rsidP="003A01E1">
      <w:pPr>
        <w:pStyle w:val="code"/>
      </w:pPr>
      <w:r w:rsidRPr="004E1CD2">
        <w:t>gt interval : 3796905 (gtticks) 101250 (us)</w:t>
      </w:r>
    </w:p>
    <w:p w:rsidR="00932D27" w:rsidRPr="004E1CD2" w:rsidRDefault="00932D27" w:rsidP="003A01E1">
      <w:pPr>
        <w:pStyle w:val="code"/>
      </w:pPr>
      <w:r w:rsidRPr="004E1CD2">
        <w:t>gt interval : 3798076 (gtticks) 101282 (us)</w:t>
      </w:r>
    </w:p>
    <w:p w:rsidR="00932D27" w:rsidRPr="004E1CD2" w:rsidRDefault="00932D27" w:rsidP="003A01E1">
      <w:pPr>
        <w:pStyle w:val="code"/>
      </w:pPr>
      <w:r w:rsidRPr="004E1CD2">
        <w:t>gt interval : 3798515 (gtticks) 101293 (us)</w:t>
      </w:r>
    </w:p>
    <w:p w:rsidR="00932D27" w:rsidRPr="004E1CD2" w:rsidRDefault="00932D27" w:rsidP="003A01E1">
      <w:pPr>
        <w:pStyle w:val="code"/>
      </w:pPr>
      <w:r w:rsidRPr="004E1CD2">
        <w:t>gt interval : 3796527 (gtticks) 101240 (us)</w:t>
      </w:r>
    </w:p>
    <w:p w:rsidR="00932D27" w:rsidRPr="004E1CD2" w:rsidRDefault="00932D27" w:rsidP="003A01E1">
      <w:pPr>
        <w:pStyle w:val="code"/>
      </w:pPr>
      <w:r w:rsidRPr="004E1CD2">
        <w:t>gt interval : 3798662 (gtticks) 101297 (us)</w:t>
      </w:r>
    </w:p>
    <w:p w:rsidR="00932D27" w:rsidRPr="004E1CD2" w:rsidRDefault="00932D27" w:rsidP="003A01E1">
      <w:pPr>
        <w:pStyle w:val="code"/>
      </w:pPr>
      <w:r w:rsidRPr="004E1CD2">
        <w:t>gt interval : 3796539 (gtticks) 101240 (us)</w:t>
      </w:r>
    </w:p>
    <w:p w:rsidR="00932D27" w:rsidRPr="004E1CD2" w:rsidRDefault="00932D27" w:rsidP="003A01E1">
      <w:pPr>
        <w:pStyle w:val="code"/>
      </w:pPr>
      <w:r w:rsidRPr="004E1CD2">
        <w:t>RANGE Global Timer 3775856-3798662 ticks (22806 ticks)</w:t>
      </w:r>
    </w:p>
    <w:p w:rsidR="00932D27" w:rsidRPr="004E1CD2" w:rsidRDefault="00932D27" w:rsidP="003A01E1">
      <w:pPr>
        <w:pStyle w:val="code"/>
      </w:pPr>
      <w:r w:rsidRPr="004E1CD2">
        <w:t>RANGE Timestamp 12586-12662 us (76 us)</w:t>
      </w:r>
    </w:p>
    <w:p w:rsidR="00932D27" w:rsidRPr="004E1CD2" w:rsidRDefault="00932D27" w:rsidP="003A01E1">
      <w:pPr>
        <w:pStyle w:val="code"/>
      </w:pPr>
      <w:r w:rsidRPr="004E1CD2">
        <w:t>expectedTS 30000000 expectedGT 3333333</w:t>
      </w:r>
    </w:p>
    <w:p w:rsidR="00932D27" w:rsidRPr="004E1CD2" w:rsidRDefault="00932D27" w:rsidP="003A01E1">
      <w:pPr>
        <w:pStyle w:val="code"/>
      </w:pPr>
      <w:r w:rsidRPr="004E1CD2">
        <w:t>gt interval : 3356881 (gtticks) 100706 (us)</w:t>
      </w:r>
    </w:p>
    <w:p w:rsidR="00932D27" w:rsidRPr="004E1CD2" w:rsidRDefault="00932D27" w:rsidP="003A01E1">
      <w:pPr>
        <w:pStyle w:val="code"/>
      </w:pPr>
      <w:r w:rsidRPr="004E1CD2">
        <w:t>gt interval : 3376083 (gtticks) 101281 (us)</w:t>
      </w:r>
    </w:p>
    <w:p w:rsidR="00932D27" w:rsidRPr="004E1CD2" w:rsidRDefault="00932D27" w:rsidP="003A01E1">
      <w:pPr>
        <w:pStyle w:val="code"/>
      </w:pPr>
      <w:r w:rsidRPr="004E1CD2">
        <w:t>gt interval : 3375910 (gtticks) 101277 (us)</w:t>
      </w:r>
    </w:p>
    <w:p w:rsidR="00932D27" w:rsidRPr="004E1CD2" w:rsidRDefault="00932D27" w:rsidP="003A01E1">
      <w:pPr>
        <w:pStyle w:val="code"/>
      </w:pPr>
      <w:r w:rsidRPr="004E1CD2">
        <w:t>gt interval : 3375026 (gtticks) 101250 (us)</w:t>
      </w:r>
    </w:p>
    <w:p w:rsidR="00932D27" w:rsidRPr="004E1CD2" w:rsidRDefault="00932D27" w:rsidP="003A01E1">
      <w:pPr>
        <w:pStyle w:val="code"/>
      </w:pPr>
      <w:r w:rsidRPr="004E1CD2">
        <w:t>gt interval : 3375277 (gtticks) 101258 (us)</w:t>
      </w:r>
    </w:p>
    <w:p w:rsidR="00932D27" w:rsidRPr="004E1CD2" w:rsidRDefault="00932D27" w:rsidP="003A01E1">
      <w:pPr>
        <w:pStyle w:val="code"/>
      </w:pPr>
      <w:r w:rsidRPr="004E1CD2">
        <w:t>gt interval : 3375781 (gtticks) 101273 (us)</w:t>
      </w:r>
    </w:p>
    <w:p w:rsidR="00932D27" w:rsidRPr="004E1CD2" w:rsidRDefault="00932D27" w:rsidP="003A01E1">
      <w:pPr>
        <w:pStyle w:val="code"/>
      </w:pPr>
      <w:r w:rsidRPr="004E1CD2">
        <w:t>gt interval : 3375061 (gtticks) 101251 (us)</w:t>
      </w:r>
    </w:p>
    <w:p w:rsidR="00932D27" w:rsidRPr="004E1CD2" w:rsidRDefault="00932D27" w:rsidP="003A01E1">
      <w:pPr>
        <w:pStyle w:val="code"/>
      </w:pPr>
      <w:r w:rsidRPr="004E1CD2">
        <w:t>gt interval : 3377068 (gtticks) 101312 (us)</w:t>
      </w:r>
    </w:p>
    <w:p w:rsidR="00932D27" w:rsidRPr="004E1CD2" w:rsidRDefault="00932D27" w:rsidP="003A01E1">
      <w:pPr>
        <w:pStyle w:val="code"/>
      </w:pPr>
      <w:r w:rsidRPr="004E1CD2">
        <w:t>gt interval : 3375258 (gtticks) 101257 (us)</w:t>
      </w:r>
    </w:p>
    <w:p w:rsidR="00932D27" w:rsidRPr="004E1CD2" w:rsidRDefault="00932D27" w:rsidP="003A01E1">
      <w:pPr>
        <w:pStyle w:val="code"/>
      </w:pPr>
      <w:r w:rsidRPr="004E1CD2">
        <w:t>gt interval : 3375949 (gtticks) 101278 (us)</w:t>
      </w:r>
    </w:p>
    <w:p w:rsidR="00932D27" w:rsidRPr="004E1CD2" w:rsidRDefault="00932D27" w:rsidP="003A01E1">
      <w:pPr>
        <w:pStyle w:val="code"/>
      </w:pPr>
      <w:r w:rsidRPr="004E1CD2">
        <w:t>RANGE Global Timer 3356881-3377068 ticks (20187 ticks)</w:t>
      </w:r>
    </w:p>
    <w:p w:rsidR="00932D27" w:rsidRPr="004E1CD2" w:rsidRDefault="00932D27" w:rsidP="003A01E1">
      <w:pPr>
        <w:pStyle w:val="code"/>
      </w:pPr>
      <w:r w:rsidRPr="004E1CD2">
        <w:t>RANGE Timestamp 11189-11256 us (67 us)</w:t>
      </w:r>
    </w:p>
    <w:p w:rsidR="00932D27" w:rsidRPr="004E1CD2" w:rsidRDefault="00932D27" w:rsidP="003A01E1">
      <w:pPr>
        <w:pStyle w:val="code"/>
      </w:pPr>
      <w:r w:rsidRPr="004E1CD2">
        <w:lastRenderedPageBreak/>
        <w:t>expectedTS 30000000 expectedGT 3000000</w:t>
      </w:r>
    </w:p>
    <w:p w:rsidR="00932D27" w:rsidRPr="004E1CD2" w:rsidRDefault="00932D27" w:rsidP="003A01E1">
      <w:pPr>
        <w:pStyle w:val="code"/>
      </w:pPr>
      <w:r w:rsidRPr="004E1CD2">
        <w:t>gt interval : 3021229 (gtticks) 100707 (us)</w:t>
      </w:r>
    </w:p>
    <w:p w:rsidR="00932D27" w:rsidRPr="004E1CD2" w:rsidRDefault="00932D27" w:rsidP="003A01E1">
      <w:pPr>
        <w:pStyle w:val="code"/>
      </w:pPr>
      <w:r w:rsidRPr="004E1CD2">
        <w:t>gt interval : 3038368 (gtticks) 101278 (us)</w:t>
      </w:r>
    </w:p>
    <w:p w:rsidR="00932D27" w:rsidRPr="004E1CD2" w:rsidRDefault="00932D27" w:rsidP="003A01E1">
      <w:pPr>
        <w:pStyle w:val="code"/>
      </w:pPr>
      <w:r w:rsidRPr="004E1CD2">
        <w:t>gt interval : 3037347 (gtticks) 101244 (us)</w:t>
      </w:r>
    </w:p>
    <w:p w:rsidR="00932D27" w:rsidRPr="004E1CD2" w:rsidRDefault="00932D27" w:rsidP="003A01E1">
      <w:pPr>
        <w:pStyle w:val="code"/>
      </w:pPr>
      <w:r w:rsidRPr="004E1CD2">
        <w:t>gt interval : 3038671 (gtticks) 101289 (us)</w:t>
      </w:r>
    </w:p>
    <w:p w:rsidR="00932D27" w:rsidRPr="004E1CD2" w:rsidRDefault="00932D27" w:rsidP="003A01E1">
      <w:pPr>
        <w:pStyle w:val="code"/>
      </w:pPr>
      <w:r w:rsidRPr="004E1CD2">
        <w:t>gt interval : 3038395 (gtticks) 101279 (us)</w:t>
      </w:r>
    </w:p>
    <w:p w:rsidR="00932D27" w:rsidRPr="004E1CD2" w:rsidRDefault="00932D27" w:rsidP="003A01E1">
      <w:pPr>
        <w:pStyle w:val="code"/>
      </w:pPr>
      <w:r w:rsidRPr="004E1CD2">
        <w:t>gt interval : 3037438 (gtticks) 101247 (us)</w:t>
      </w:r>
    </w:p>
    <w:p w:rsidR="00932D27" w:rsidRPr="004E1CD2" w:rsidRDefault="00932D27" w:rsidP="003A01E1">
      <w:pPr>
        <w:pStyle w:val="code"/>
      </w:pPr>
      <w:r w:rsidRPr="004E1CD2">
        <w:t>gt interval : 3038489 (gtticks) 101282 (us)</w:t>
      </w:r>
    </w:p>
    <w:p w:rsidR="00932D27" w:rsidRPr="004E1CD2" w:rsidRDefault="00932D27" w:rsidP="003A01E1">
      <w:pPr>
        <w:pStyle w:val="code"/>
      </w:pPr>
      <w:r w:rsidRPr="004E1CD2">
        <w:t>gt interval : 3037680 (gtticks) 101256 (us)</w:t>
      </w:r>
    </w:p>
    <w:p w:rsidR="00932D27" w:rsidRPr="004E1CD2" w:rsidRDefault="00932D27" w:rsidP="003A01E1">
      <w:pPr>
        <w:pStyle w:val="code"/>
      </w:pPr>
      <w:r w:rsidRPr="004E1CD2">
        <w:t>gt interval : 3039438 (gtticks) 101315 (us)</w:t>
      </w:r>
    </w:p>
    <w:p w:rsidR="00932D27" w:rsidRPr="004E1CD2" w:rsidRDefault="00932D27" w:rsidP="003A01E1">
      <w:pPr>
        <w:pStyle w:val="code"/>
      </w:pPr>
      <w:r w:rsidRPr="004E1CD2">
        <w:t>gt interval : 3037880 (gtticks) 101262 (us)</w:t>
      </w:r>
    </w:p>
    <w:p w:rsidR="00932D27" w:rsidRPr="004E1CD2" w:rsidRDefault="00932D27" w:rsidP="003A01E1">
      <w:pPr>
        <w:pStyle w:val="code"/>
      </w:pPr>
      <w:r w:rsidRPr="004E1CD2">
        <w:t>RANGE Global Timer 3021229-3039438 ticks (18209 ticks)</w:t>
      </w:r>
    </w:p>
    <w:p w:rsidR="00932D27" w:rsidRPr="004E1CD2" w:rsidRDefault="00932D27" w:rsidP="003A01E1">
      <w:pPr>
        <w:pStyle w:val="code"/>
      </w:pPr>
      <w:r w:rsidRPr="004E1CD2">
        <w:t>RANGE Timestamp 10070-10131 us (61 us)</w:t>
      </w:r>
    </w:p>
    <w:p w:rsidR="008568CF" w:rsidRPr="003A01E1" w:rsidRDefault="00932D27" w:rsidP="003A01E1">
      <w:pPr>
        <w:pStyle w:val="code"/>
      </w:pPr>
      <w:r w:rsidRPr="003A01E1">
        <w:t>RTEST: SUCCESS : T_FRQCHG test completed O.K.</w:t>
      </w:r>
    </w:p>
    <w:sectPr w:rsidR="008568CF" w:rsidRPr="003A01E1" w:rsidSect="00164301">
      <w:headerReference w:type="default" r:id="rId8"/>
      <w:footerReference w:type="default" r:id="rId9"/>
      <w:footerReference w:type="first" r:id="rId10"/>
      <w:type w:val="continuous"/>
      <w:pgSz w:w="11906" w:h="16838" w:code="9"/>
      <w:pgMar w:top="720" w:right="1225" w:bottom="1440" w:left="122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EC7" w:rsidRDefault="00102EC7" w:rsidP="008568CF">
      <w:pPr>
        <w:spacing w:after="0"/>
      </w:pPr>
      <w:r>
        <w:separator/>
      </w:r>
    </w:p>
  </w:endnote>
  <w:endnote w:type="continuationSeparator" w:id="0">
    <w:p w:rsidR="00102EC7" w:rsidRDefault="00102EC7" w:rsidP="008568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Nokia Sans">
    <w:panose1 w:val="020B050603040403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1E1" w:rsidRDefault="00164301" w:rsidP="008568CF">
    <w:pPr>
      <w:pStyle w:val="Footer"/>
      <w:tabs>
        <w:tab w:val="clear" w:pos="9000"/>
        <w:tab w:val="clear" w:pos="10490"/>
        <w:tab w:val="center" w:pos="4678"/>
        <w:tab w:val="right" w:pos="9498"/>
      </w:tabs>
    </w:pPr>
    <w:fldSimple w:instr=" DOCPROPERTY  Copyright  \* MERGEFORMAT ">
      <w:r w:rsidR="00994F3F">
        <w:t>© Nokia Corporation and/or its subsidiaries</w:t>
      </w:r>
    </w:fldSimple>
    <w:r w:rsidR="00994F3F">
      <w:tab/>
    </w:r>
    <w:fldSimple w:instr=" DOCPROPERTY  &quot;Last Revised&quot;  \* MERGEFORMAT ">
      <w:r w:rsidR="00994F3F">
        <w:t>&lt;Date&gt;</w:t>
      </w:r>
    </w:fldSimple>
    <w:r w:rsidR="00994F3F">
      <w:tab/>
    </w:r>
    <w:r w:rsidR="003A01E1">
      <w:tab/>
    </w:r>
    <w:r>
      <w:rPr>
        <w:rStyle w:val="PageNumber"/>
      </w:rPr>
      <w:fldChar w:fldCharType="begin"/>
    </w:r>
    <w:r w:rsidR="003A01E1">
      <w:rPr>
        <w:rStyle w:val="PageNumber"/>
      </w:rPr>
      <w:instrText xml:space="preserve"> PAGE </w:instrText>
    </w:r>
    <w:r>
      <w:rPr>
        <w:rStyle w:val="PageNumber"/>
      </w:rPr>
      <w:fldChar w:fldCharType="separate"/>
    </w:r>
    <w:r w:rsidR="00F57223">
      <w:rPr>
        <w:rStyle w:val="PageNumber"/>
        <w:noProof/>
      </w:rPr>
      <w:t>2</w:t>
    </w:r>
    <w:r>
      <w:rPr>
        <w:rStyle w:val="PageNumber"/>
      </w:rPr>
      <w:fldChar w:fldCharType="end"/>
    </w:r>
    <w:r w:rsidR="003A01E1">
      <w:rPr>
        <w:rStyle w:val="PageNumber"/>
      </w:rPr>
      <w:t xml:space="preserve"> (</w:t>
    </w:r>
    <w:r>
      <w:rPr>
        <w:rStyle w:val="PageNumber"/>
      </w:rPr>
      <w:fldChar w:fldCharType="begin"/>
    </w:r>
    <w:r w:rsidR="003A01E1">
      <w:rPr>
        <w:rStyle w:val="PageNumber"/>
      </w:rPr>
      <w:instrText xml:space="preserve"> NUMPAGES </w:instrText>
    </w:r>
    <w:r>
      <w:rPr>
        <w:rStyle w:val="PageNumber"/>
      </w:rPr>
      <w:fldChar w:fldCharType="separate"/>
    </w:r>
    <w:r w:rsidR="00F57223">
      <w:rPr>
        <w:rStyle w:val="PageNumber"/>
        <w:noProof/>
      </w:rPr>
      <w:t>37</w:t>
    </w:r>
    <w:r>
      <w:rPr>
        <w:rStyle w:val="PageNumber"/>
      </w:rPr>
      <w:fldChar w:fldCharType="end"/>
    </w:r>
    <w:r w:rsidR="003A01E1">
      <w:rPr>
        <w:rStyle w:val="PageNumber"/>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6" w:type="dxa"/>
      <w:tblInd w:w="108" w:type="dxa"/>
      <w:tblLook w:val="0000"/>
    </w:tblPr>
    <w:tblGrid>
      <w:gridCol w:w="9566"/>
    </w:tblGrid>
    <w:tr w:rsidR="003A01E1">
      <w:tc>
        <w:tcPr>
          <w:tcW w:w="9566" w:type="dxa"/>
        </w:tcPr>
        <w:p w:rsidR="003A01E1" w:rsidRDefault="003A01E1" w:rsidP="008568CF">
          <w:pPr>
            <w:pStyle w:val="Tabletextbold"/>
            <w:rPr>
              <w:rFonts w:cs="Arial"/>
            </w:rPr>
          </w:pPr>
          <w:r>
            <w:t>Copyright © 2009 Nokia Corporation</w:t>
          </w:r>
          <w:r w:rsidRPr="003B35CB">
            <w:t xml:space="preserve"> and/or its subsidiary(-ies)</w:t>
          </w:r>
          <w:r>
            <w:t>. All rights reserved.</w:t>
          </w:r>
        </w:p>
      </w:tc>
    </w:tr>
    <w:tr w:rsidR="003A01E1" w:rsidRPr="00863BF6">
      <w:tc>
        <w:tcPr>
          <w:tcW w:w="9566" w:type="dxa"/>
        </w:tcPr>
        <w:p w:rsidR="003A01E1" w:rsidRPr="00107561" w:rsidRDefault="003A01E1" w:rsidP="008568CF">
          <w:pPr>
            <w:pStyle w:val="Tabletext"/>
          </w:pPr>
          <w:r w:rsidRPr="00107561">
            <w:t>This component and the accompanying materials are made available</w:t>
          </w:r>
          <w:r>
            <w:t xml:space="preserve"> </w:t>
          </w:r>
          <w:r w:rsidRPr="00107561">
            <w:t>under the terms of "</w:t>
          </w:r>
          <w:r>
            <w:t xml:space="preserve">Eclipse Public  </w:t>
          </w:r>
          <w:r w:rsidRPr="00107561">
            <w:t>License v1.0"</w:t>
          </w:r>
          <w:r>
            <w:t xml:space="preserve"> </w:t>
          </w:r>
          <w:r w:rsidRPr="00107561">
            <w:t>which accompanies this distribution and is available</w:t>
          </w:r>
          <w:r>
            <w:t xml:space="preserve"> </w:t>
          </w:r>
          <w:r w:rsidRPr="00107561">
            <w:t>at the URL</w:t>
          </w:r>
          <w:r>
            <w:t xml:space="preserve"> “</w:t>
          </w:r>
          <w:r w:rsidRPr="00E53A42">
            <w:t>http://www.eclipse.org/legal/epl-v10.html</w:t>
          </w:r>
          <w:r>
            <w:t>”</w:t>
          </w:r>
          <w:r w:rsidRPr="00107561">
            <w:t>.</w:t>
          </w:r>
        </w:p>
        <w:p w:rsidR="003A01E1" w:rsidRPr="00863BF6" w:rsidRDefault="003A01E1" w:rsidP="008568CF">
          <w:pPr>
            <w:pStyle w:val="Tabletext"/>
            <w:rPr>
              <w:rFonts w:cs="Arial"/>
            </w:rPr>
          </w:pPr>
          <w:r w:rsidRPr="00107561">
            <w:t>Initial Contributors:</w:t>
          </w:r>
          <w:r>
            <w:br/>
            <w:t>Nokia</w:t>
          </w:r>
          <w:r w:rsidRPr="00107561">
            <w:t xml:space="preserve"> - initial contribution.</w:t>
          </w:r>
        </w:p>
      </w:tc>
    </w:tr>
  </w:tbl>
  <w:p w:rsidR="003A01E1" w:rsidRPr="00E53A42" w:rsidRDefault="00164301" w:rsidP="008568CF">
    <w:pPr>
      <w:pStyle w:val="Footer"/>
      <w:tabs>
        <w:tab w:val="clear" w:pos="9000"/>
        <w:tab w:val="clear" w:pos="10490"/>
        <w:tab w:val="center" w:pos="4678"/>
        <w:tab w:val="right" w:pos="9498"/>
      </w:tabs>
    </w:pPr>
    <w:fldSimple w:instr=" DOCPROPERTY  Copyright  \* MERGEFORMAT ">
      <w:r w:rsidR="00994F3F">
        <w:t>© Nokia Corporation and/or its subsidiaries</w:t>
      </w:r>
    </w:fldSimple>
    <w:r w:rsidR="00994F3F">
      <w:tab/>
    </w:r>
    <w:fldSimple w:instr=" DOCPROPERTY  &quot;Last Revised&quot;  \* MERGEFORMAT ">
      <w:r w:rsidR="00994F3F">
        <w:t>&lt;Date&gt;</w:t>
      </w:r>
    </w:fldSimple>
    <w:r w:rsidR="00994F3F">
      <w:tab/>
    </w:r>
    <w:r w:rsidR="003A01E1">
      <w:tab/>
    </w:r>
    <w:r>
      <w:rPr>
        <w:rStyle w:val="PageNumber"/>
      </w:rPr>
      <w:fldChar w:fldCharType="begin"/>
    </w:r>
    <w:r w:rsidR="003A01E1">
      <w:rPr>
        <w:rStyle w:val="PageNumber"/>
      </w:rPr>
      <w:instrText xml:space="preserve"> PAGE </w:instrText>
    </w:r>
    <w:r>
      <w:rPr>
        <w:rStyle w:val="PageNumber"/>
      </w:rPr>
      <w:fldChar w:fldCharType="separate"/>
    </w:r>
    <w:r w:rsidR="00F57223">
      <w:rPr>
        <w:rStyle w:val="PageNumber"/>
        <w:noProof/>
      </w:rPr>
      <w:t>1</w:t>
    </w:r>
    <w:r>
      <w:rPr>
        <w:rStyle w:val="PageNumber"/>
      </w:rPr>
      <w:fldChar w:fldCharType="end"/>
    </w:r>
    <w:r w:rsidR="003A01E1">
      <w:rPr>
        <w:rStyle w:val="PageNumber"/>
      </w:rPr>
      <w:t xml:space="preserve"> (</w:t>
    </w:r>
    <w:r>
      <w:rPr>
        <w:rStyle w:val="PageNumber"/>
      </w:rPr>
      <w:fldChar w:fldCharType="begin"/>
    </w:r>
    <w:r w:rsidR="003A01E1">
      <w:rPr>
        <w:rStyle w:val="PageNumber"/>
      </w:rPr>
      <w:instrText xml:space="preserve"> NUMPAGES </w:instrText>
    </w:r>
    <w:r>
      <w:rPr>
        <w:rStyle w:val="PageNumber"/>
      </w:rPr>
      <w:fldChar w:fldCharType="separate"/>
    </w:r>
    <w:r w:rsidR="00F57223">
      <w:rPr>
        <w:rStyle w:val="PageNumber"/>
        <w:noProof/>
      </w:rPr>
      <w:t>1</w:t>
    </w:r>
    <w:r>
      <w:rPr>
        <w:rStyle w:val="PageNumber"/>
      </w:rPr>
      <w:fldChar w:fldCharType="end"/>
    </w:r>
    <w:r w:rsidR="003A01E1">
      <w:rPr>
        <w:rStyle w:val="PageNumber"/>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EC7" w:rsidRDefault="00102EC7" w:rsidP="008568CF">
      <w:pPr>
        <w:spacing w:after="0"/>
      </w:pPr>
      <w:r>
        <w:separator/>
      </w:r>
    </w:p>
  </w:footnote>
  <w:footnote w:type="continuationSeparator" w:id="0">
    <w:p w:rsidR="00102EC7" w:rsidRDefault="00102EC7" w:rsidP="008568CF">
      <w:pPr>
        <w:spacing w:after="0"/>
      </w:pPr>
      <w:r>
        <w:continuationSeparator/>
      </w:r>
    </w:p>
  </w:footnote>
  <w:footnote w:id="1">
    <w:p w:rsidR="003A01E1" w:rsidRPr="00D74D6A" w:rsidRDefault="003A01E1" w:rsidP="00932D27">
      <w:pPr>
        <w:pStyle w:val="FootnoteText"/>
        <w:rPr>
          <w:lang w:val="en-US"/>
        </w:rPr>
      </w:pPr>
      <w:r>
        <w:rPr>
          <w:rStyle w:val="FootnoteReference"/>
        </w:rPr>
        <w:footnoteRef/>
      </w:r>
      <w:r>
        <w:t xml:space="preserve"> </w:t>
      </w:r>
      <w:r>
        <w:rPr>
          <w:lang w:val="en-US"/>
        </w:rPr>
        <w:t>In current implementations timer frequency needs to be &gt; 1Mhz, and the times stamp is 64bit</w:t>
      </w:r>
    </w:p>
  </w:footnote>
  <w:footnote w:id="2">
    <w:p w:rsidR="003A01E1" w:rsidRPr="000405C4" w:rsidRDefault="003A01E1" w:rsidP="00932D27">
      <w:pPr>
        <w:pStyle w:val="FootnoteText"/>
        <w:rPr>
          <w:lang w:val="en-US"/>
        </w:rPr>
      </w:pPr>
      <w:r>
        <w:rPr>
          <w:rStyle w:val="FootnoteReference"/>
        </w:rPr>
        <w:footnoteRef/>
      </w:r>
      <w:r>
        <w:t xml:space="preserve"> </w:t>
      </w:r>
      <w:r>
        <w:rPr>
          <w:lang w:val="en-US"/>
        </w:rPr>
        <w:t>When global timer is used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1E1" w:rsidRDefault="00164301">
    <w:pPr>
      <w:pStyle w:val="Header"/>
      <w:tabs>
        <w:tab w:val="clear" w:pos="9450"/>
        <w:tab w:val="left" w:pos="5955"/>
      </w:tabs>
    </w:pPr>
    <w:fldSimple w:instr=" TITLE   \* MERGEFORMAT ">
      <w:r w:rsidR="00994F3F">
        <w:t>Base SMP Power Management Impacts on Kernel Use of Hardware Timers</w:t>
      </w:r>
    </w:fldSimple>
    <w:r w:rsidR="003A01E1">
      <w:tab/>
    </w:r>
    <w:r w:rsidR="003A01E1">
      <w:tab/>
    </w:r>
  </w:p>
  <w:p w:rsidR="003A01E1" w:rsidRDefault="003A01E1">
    <w:pPr>
      <w:pStyle w:val="Header"/>
      <w:pBdr>
        <w:bottom w:val="single" w:sz="6" w:space="1" w:color="auto"/>
      </w:pBdr>
    </w:pPr>
    <w:r>
      <w:tab/>
    </w:r>
    <w:r>
      <w:tab/>
    </w:r>
    <w:fldSimple w:instr=" REF status  \* MERGEFORMAT ">
      <w:r>
        <w:t>Released</w:t>
      </w:r>
    </w:fldSimple>
    <w:r>
      <w:t xml:space="preserve"> Rev </w:t>
    </w:r>
    <w:fldSimple w:instr=" REF version  \* MERGEFORMAT ">
      <w:r>
        <w:t>1.00</w:t>
      </w:r>
    </w:fldSimple>
  </w:p>
  <w:p w:rsidR="003A01E1" w:rsidRDefault="003A01E1">
    <w:pPr>
      <w:pStyle w:val="Header"/>
    </w:pPr>
  </w:p>
  <w:p w:rsidR="003A01E1" w:rsidRDefault="003A01E1">
    <w:pPr>
      <w:pStyle w:val="Header"/>
      <w:tabs>
        <w:tab w:val="right"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242FAE6"/>
    <w:lvl w:ilvl="0">
      <w:start w:val="1"/>
      <w:numFmt w:val="bullet"/>
      <w:lvlText w:val=""/>
      <w:lvlJc w:val="left"/>
      <w:pPr>
        <w:tabs>
          <w:tab w:val="num" w:pos="717"/>
        </w:tabs>
        <w:ind w:left="357" w:firstLine="0"/>
      </w:pPr>
      <w:rPr>
        <w:rFonts w:ascii="Symbol" w:hAnsi="Symbol" w:hint="default"/>
      </w:rPr>
    </w:lvl>
  </w:abstractNum>
  <w:abstractNum w:abstractNumId="1">
    <w:nsid w:val="FFFFFF88"/>
    <w:multiLevelType w:val="singleLevel"/>
    <w:tmpl w:val="A4DC3EBE"/>
    <w:lvl w:ilvl="0">
      <w:start w:val="1"/>
      <w:numFmt w:val="decimal"/>
      <w:lvlText w:val="%1."/>
      <w:lvlJc w:val="left"/>
      <w:pPr>
        <w:tabs>
          <w:tab w:val="num" w:pos="360"/>
        </w:tabs>
        <w:ind w:left="360" w:hanging="360"/>
      </w:pPr>
    </w:lvl>
  </w:abstractNum>
  <w:abstractNum w:abstractNumId="2">
    <w:nsid w:val="FFFFFF89"/>
    <w:multiLevelType w:val="singleLevel"/>
    <w:tmpl w:val="6C04423C"/>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67604F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08FA217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0C31755D"/>
    <w:multiLevelType w:val="hybridMultilevel"/>
    <w:tmpl w:val="5F8036F0"/>
    <w:lvl w:ilvl="0" w:tplc="04090001">
      <w:start w:val="1"/>
      <w:numFmt w:val="bullet"/>
      <w:lvlText w:val=""/>
      <w:lvlJc w:val="left"/>
      <w:pPr>
        <w:ind w:left="1473" w:hanging="360"/>
      </w:pPr>
      <w:rPr>
        <w:rFonts w:ascii="Symbol" w:hAnsi="Symbol" w:hint="default"/>
      </w:rPr>
    </w:lvl>
    <w:lvl w:ilvl="1" w:tplc="04090003">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7">
    <w:nsid w:val="0C45712B"/>
    <w:multiLevelType w:val="singleLevel"/>
    <w:tmpl w:val="0809000F"/>
    <w:lvl w:ilvl="0">
      <w:start w:val="1"/>
      <w:numFmt w:val="decimal"/>
      <w:lvlText w:val="%1."/>
      <w:lvlJc w:val="left"/>
      <w:pPr>
        <w:tabs>
          <w:tab w:val="num" w:pos="360"/>
        </w:tabs>
        <w:ind w:left="360" w:hanging="360"/>
      </w:pPr>
    </w:lvl>
  </w:abstractNum>
  <w:abstractNum w:abstractNumId="8">
    <w:nsid w:val="0D4B1E73"/>
    <w:multiLevelType w:val="hybridMultilevel"/>
    <w:tmpl w:val="ABF21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106A1E"/>
    <w:multiLevelType w:val="singleLevel"/>
    <w:tmpl w:val="0809000F"/>
    <w:lvl w:ilvl="0">
      <w:start w:val="1"/>
      <w:numFmt w:val="decimal"/>
      <w:lvlText w:val="%1."/>
      <w:lvlJc w:val="left"/>
      <w:pPr>
        <w:tabs>
          <w:tab w:val="num" w:pos="360"/>
        </w:tabs>
        <w:ind w:left="360" w:hanging="360"/>
      </w:pPr>
    </w:lvl>
  </w:abstractNum>
  <w:abstractNum w:abstractNumId="10">
    <w:nsid w:val="10210108"/>
    <w:multiLevelType w:val="hybridMultilevel"/>
    <w:tmpl w:val="9B64C2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A7C47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1B217C79"/>
    <w:multiLevelType w:val="hybridMultilevel"/>
    <w:tmpl w:val="F56A6C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DF150B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1EF25F72"/>
    <w:multiLevelType w:val="multilevel"/>
    <w:tmpl w:val="EBE0A060"/>
    <w:lvl w:ilvl="0">
      <w:start w:val="1"/>
      <w:numFmt w:val="upperLetter"/>
      <w:pStyle w:val="AppendixTitle"/>
      <w:suff w:val="space"/>
      <w:lvlText w:val="Appendix %1 -"/>
      <w:lvlJc w:val="left"/>
      <w:pPr>
        <w:ind w:left="0" w:firstLine="0"/>
      </w:pPr>
    </w:lvl>
    <w:lvl w:ilvl="1">
      <w:start w:val="1"/>
      <w:numFmt w:val="decimal"/>
      <w:pStyle w:val="AppendixHeading1"/>
      <w:lvlText w:val="%1.%2"/>
      <w:lvlJc w:val="left"/>
      <w:pPr>
        <w:tabs>
          <w:tab w:val="num" w:pos="576"/>
        </w:tabs>
        <w:ind w:left="576" w:hanging="576"/>
      </w:pPr>
    </w:lvl>
    <w:lvl w:ilvl="2">
      <w:start w:val="1"/>
      <w:numFmt w:val="decimal"/>
      <w:pStyle w:val="AppendixHeading2"/>
      <w:lvlText w:val="%1.%2.%3"/>
      <w:lvlJc w:val="left"/>
      <w:pPr>
        <w:tabs>
          <w:tab w:val="num" w:pos="720"/>
        </w:tabs>
        <w:ind w:left="720" w:hanging="720"/>
      </w:pPr>
    </w:lvl>
    <w:lvl w:ilvl="3">
      <w:start w:val="1"/>
      <w:numFmt w:val="decimal"/>
      <w:pStyle w:val="AppendixHeading3"/>
      <w:lvlText w:val="%1.%2.%3.%4"/>
      <w:lvlJc w:val="left"/>
      <w:pPr>
        <w:tabs>
          <w:tab w:val="num" w:pos="864"/>
        </w:tabs>
        <w:ind w:left="864" w:hanging="864"/>
      </w:pPr>
    </w:lvl>
    <w:lvl w:ilvl="4">
      <w:start w:val="1"/>
      <w:numFmt w:val="decimal"/>
      <w:pStyle w:val="AppendixHeading4"/>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29C8065B"/>
    <w:multiLevelType w:val="hybridMultilevel"/>
    <w:tmpl w:val="E7D09C94"/>
    <w:lvl w:ilvl="0" w:tplc="09D46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155B8"/>
    <w:multiLevelType w:val="hybridMultilevel"/>
    <w:tmpl w:val="54D49B1E"/>
    <w:lvl w:ilvl="0" w:tplc="9B767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FF3880"/>
    <w:multiLevelType w:val="hybridMultilevel"/>
    <w:tmpl w:val="A036CEDA"/>
    <w:lvl w:ilvl="0" w:tplc="0409000F">
      <w:start w:val="1"/>
      <w:numFmt w:val="decimal"/>
      <w:lvlText w:val="%1."/>
      <w:lvlJc w:val="left"/>
      <w:pPr>
        <w:ind w:left="753" w:hanging="360"/>
      </w:pPr>
    </w:lvl>
    <w:lvl w:ilvl="1" w:tplc="04090019">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8">
    <w:nsid w:val="37C9654B"/>
    <w:multiLevelType w:val="multilevel"/>
    <w:tmpl w:val="9E30FE4E"/>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9966549"/>
    <w:multiLevelType w:val="multilevel"/>
    <w:tmpl w:val="F2B6B0E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nsid w:val="41BE5C90"/>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21">
    <w:nsid w:val="42E21FB9"/>
    <w:multiLevelType w:val="singleLevel"/>
    <w:tmpl w:val="0809000F"/>
    <w:lvl w:ilvl="0">
      <w:start w:val="1"/>
      <w:numFmt w:val="decimal"/>
      <w:lvlText w:val="%1."/>
      <w:lvlJc w:val="left"/>
      <w:pPr>
        <w:tabs>
          <w:tab w:val="num" w:pos="360"/>
        </w:tabs>
        <w:ind w:left="360" w:hanging="360"/>
      </w:pPr>
    </w:lvl>
  </w:abstractNum>
  <w:abstractNum w:abstractNumId="22">
    <w:nsid w:val="452440B5"/>
    <w:multiLevelType w:val="singleLevel"/>
    <w:tmpl w:val="845E92DA"/>
    <w:lvl w:ilvl="0">
      <w:start w:val="1"/>
      <w:numFmt w:val="bullet"/>
      <w:lvlText w:val=""/>
      <w:lvlJc w:val="left"/>
      <w:pPr>
        <w:tabs>
          <w:tab w:val="num" w:pos="360"/>
        </w:tabs>
        <w:ind w:left="360" w:hanging="360"/>
      </w:pPr>
      <w:rPr>
        <w:rFonts w:ascii="Symbol" w:hAnsi="Symbol" w:hint="default"/>
      </w:rPr>
    </w:lvl>
  </w:abstractNum>
  <w:abstractNum w:abstractNumId="23">
    <w:nsid w:val="481A3FB6"/>
    <w:multiLevelType w:val="hybridMultilevel"/>
    <w:tmpl w:val="E6643F88"/>
    <w:lvl w:ilvl="0" w:tplc="C298DAAC">
      <w:start w:val="1"/>
      <w:numFmt w:val="bullet"/>
      <w:lvlText w:val=""/>
      <w:lvlJc w:val="left"/>
      <w:pPr>
        <w:tabs>
          <w:tab w:val="num" w:pos="340"/>
        </w:tabs>
        <w:ind w:left="340" w:hanging="22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8900E2B"/>
    <w:multiLevelType w:val="multilevel"/>
    <w:tmpl w:val="595225A4"/>
    <w:lvl w:ilvl="0">
      <w:start w:val="1"/>
      <w:numFmt w:val="upperLetter"/>
      <w:lvlText w:val="Appendix %1"/>
      <w:lvlJc w:val="left"/>
      <w:pPr>
        <w:tabs>
          <w:tab w:val="num" w:pos="1080"/>
        </w:tabs>
        <w:ind w:left="0" w:firstLine="0"/>
      </w:pPr>
    </w:lvl>
    <w:lvl w:ilvl="1">
      <w:start w:val="1"/>
      <w:numFmt w:val="decimal"/>
      <w:lvlText w:val=" %1-%2"/>
      <w:lvlJc w:val="left"/>
      <w:pPr>
        <w:tabs>
          <w:tab w:val="num" w:pos="720"/>
        </w:tabs>
        <w:ind w:left="0" w:firstLine="0"/>
      </w:pPr>
    </w:lvl>
    <w:lvl w:ilvl="2">
      <w:start w:val="1"/>
      <w:numFmt w:val="decimal"/>
      <w:lvlText w:val="%1 - %2.%3"/>
      <w:lvlJc w:val="left"/>
      <w:pPr>
        <w:tabs>
          <w:tab w:val="num" w:pos="1440"/>
        </w:tabs>
        <w:ind w:left="1080" w:hanging="36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8CD1E69"/>
    <w:multiLevelType w:val="hybridMultilevel"/>
    <w:tmpl w:val="4DDA389E"/>
    <w:lvl w:ilvl="0" w:tplc="08090001">
      <w:start w:val="1"/>
      <w:numFmt w:val="decimal"/>
      <w:lvlText w:val="%1.)"/>
      <w:lvlJc w:val="left"/>
      <w:pPr>
        <w:tabs>
          <w:tab w:val="num" w:pos="840"/>
        </w:tabs>
        <w:ind w:left="840" w:hanging="48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4C0068AC"/>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27">
    <w:nsid w:val="4D0033F9"/>
    <w:multiLevelType w:val="multilevel"/>
    <w:tmpl w:val="D304BE3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4ECA4FFC"/>
    <w:multiLevelType w:val="singleLevel"/>
    <w:tmpl w:val="85EAC532"/>
    <w:lvl w:ilvl="0">
      <w:start w:val="1"/>
      <w:numFmt w:val="bullet"/>
      <w:lvlText w:val=""/>
      <w:lvlJc w:val="left"/>
      <w:pPr>
        <w:tabs>
          <w:tab w:val="num" w:pos="360"/>
        </w:tabs>
        <w:ind w:left="360" w:hanging="360"/>
      </w:pPr>
      <w:rPr>
        <w:rFonts w:ascii="Symbol" w:hAnsi="Symbol" w:hint="default"/>
      </w:rPr>
    </w:lvl>
  </w:abstractNum>
  <w:abstractNum w:abstractNumId="29">
    <w:nsid w:val="501E5369"/>
    <w:multiLevelType w:val="singleLevel"/>
    <w:tmpl w:val="0809000F"/>
    <w:lvl w:ilvl="0">
      <w:start w:val="1"/>
      <w:numFmt w:val="decimal"/>
      <w:lvlText w:val="%1."/>
      <w:lvlJc w:val="left"/>
      <w:pPr>
        <w:tabs>
          <w:tab w:val="num" w:pos="360"/>
        </w:tabs>
        <w:ind w:left="360" w:hanging="360"/>
      </w:pPr>
    </w:lvl>
  </w:abstractNum>
  <w:abstractNum w:abstractNumId="30">
    <w:nsid w:val="50B441F5"/>
    <w:multiLevelType w:val="multilevel"/>
    <w:tmpl w:val="168AEA62"/>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 - %2.%3"/>
      <w:lvlJc w:val="left"/>
      <w:pPr>
        <w:tabs>
          <w:tab w:val="num" w:pos="720"/>
        </w:tabs>
        <w:ind w:left="0" w:firstLine="0"/>
      </w:pPr>
    </w:lvl>
    <w:lvl w:ilvl="3">
      <w:start w:val="1"/>
      <w:numFmt w:val="decimal"/>
      <w:lvlText w:val="%1 - %2.%3.%4"/>
      <w:lvlJc w:val="left"/>
      <w:pPr>
        <w:tabs>
          <w:tab w:val="num" w:pos="108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1920A32"/>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2">
    <w:nsid w:val="563334A1"/>
    <w:multiLevelType w:val="multilevel"/>
    <w:tmpl w:val="98E655EC"/>
    <w:lvl w:ilvl="0">
      <w:start w:val="1"/>
      <w:numFmt w:val="upperLetter"/>
      <w:lvlText w:val="Appendix %1"/>
      <w:lvlJc w:val="left"/>
      <w:pPr>
        <w:tabs>
          <w:tab w:val="num" w:pos="1080"/>
        </w:tabs>
        <w:ind w:left="0" w:firstLine="0"/>
      </w:pPr>
    </w:lvl>
    <w:lvl w:ilvl="1">
      <w:start w:val="1"/>
      <w:numFmt w:val="decimal"/>
      <w:lvlText w:val="%1 - %2"/>
      <w:lvlJc w:val="left"/>
      <w:pPr>
        <w:tabs>
          <w:tab w:val="num" w:pos="720"/>
        </w:tabs>
        <w:ind w:left="0" w:firstLine="0"/>
      </w:pPr>
    </w:lvl>
    <w:lvl w:ilvl="2">
      <w:start w:val="1"/>
      <w:numFmt w:val="decimal"/>
      <w:lvlText w:val="%1 - %2.%3"/>
      <w:lvlJc w:val="left"/>
      <w:pPr>
        <w:tabs>
          <w:tab w:val="num" w:pos="1440"/>
        </w:tabs>
        <w:ind w:left="1080" w:hanging="360"/>
      </w:pPr>
    </w:lvl>
    <w:lvl w:ilvl="3">
      <w:start w:val="1"/>
      <w:numFmt w:val="decimal"/>
      <w:lvlText w:val="%1 - %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9D80EC2"/>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4">
    <w:nsid w:val="5D147F85"/>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5">
    <w:nsid w:val="5D512AD1"/>
    <w:multiLevelType w:val="hybridMultilevel"/>
    <w:tmpl w:val="A8765EAA"/>
    <w:lvl w:ilvl="0" w:tplc="C298DAAC">
      <w:start w:val="1"/>
      <w:numFmt w:val="bullet"/>
      <w:lvlText w:val=""/>
      <w:lvlJc w:val="left"/>
      <w:pPr>
        <w:tabs>
          <w:tab w:val="num" w:pos="340"/>
        </w:tabs>
        <w:ind w:left="340" w:hanging="22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5E372B1E"/>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7">
    <w:nsid w:val="61C346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638E78AA"/>
    <w:multiLevelType w:val="singleLevel"/>
    <w:tmpl w:val="C884150E"/>
    <w:lvl w:ilvl="0">
      <w:start w:val="1"/>
      <w:numFmt w:val="bullet"/>
      <w:lvlText w:val=""/>
      <w:lvlJc w:val="left"/>
      <w:pPr>
        <w:tabs>
          <w:tab w:val="num" w:pos="3240"/>
        </w:tabs>
        <w:ind w:left="3240" w:hanging="360"/>
      </w:pPr>
      <w:rPr>
        <w:rFonts w:ascii="Symbol" w:hAnsi="Symbol" w:hint="default"/>
      </w:rPr>
    </w:lvl>
  </w:abstractNum>
  <w:abstractNum w:abstractNumId="39">
    <w:nsid w:val="64170476"/>
    <w:multiLevelType w:val="multilevel"/>
    <w:tmpl w:val="C86EBE6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nsid w:val="65CF0290"/>
    <w:multiLevelType w:val="singleLevel"/>
    <w:tmpl w:val="0809000F"/>
    <w:lvl w:ilvl="0">
      <w:start w:val="1"/>
      <w:numFmt w:val="decimal"/>
      <w:lvlText w:val="%1."/>
      <w:lvlJc w:val="left"/>
      <w:pPr>
        <w:tabs>
          <w:tab w:val="num" w:pos="360"/>
        </w:tabs>
        <w:ind w:left="360" w:hanging="360"/>
      </w:pPr>
    </w:lvl>
  </w:abstractNum>
  <w:abstractNum w:abstractNumId="41">
    <w:nsid w:val="66CD0DF5"/>
    <w:multiLevelType w:val="hybridMultilevel"/>
    <w:tmpl w:val="691857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69DF53E6"/>
    <w:multiLevelType w:val="multilevel"/>
    <w:tmpl w:val="6DA23F4A"/>
    <w:lvl w:ilvl="0">
      <w:start w:val="1"/>
      <w:numFmt w:val="decimal"/>
      <w:lvlText w:val="%1."/>
      <w:lvlJc w:val="left"/>
      <w:pPr>
        <w:tabs>
          <w:tab w:val="num" w:pos="360"/>
        </w:tabs>
        <w:ind w:left="360" w:hanging="360"/>
      </w:pPr>
    </w:lvl>
    <w:lvl w:ilvl="1">
      <w:start w:val="1"/>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6A4C42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nsid w:val="752976A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nsid w:val="771F2FE9"/>
    <w:multiLevelType w:val="hybridMultilevel"/>
    <w:tmpl w:val="84A2A7B2"/>
    <w:lvl w:ilvl="0" w:tplc="7BA28BBA">
      <w:start w:val="1"/>
      <w:numFmt w:val="upperLetter"/>
      <w:pStyle w:val="Appendix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681CE6"/>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2"/>
  </w:num>
  <w:num w:numId="3">
    <w:abstractNumId w:val="14"/>
  </w:num>
  <w:num w:numId="4">
    <w:abstractNumId w:val="2"/>
  </w:num>
  <w:num w:numId="5">
    <w:abstractNumId w:val="0"/>
  </w:num>
  <w:num w:numId="6">
    <w:abstractNumId w:val="27"/>
  </w:num>
  <w:num w:numId="7">
    <w:abstractNumId w:val="32"/>
  </w:num>
  <w:num w:numId="8">
    <w:abstractNumId w:val="24"/>
  </w:num>
  <w:num w:numId="9">
    <w:abstractNumId w:val="18"/>
  </w:num>
  <w:num w:numId="10">
    <w:abstractNumId w:val="30"/>
  </w:num>
  <w:num w:numId="11">
    <w:abstractNumId w:val="39"/>
  </w:num>
  <w:num w:numId="12">
    <w:abstractNumId w:val="1"/>
  </w:num>
  <w:num w:numId="13">
    <w:abstractNumId w:val="19"/>
  </w:num>
  <w:num w:numId="14">
    <w:abstractNumId w:val="28"/>
  </w:num>
  <w:num w:numId="15">
    <w:abstractNumId w:val="5"/>
  </w:num>
  <w:num w:numId="16">
    <w:abstractNumId w:val="7"/>
  </w:num>
  <w:num w:numId="17">
    <w:abstractNumId w:val="37"/>
  </w:num>
  <w:num w:numId="18">
    <w:abstractNumId w:val="44"/>
  </w:num>
  <w:num w:numId="19">
    <w:abstractNumId w:val="21"/>
  </w:num>
  <w:num w:numId="20">
    <w:abstractNumId w:val="22"/>
  </w:num>
  <w:num w:numId="21">
    <w:abstractNumId w:val="9"/>
  </w:num>
  <w:num w:numId="22">
    <w:abstractNumId w:val="29"/>
  </w:num>
  <w:num w:numId="23">
    <w:abstractNumId w:val="40"/>
  </w:num>
  <w:num w:numId="24">
    <w:abstractNumId w:val="36"/>
  </w:num>
  <w:num w:numId="25">
    <w:abstractNumId w:val="33"/>
  </w:num>
  <w:num w:numId="26">
    <w:abstractNumId w:val="31"/>
  </w:num>
  <w:num w:numId="27">
    <w:abstractNumId w:val="20"/>
  </w:num>
  <w:num w:numId="28">
    <w:abstractNumId w:val="26"/>
  </w:num>
  <w:num w:numId="29">
    <w:abstractNumId w:val="38"/>
  </w:num>
  <w:num w:numId="30">
    <w:abstractNumId w:val="34"/>
  </w:num>
  <w:num w:numId="31">
    <w:abstractNumId w:val="43"/>
  </w:num>
  <w:num w:numId="32">
    <w:abstractNumId w:val="13"/>
  </w:num>
  <w:num w:numId="33">
    <w:abstractNumId w:val="11"/>
  </w:num>
  <w:num w:numId="34">
    <w:abstractNumId w:val="4"/>
  </w:num>
  <w:num w:numId="35">
    <w:abstractNumId w:val="12"/>
  </w:num>
  <w:num w:numId="36">
    <w:abstractNumId w:val="23"/>
  </w:num>
  <w:num w:numId="37">
    <w:abstractNumId w:val="35"/>
  </w:num>
  <w:num w:numId="38">
    <w:abstractNumId w:val="46"/>
  </w:num>
  <w:num w:numId="39">
    <w:abstractNumId w:val="25"/>
  </w:num>
  <w:num w:numId="40">
    <w:abstractNumId w:val="10"/>
  </w:num>
  <w:num w:numId="41">
    <w:abstractNumId w:val="41"/>
  </w:num>
  <w:num w:numId="42">
    <w:abstractNumId w:val="17"/>
  </w:num>
  <w:num w:numId="43">
    <w:abstractNumId w:val="6"/>
  </w:num>
  <w:num w:numId="44">
    <w:abstractNumId w:val="8"/>
  </w:num>
  <w:num w:numId="45">
    <w:abstractNumId w:val="45"/>
  </w:num>
  <w:num w:numId="46">
    <w:abstractNumId w:val="16"/>
  </w:num>
  <w:num w:numId="4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146" fill="f" fillcolor="window" stroke="f">
      <v:fill color="window" on="f"/>
      <v:stroke on="f"/>
    </o:shapedefaults>
  </w:hdrShapeDefaults>
  <w:footnotePr>
    <w:footnote w:id="-1"/>
    <w:footnote w:id="0"/>
  </w:footnotePr>
  <w:endnotePr>
    <w:endnote w:id="-1"/>
    <w:endnote w:id="0"/>
  </w:endnotePr>
  <w:compat/>
  <w:rsids>
    <w:rsidRoot w:val="00156DAA"/>
    <w:rsid w:val="0006410C"/>
    <w:rsid w:val="00102EC7"/>
    <w:rsid w:val="00156DAA"/>
    <w:rsid w:val="00164301"/>
    <w:rsid w:val="003A01E1"/>
    <w:rsid w:val="004A312A"/>
    <w:rsid w:val="00624DA8"/>
    <w:rsid w:val="008568CF"/>
    <w:rsid w:val="00932D27"/>
    <w:rsid w:val="00994F3F"/>
    <w:rsid w:val="00A17994"/>
    <w:rsid w:val="00D51DF5"/>
    <w:rsid w:val="00F5722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f" fillcolor="window" stroke="f">
      <v:fill color="window"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301"/>
    <w:pPr>
      <w:spacing w:after="120"/>
    </w:pPr>
    <w:rPr>
      <w:rFonts w:ascii="Arial" w:hAnsi="Arial" w:cs="Arial"/>
    </w:rPr>
  </w:style>
  <w:style w:type="paragraph" w:styleId="Heading1">
    <w:name w:val="heading 1"/>
    <w:basedOn w:val="Normal"/>
    <w:next w:val="Normal"/>
    <w:qFormat/>
    <w:rsid w:val="00164301"/>
    <w:pPr>
      <w:keepNext/>
      <w:numPr>
        <w:numId w:val="13"/>
      </w:numPr>
      <w:spacing w:before="120"/>
      <w:ind w:left="0" w:right="43" w:firstLine="0"/>
      <w:outlineLvl w:val="0"/>
    </w:pPr>
    <w:rPr>
      <w:b/>
      <w:bCs/>
      <w:sz w:val="28"/>
      <w:szCs w:val="28"/>
    </w:rPr>
  </w:style>
  <w:style w:type="paragraph" w:styleId="Heading2">
    <w:name w:val="heading 2"/>
    <w:basedOn w:val="Normal"/>
    <w:next w:val="Normal"/>
    <w:qFormat/>
    <w:rsid w:val="00164301"/>
    <w:pPr>
      <w:keepNext/>
      <w:numPr>
        <w:ilvl w:val="1"/>
        <w:numId w:val="13"/>
      </w:numPr>
      <w:spacing w:before="240"/>
      <w:outlineLvl w:val="1"/>
    </w:pPr>
    <w:rPr>
      <w:b/>
      <w:bCs/>
      <w:sz w:val="24"/>
      <w:szCs w:val="24"/>
    </w:rPr>
  </w:style>
  <w:style w:type="paragraph" w:styleId="Heading3">
    <w:name w:val="heading 3"/>
    <w:basedOn w:val="Normal"/>
    <w:next w:val="Normal"/>
    <w:qFormat/>
    <w:rsid w:val="00164301"/>
    <w:pPr>
      <w:keepNext/>
      <w:numPr>
        <w:ilvl w:val="2"/>
        <w:numId w:val="13"/>
      </w:numPr>
      <w:spacing w:before="120"/>
      <w:ind w:right="43"/>
      <w:outlineLvl w:val="2"/>
    </w:pPr>
    <w:rPr>
      <w:b/>
      <w:bCs/>
      <w:sz w:val="22"/>
      <w:szCs w:val="22"/>
    </w:rPr>
  </w:style>
  <w:style w:type="paragraph" w:styleId="Heading4">
    <w:name w:val="heading 4"/>
    <w:basedOn w:val="Normal"/>
    <w:next w:val="Normal"/>
    <w:qFormat/>
    <w:rsid w:val="00164301"/>
    <w:pPr>
      <w:keepNext/>
      <w:numPr>
        <w:ilvl w:val="3"/>
        <w:numId w:val="13"/>
      </w:numPr>
      <w:spacing w:before="120"/>
      <w:outlineLvl w:val="3"/>
    </w:pPr>
    <w:rPr>
      <w:b/>
      <w:bCs/>
      <w:i/>
      <w:iCs/>
    </w:rPr>
  </w:style>
  <w:style w:type="paragraph" w:styleId="Heading5">
    <w:name w:val="heading 5"/>
    <w:basedOn w:val="Normal"/>
    <w:next w:val="Normal"/>
    <w:qFormat/>
    <w:rsid w:val="00164301"/>
    <w:pPr>
      <w:numPr>
        <w:ilvl w:val="4"/>
        <w:numId w:val="13"/>
      </w:numPr>
      <w:spacing w:before="120"/>
      <w:outlineLvl w:val="4"/>
    </w:pPr>
    <w:rPr>
      <w:b/>
      <w:bCs/>
    </w:rPr>
  </w:style>
  <w:style w:type="paragraph" w:styleId="Heading6">
    <w:name w:val="heading 6"/>
    <w:basedOn w:val="Normal"/>
    <w:next w:val="Normal"/>
    <w:qFormat/>
    <w:rsid w:val="00164301"/>
    <w:pPr>
      <w:numPr>
        <w:ilvl w:val="5"/>
        <w:numId w:val="13"/>
      </w:numPr>
      <w:spacing w:before="120"/>
      <w:outlineLvl w:val="5"/>
    </w:pPr>
    <w:rPr>
      <w:b/>
      <w:bCs/>
      <w:i/>
      <w:iCs/>
    </w:rPr>
  </w:style>
  <w:style w:type="paragraph" w:styleId="Heading7">
    <w:name w:val="heading 7"/>
    <w:basedOn w:val="Normal"/>
    <w:next w:val="Normal"/>
    <w:qFormat/>
    <w:rsid w:val="00164301"/>
    <w:pPr>
      <w:numPr>
        <w:ilvl w:val="6"/>
        <w:numId w:val="13"/>
      </w:numPr>
      <w:spacing w:before="120"/>
      <w:outlineLvl w:val="6"/>
    </w:pPr>
    <w:rPr>
      <w:b/>
      <w:bCs/>
    </w:rPr>
  </w:style>
  <w:style w:type="paragraph" w:styleId="Heading8">
    <w:name w:val="heading 8"/>
    <w:basedOn w:val="Normal"/>
    <w:next w:val="Normal"/>
    <w:qFormat/>
    <w:rsid w:val="00164301"/>
    <w:pPr>
      <w:numPr>
        <w:ilvl w:val="7"/>
        <w:numId w:val="13"/>
      </w:numPr>
      <w:spacing w:before="120"/>
      <w:outlineLvl w:val="7"/>
    </w:pPr>
    <w:rPr>
      <w:b/>
      <w:bCs/>
      <w:i/>
      <w:iCs/>
    </w:rPr>
  </w:style>
  <w:style w:type="paragraph" w:styleId="Heading9">
    <w:name w:val="heading 9"/>
    <w:basedOn w:val="Normal"/>
    <w:next w:val="Normal"/>
    <w:qFormat/>
    <w:rsid w:val="00164301"/>
    <w:pPr>
      <w:numPr>
        <w:ilvl w:val="8"/>
        <w:numId w:val="13"/>
      </w:numPr>
      <w:spacing w:before="1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4301"/>
    <w:pPr>
      <w:tabs>
        <w:tab w:val="left" w:pos="0"/>
        <w:tab w:val="center" w:pos="4680"/>
        <w:tab w:val="right" w:pos="9450"/>
      </w:tabs>
      <w:spacing w:after="0"/>
    </w:pPr>
    <w:rPr>
      <w:smallCaps/>
      <w:sz w:val="16"/>
      <w:szCs w:val="16"/>
    </w:rPr>
  </w:style>
  <w:style w:type="paragraph" w:styleId="Footer">
    <w:name w:val="footer"/>
    <w:basedOn w:val="Normal"/>
    <w:rsid w:val="00164301"/>
    <w:pPr>
      <w:pBdr>
        <w:top w:val="single" w:sz="6" w:space="6" w:color="auto"/>
      </w:pBdr>
      <w:tabs>
        <w:tab w:val="center" w:pos="4950"/>
        <w:tab w:val="center" w:pos="9000"/>
        <w:tab w:val="center" w:pos="9090"/>
        <w:tab w:val="right" w:pos="10490"/>
      </w:tabs>
      <w:jc w:val="both"/>
    </w:pPr>
    <w:rPr>
      <w:smallCaps/>
      <w:sz w:val="16"/>
      <w:szCs w:val="16"/>
    </w:rPr>
  </w:style>
  <w:style w:type="paragraph" w:customStyle="1" w:styleId="Tabletitle">
    <w:name w:val="Tabletitle"/>
    <w:basedOn w:val="Normal"/>
    <w:rsid w:val="00164301"/>
    <w:rPr>
      <w:b/>
      <w:bCs/>
      <w:color w:val="000000"/>
      <w:sz w:val="18"/>
      <w:szCs w:val="18"/>
    </w:rPr>
  </w:style>
  <w:style w:type="character" w:styleId="PageNumber">
    <w:name w:val="page number"/>
    <w:basedOn w:val="DefaultParagraphFont"/>
    <w:rsid w:val="00164301"/>
  </w:style>
  <w:style w:type="paragraph" w:customStyle="1" w:styleId="HeaderTitle">
    <w:name w:val="Header Title"/>
    <w:basedOn w:val="Normal"/>
    <w:rsid w:val="00164301"/>
    <w:rPr>
      <w:sz w:val="12"/>
      <w:szCs w:val="12"/>
    </w:rPr>
  </w:style>
  <w:style w:type="paragraph" w:customStyle="1" w:styleId="Tabletext">
    <w:name w:val="Table text"/>
    <w:basedOn w:val="Normal"/>
    <w:rsid w:val="007C415D"/>
    <w:pPr>
      <w:keepLines/>
      <w:spacing w:before="60" w:after="60"/>
    </w:pPr>
    <w:rPr>
      <w:rFonts w:cs="Times New Roman"/>
      <w:bCs/>
      <w:sz w:val="18"/>
      <w:lang w:val="en-US" w:eastAsia="en-US"/>
    </w:rPr>
  </w:style>
  <w:style w:type="character" w:styleId="Hyperlink">
    <w:name w:val="Hyperlink"/>
    <w:basedOn w:val="DefaultParagraphFont"/>
    <w:rsid w:val="00164301"/>
    <w:rPr>
      <w:color w:val="0000FF"/>
      <w:u w:val="single"/>
    </w:rPr>
  </w:style>
  <w:style w:type="paragraph" w:customStyle="1" w:styleId="Tabletextbold">
    <w:name w:val="Table text bold"/>
    <w:basedOn w:val="Tabletext"/>
    <w:rsid w:val="007C415D"/>
    <w:rPr>
      <w:b/>
      <w:bCs w:val="0"/>
    </w:rPr>
  </w:style>
  <w:style w:type="paragraph" w:customStyle="1" w:styleId="TableText0">
    <w:name w:val="Table Text"/>
    <w:basedOn w:val="Normal"/>
    <w:rsid w:val="00164301"/>
    <w:pPr>
      <w:spacing w:before="40" w:after="0"/>
      <w:ind w:right="43"/>
    </w:pPr>
    <w:rPr>
      <w:sz w:val="18"/>
      <w:szCs w:val="18"/>
    </w:rPr>
  </w:style>
  <w:style w:type="character" w:styleId="FollowedHyperlink">
    <w:name w:val="FollowedHyperlink"/>
    <w:basedOn w:val="DefaultParagraphFont"/>
    <w:rsid w:val="00164301"/>
    <w:rPr>
      <w:color w:val="800080"/>
      <w:u w:val="single"/>
    </w:rPr>
  </w:style>
  <w:style w:type="paragraph" w:styleId="BodyText2">
    <w:name w:val="Body Text 2"/>
    <w:basedOn w:val="Normal"/>
    <w:rsid w:val="00164301"/>
    <w:pPr>
      <w:ind w:right="41"/>
    </w:pPr>
  </w:style>
  <w:style w:type="paragraph" w:customStyle="1" w:styleId="AppendixHeading4">
    <w:name w:val="Appendix Heading 4"/>
    <w:basedOn w:val="AppendixHeading3"/>
    <w:rsid w:val="00164301"/>
    <w:pPr>
      <w:numPr>
        <w:ilvl w:val="4"/>
      </w:numPr>
    </w:pPr>
    <w:rPr>
      <w:i w:val="0"/>
      <w:iCs w:val="0"/>
    </w:rPr>
  </w:style>
  <w:style w:type="paragraph" w:customStyle="1" w:styleId="AppendixTitle">
    <w:name w:val="Appendix Title"/>
    <w:basedOn w:val="Heading1"/>
    <w:next w:val="Normal"/>
    <w:rsid w:val="00164301"/>
    <w:pPr>
      <w:numPr>
        <w:numId w:val="3"/>
      </w:numPr>
    </w:pPr>
  </w:style>
  <w:style w:type="paragraph" w:customStyle="1" w:styleId="AppendixHeading1">
    <w:name w:val="Appendix Heading 1"/>
    <w:basedOn w:val="Heading2"/>
    <w:next w:val="Normal"/>
    <w:rsid w:val="00164301"/>
    <w:pPr>
      <w:numPr>
        <w:numId w:val="3"/>
      </w:numPr>
    </w:pPr>
  </w:style>
  <w:style w:type="paragraph" w:customStyle="1" w:styleId="AppendixHeading2">
    <w:name w:val="Appendix Heading 2"/>
    <w:basedOn w:val="Heading3"/>
    <w:next w:val="Normal"/>
    <w:rsid w:val="00164301"/>
    <w:pPr>
      <w:numPr>
        <w:numId w:val="3"/>
      </w:numPr>
    </w:pPr>
  </w:style>
  <w:style w:type="paragraph" w:customStyle="1" w:styleId="AppendixHeading3">
    <w:name w:val="Appendix Heading 3"/>
    <w:basedOn w:val="Heading4"/>
    <w:next w:val="Normal"/>
    <w:rsid w:val="00164301"/>
    <w:pPr>
      <w:numPr>
        <w:numId w:val="3"/>
      </w:numPr>
    </w:pPr>
  </w:style>
  <w:style w:type="paragraph" w:customStyle="1" w:styleId="BodyIndentBulletsNumbers">
    <w:name w:val="Body Indent Bullets/Numbers"/>
    <w:basedOn w:val="Normal"/>
    <w:rsid w:val="00164301"/>
    <w:pPr>
      <w:ind w:left="357"/>
    </w:pPr>
  </w:style>
  <w:style w:type="paragraph" w:customStyle="1" w:styleId="Table">
    <w:name w:val="Table"/>
    <w:basedOn w:val="Normal"/>
    <w:rsid w:val="00164301"/>
    <w:pPr>
      <w:spacing w:after="0"/>
      <w:ind w:right="41"/>
    </w:pPr>
    <w:rPr>
      <w:rFonts w:ascii="Times New Roman" w:hAnsi="Times New Roman" w:cs="Times New Roman"/>
    </w:rPr>
  </w:style>
  <w:style w:type="paragraph" w:styleId="TOC1">
    <w:name w:val="toc 1"/>
    <w:basedOn w:val="Heading1"/>
    <w:next w:val="Normal"/>
    <w:autoRedefine/>
    <w:uiPriority w:val="39"/>
    <w:rsid w:val="00164301"/>
    <w:pPr>
      <w:keepNext w:val="0"/>
      <w:numPr>
        <w:numId w:val="0"/>
      </w:numPr>
      <w:outlineLvl w:val="9"/>
    </w:pPr>
    <w:rPr>
      <w:caps/>
      <w:sz w:val="20"/>
      <w:szCs w:val="20"/>
    </w:rPr>
  </w:style>
  <w:style w:type="paragraph" w:customStyle="1" w:styleId="DocumentTitle">
    <w:name w:val="Document Title"/>
    <w:basedOn w:val="PlainText"/>
    <w:rsid w:val="00164301"/>
    <w:rPr>
      <w:rFonts w:ascii="Arial" w:hAnsi="Arial" w:cs="Arial"/>
      <w:b/>
      <w:bCs/>
      <w:sz w:val="32"/>
      <w:szCs w:val="32"/>
    </w:rPr>
  </w:style>
  <w:style w:type="paragraph" w:styleId="PlainText">
    <w:name w:val="Plain Text"/>
    <w:basedOn w:val="Normal"/>
    <w:rsid w:val="00164301"/>
    <w:rPr>
      <w:rFonts w:ascii="Courier New" w:hAnsi="Courier New" w:cs="Courier New"/>
    </w:rPr>
  </w:style>
  <w:style w:type="paragraph" w:styleId="TOC2">
    <w:name w:val="toc 2"/>
    <w:basedOn w:val="Normal"/>
    <w:next w:val="Normal"/>
    <w:autoRedefine/>
    <w:uiPriority w:val="39"/>
    <w:rsid w:val="00164301"/>
    <w:pPr>
      <w:tabs>
        <w:tab w:val="left" w:pos="800"/>
        <w:tab w:val="right" w:leader="dot" w:pos="9448"/>
      </w:tabs>
      <w:spacing w:after="0"/>
      <w:ind w:left="200"/>
    </w:pPr>
    <w:rPr>
      <w:smallCaps/>
      <w:noProof/>
    </w:rPr>
  </w:style>
  <w:style w:type="paragraph" w:styleId="TOC3">
    <w:name w:val="toc 3"/>
    <w:basedOn w:val="Normal"/>
    <w:next w:val="Normal"/>
    <w:autoRedefine/>
    <w:semiHidden/>
    <w:rsid w:val="00164301"/>
    <w:pPr>
      <w:spacing w:after="0"/>
      <w:ind w:left="400"/>
    </w:pPr>
    <w:rPr>
      <w:i/>
      <w:iCs/>
    </w:rPr>
  </w:style>
  <w:style w:type="paragraph" w:styleId="TOC4">
    <w:name w:val="toc 4"/>
    <w:basedOn w:val="Normal"/>
    <w:next w:val="Normal"/>
    <w:autoRedefine/>
    <w:semiHidden/>
    <w:rsid w:val="00164301"/>
    <w:pPr>
      <w:spacing w:after="0"/>
      <w:ind w:left="600"/>
    </w:pPr>
    <w:rPr>
      <w:sz w:val="18"/>
      <w:szCs w:val="18"/>
    </w:rPr>
  </w:style>
  <w:style w:type="paragraph" w:styleId="TOC5">
    <w:name w:val="toc 5"/>
    <w:basedOn w:val="Normal"/>
    <w:next w:val="Normal"/>
    <w:autoRedefine/>
    <w:semiHidden/>
    <w:rsid w:val="00164301"/>
    <w:pPr>
      <w:spacing w:after="0"/>
      <w:ind w:left="800"/>
    </w:pPr>
    <w:rPr>
      <w:sz w:val="18"/>
      <w:szCs w:val="18"/>
    </w:rPr>
  </w:style>
  <w:style w:type="paragraph" w:styleId="TOC6">
    <w:name w:val="toc 6"/>
    <w:basedOn w:val="Normal"/>
    <w:next w:val="Normal"/>
    <w:autoRedefine/>
    <w:semiHidden/>
    <w:rsid w:val="00164301"/>
    <w:pPr>
      <w:spacing w:after="0"/>
      <w:ind w:left="1000"/>
    </w:pPr>
    <w:rPr>
      <w:sz w:val="18"/>
      <w:szCs w:val="18"/>
    </w:rPr>
  </w:style>
  <w:style w:type="paragraph" w:styleId="TOC7">
    <w:name w:val="toc 7"/>
    <w:basedOn w:val="Normal"/>
    <w:next w:val="Normal"/>
    <w:autoRedefine/>
    <w:semiHidden/>
    <w:rsid w:val="00164301"/>
    <w:pPr>
      <w:spacing w:after="0"/>
      <w:ind w:left="1200"/>
    </w:pPr>
    <w:rPr>
      <w:rFonts w:ascii="Times New Roman" w:hAnsi="Times New Roman" w:cs="Times New Roman"/>
      <w:sz w:val="18"/>
      <w:szCs w:val="18"/>
    </w:rPr>
  </w:style>
  <w:style w:type="paragraph" w:styleId="TOC8">
    <w:name w:val="toc 8"/>
    <w:basedOn w:val="Normal"/>
    <w:next w:val="Normal"/>
    <w:autoRedefine/>
    <w:semiHidden/>
    <w:rsid w:val="00164301"/>
    <w:pPr>
      <w:spacing w:after="0"/>
      <w:ind w:left="1400"/>
    </w:pPr>
    <w:rPr>
      <w:rFonts w:ascii="Times New Roman" w:hAnsi="Times New Roman" w:cs="Times New Roman"/>
      <w:sz w:val="18"/>
      <w:szCs w:val="18"/>
    </w:rPr>
  </w:style>
  <w:style w:type="paragraph" w:styleId="TOC9">
    <w:name w:val="toc 9"/>
    <w:basedOn w:val="Normal"/>
    <w:next w:val="Normal"/>
    <w:autoRedefine/>
    <w:semiHidden/>
    <w:rsid w:val="00164301"/>
    <w:pPr>
      <w:spacing w:after="0"/>
      <w:ind w:left="1600"/>
    </w:pPr>
    <w:rPr>
      <w:rFonts w:ascii="Times New Roman" w:hAnsi="Times New Roman" w:cs="Times New Roman"/>
      <w:sz w:val="18"/>
      <w:szCs w:val="18"/>
    </w:rPr>
  </w:style>
  <w:style w:type="paragraph" w:customStyle="1" w:styleId="DocumentSubTitle">
    <w:name w:val="DocumentSubTitle"/>
    <w:basedOn w:val="Normal"/>
    <w:rsid w:val="00164301"/>
    <w:rPr>
      <w:rFonts w:ascii="Times New Roman" w:hAnsi="Times New Roman" w:cs="Times New Roman"/>
      <w:kern w:val="28"/>
      <w:sz w:val="22"/>
      <w:szCs w:val="22"/>
    </w:rPr>
  </w:style>
  <w:style w:type="paragraph" w:customStyle="1" w:styleId="MetadataTitle">
    <w:name w:val="Metadata Title"/>
    <w:basedOn w:val="Normal"/>
    <w:rsid w:val="00164301"/>
    <w:pPr>
      <w:spacing w:after="0"/>
    </w:pPr>
    <w:rPr>
      <w:b/>
      <w:bCs/>
      <w:sz w:val="24"/>
      <w:szCs w:val="24"/>
    </w:rPr>
  </w:style>
  <w:style w:type="paragraph" w:customStyle="1" w:styleId="code">
    <w:name w:val="code"/>
    <w:basedOn w:val="Normal"/>
    <w:autoRedefine/>
    <w:qFormat/>
    <w:rsid w:val="003A01E1"/>
    <w:pPr>
      <w:shd w:val="clear" w:color="auto" w:fill="E6E6E6"/>
    </w:pPr>
    <w:rPr>
      <w:rFonts w:ascii="Courier New" w:hAnsi="Courier New" w:cs="Times New Roman"/>
      <w:sz w:val="16"/>
    </w:rPr>
  </w:style>
  <w:style w:type="paragraph" w:customStyle="1" w:styleId="TitlePageFooter">
    <w:name w:val="TitlePageFooter"/>
    <w:basedOn w:val="Footer"/>
    <w:rsid w:val="00164301"/>
  </w:style>
  <w:style w:type="paragraph" w:customStyle="1" w:styleId="Contents">
    <w:name w:val="Contents"/>
    <w:basedOn w:val="Normal"/>
    <w:rsid w:val="00164301"/>
    <w:rPr>
      <w:b/>
      <w:bCs/>
      <w:sz w:val="28"/>
      <w:szCs w:val="28"/>
    </w:rPr>
  </w:style>
  <w:style w:type="paragraph" w:styleId="FootnoteText">
    <w:name w:val="footnote text"/>
    <w:basedOn w:val="Normal"/>
    <w:semiHidden/>
    <w:rsid w:val="00164301"/>
  </w:style>
  <w:style w:type="paragraph" w:customStyle="1" w:styleId="Code0">
    <w:name w:val="Code"/>
    <w:basedOn w:val="Normal"/>
    <w:link w:val="CodeChar"/>
    <w:autoRedefine/>
    <w:rsid w:val="00164301"/>
    <w:pPr>
      <w:spacing w:after="0"/>
      <w:ind w:left="284"/>
    </w:pPr>
    <w:rPr>
      <w:rFonts w:ascii="Courier New" w:hAnsi="Courier New" w:cs="Courier New"/>
      <w:noProof/>
      <w:sz w:val="18"/>
      <w:szCs w:val="18"/>
    </w:rPr>
  </w:style>
  <w:style w:type="character" w:styleId="FootnoteReference">
    <w:name w:val="footnote reference"/>
    <w:basedOn w:val="DefaultParagraphFont"/>
    <w:semiHidden/>
    <w:rsid w:val="00164301"/>
    <w:rPr>
      <w:vertAlign w:val="superscript"/>
    </w:rPr>
  </w:style>
  <w:style w:type="paragraph" w:customStyle="1" w:styleId="11BodyText">
    <w:name w:val="11 BodyText"/>
    <w:basedOn w:val="Normal"/>
    <w:rsid w:val="00932D27"/>
    <w:pPr>
      <w:spacing w:after="220"/>
      <w:ind w:left="1298"/>
    </w:pPr>
    <w:rPr>
      <w:rFonts w:ascii="Nokia Sans" w:hAnsi="Nokia Sans" w:cs="Times New Roman"/>
      <w:sz w:val="24"/>
      <w:lang w:eastAsia="en-US"/>
    </w:rPr>
  </w:style>
  <w:style w:type="character" w:customStyle="1" w:styleId="CodeChar">
    <w:name w:val="Code Char"/>
    <w:basedOn w:val="DefaultParagraphFont"/>
    <w:link w:val="Code0"/>
    <w:rsid w:val="00164301"/>
    <w:rPr>
      <w:rFonts w:ascii="Courier New" w:hAnsi="Courier New" w:cs="Courier New"/>
      <w:noProof/>
      <w:sz w:val="18"/>
      <w:szCs w:val="18"/>
      <w:lang w:val="en-GB" w:eastAsia="en-GB" w:bidi="ar-SA"/>
    </w:rPr>
  </w:style>
  <w:style w:type="paragraph" w:styleId="CommentText">
    <w:name w:val="annotation text"/>
    <w:basedOn w:val="Normal"/>
    <w:link w:val="CommentTextChar"/>
    <w:semiHidden/>
    <w:rsid w:val="00932D27"/>
    <w:rPr>
      <w:rFonts w:cs="Times New Roman"/>
    </w:rPr>
  </w:style>
  <w:style w:type="character" w:customStyle="1" w:styleId="CommentTextChar">
    <w:name w:val="Comment Text Char"/>
    <w:basedOn w:val="DefaultParagraphFont"/>
    <w:link w:val="CommentText"/>
    <w:semiHidden/>
    <w:rsid w:val="00932D27"/>
    <w:rPr>
      <w:rFonts w:ascii="Arial" w:hAnsi="Arial"/>
    </w:rPr>
  </w:style>
  <w:style w:type="character" w:styleId="CommentReference">
    <w:name w:val="annotation reference"/>
    <w:basedOn w:val="DefaultParagraphFont"/>
    <w:semiHidden/>
    <w:rsid w:val="00932D27"/>
    <w:rPr>
      <w:sz w:val="16"/>
      <w:szCs w:val="16"/>
    </w:rPr>
  </w:style>
  <w:style w:type="paragraph" w:customStyle="1" w:styleId="Appendix1">
    <w:name w:val="Appendix 1"/>
    <w:basedOn w:val="Heading1"/>
    <w:next w:val="Normal"/>
    <w:link w:val="Appendix1Char"/>
    <w:qFormat/>
    <w:rsid w:val="00932D27"/>
    <w:pPr>
      <w:numPr>
        <w:numId w:val="45"/>
      </w:numPr>
      <w:ind w:left="360"/>
      <w:outlineLvl w:val="9"/>
    </w:pPr>
    <w:rPr>
      <w:rFonts w:cs="Times New Roman"/>
      <w:bCs w:val="0"/>
      <w:szCs w:val="20"/>
    </w:rPr>
  </w:style>
  <w:style w:type="character" w:customStyle="1" w:styleId="Appendix1Char">
    <w:name w:val="Appendix 1 Char"/>
    <w:basedOn w:val="DefaultParagraphFont"/>
    <w:link w:val="Appendix1"/>
    <w:rsid w:val="00932D27"/>
    <w:rPr>
      <w:rFonts w:ascii="Arial" w:hAnsi="Arial"/>
      <w:b/>
      <w:sz w:val="28"/>
    </w:rPr>
  </w:style>
  <w:style w:type="paragraph" w:styleId="BalloonText">
    <w:name w:val="Balloon Text"/>
    <w:basedOn w:val="Normal"/>
    <w:link w:val="BalloonTextChar"/>
    <w:uiPriority w:val="99"/>
    <w:semiHidden/>
    <w:unhideWhenUsed/>
    <w:rsid w:val="00932D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D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to\Working%20Docs\NOKIA_EPL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87808-F1D1-426A-84D4-0D472D80A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NOKIA_EPL_template.dotx</Template>
  <TotalTime>40</TotalTime>
  <Pages>37</Pages>
  <Words>12149</Words>
  <Characters>69254</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Base SMP Power Management Impacts on Kernel Use of Hardware Timers</vt:lpstr>
    </vt:vector>
  </TitlesOfParts>
  <Company>Nokia</Company>
  <LinksUpToDate>false</LinksUpToDate>
  <CharactersWithSpaces>81241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 SMP Power Management Impacts on Kernel Use of Hardware Timers</dc:title>
  <dc:subject/>
  <dc:creator/>
  <cp:keywords/>
  <dc:description/>
  <cp:lastModifiedBy>Carlos Garcia-Tobin</cp:lastModifiedBy>
  <cp:revision>5</cp:revision>
  <cp:lastPrinted>2007-02-09T09:55:00Z</cp:lastPrinted>
  <dcterms:created xsi:type="dcterms:W3CDTF">2010-06-28T15:54:00Z</dcterms:created>
  <dcterms:modified xsi:type="dcterms:W3CDTF">2010-06-29T10:00:00Z</dcterms:modified>
</cp:coreProperties>
</file>