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381" w:rsidRDefault="00785671" w:rsidP="00785671">
      <w:pPr>
        <w:pStyle w:val="Title"/>
      </w:pPr>
      <w:fldSimple w:instr=" DOCPROPERTY  Title  \* MERGEFORMAT ">
        <w:r w:rsidR="00065FB9">
          <w:t>Domain Manager</w:t>
        </w:r>
      </w:fldSimple>
    </w:p>
    <w:p w:rsidR="00785671" w:rsidRDefault="00785671" w:rsidP="00785671">
      <w:pPr>
        <w:pStyle w:val="Subtitle"/>
      </w:pPr>
      <w:fldSimple w:instr=" DOCPROPERTY  Subject  \* MERGEFORMAT ">
        <w:r w:rsidR="00065FB9">
          <w:t xml:space="preserve">Notification Interface User </w:t>
        </w:r>
        <w:r>
          <w:t xml:space="preserve">Guide </w:t>
        </w:r>
      </w:fldSimple>
    </w:p>
    <w:p w:rsidR="00785671" w:rsidRDefault="00785671" w:rsidP="00E01F1C">
      <w:pPr>
        <w:pStyle w:val="Metadata"/>
      </w:pPr>
    </w:p>
    <w:p w:rsidR="00785671" w:rsidRDefault="00785671" w:rsidP="00E01F1C">
      <w:pPr>
        <w:pStyle w:val="Metadata"/>
      </w:pPr>
    </w:p>
    <w:tbl>
      <w:tblPr>
        <w:tblStyle w:val="TableGrid"/>
        <w:tblW w:w="0" w:type="auto"/>
        <w:tblInd w:w="959" w:type="dxa"/>
        <w:tblLook w:val="01E0"/>
      </w:tblPr>
      <w:tblGrid>
        <w:gridCol w:w="4251"/>
        <w:gridCol w:w="4254"/>
      </w:tblGrid>
      <w:tr w:rsidR="00E01F1C" w:rsidTr="00E01F1C">
        <w:tc>
          <w:tcPr>
            <w:tcW w:w="4251" w:type="dxa"/>
          </w:tcPr>
          <w:p w:rsidR="00E01F1C" w:rsidRDefault="00E01F1C" w:rsidP="00E01F1C">
            <w:pPr>
              <w:pStyle w:val="Tabletextbold"/>
            </w:pPr>
            <w:r>
              <w:t>Contributor team</w:t>
            </w:r>
          </w:p>
        </w:tc>
        <w:tc>
          <w:tcPr>
            <w:tcW w:w="4254" w:type="dxa"/>
          </w:tcPr>
          <w:p w:rsidR="00E01F1C" w:rsidRDefault="00E01F1C" w:rsidP="00E01F1C">
            <w:pPr>
              <w:pStyle w:val="Tabletextbold"/>
            </w:pPr>
            <w:r>
              <w:t>Contributor(s)</w:t>
            </w:r>
          </w:p>
        </w:tc>
      </w:tr>
      <w:tr w:rsidR="00E01F1C" w:rsidTr="00E01F1C">
        <w:tc>
          <w:tcPr>
            <w:tcW w:w="4251" w:type="dxa"/>
          </w:tcPr>
          <w:p w:rsidR="00E01F1C" w:rsidRDefault="00065FB9" w:rsidP="00065FB9">
            <w:pPr>
              <w:pStyle w:val="Tabletext"/>
            </w:pPr>
            <w:r>
              <w:t>Kernel &amp; Hardware Services/ Platform Independent</w:t>
            </w:r>
          </w:p>
        </w:tc>
        <w:tc>
          <w:tcPr>
            <w:tcW w:w="4254" w:type="dxa"/>
          </w:tcPr>
          <w:p w:rsidR="00E01F1C" w:rsidRDefault="00E01F1C" w:rsidP="00E01F1C">
            <w:pPr>
              <w:pStyle w:val="Tabletext"/>
            </w:pPr>
            <w:fldSimple w:instr=" DOCPROPERTY  Company  \* MERGEFORMAT ">
              <w:r w:rsidR="007612F7">
                <w:t>Nokia</w:t>
              </w:r>
            </w:fldSimple>
          </w:p>
        </w:tc>
      </w:tr>
    </w:tbl>
    <w:p w:rsidR="00E01F1C" w:rsidRDefault="00E01F1C" w:rsidP="00E01F1C">
      <w:pPr>
        <w:pStyle w:val="BodyText"/>
      </w:pPr>
    </w:p>
    <w:p w:rsidR="00384381" w:rsidRDefault="009E6429">
      <w:pPr>
        <w:pStyle w:val="TOCHeading"/>
      </w:pPr>
      <w:r>
        <w:lastRenderedPageBreak/>
        <w:t>Change history</w:t>
      </w:r>
    </w:p>
    <w:tbl>
      <w:tblPr>
        <w:tblW w:w="8788"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992"/>
        <w:gridCol w:w="1276"/>
        <w:gridCol w:w="1134"/>
        <w:gridCol w:w="5386"/>
      </w:tblGrid>
      <w:tr w:rsidR="00384381">
        <w:tblPrEx>
          <w:tblCellMar>
            <w:top w:w="0" w:type="dxa"/>
            <w:bottom w:w="0" w:type="dxa"/>
          </w:tblCellMar>
        </w:tblPrEx>
        <w:trPr>
          <w:tblHeader/>
        </w:trPr>
        <w:tc>
          <w:tcPr>
            <w:tcW w:w="992" w:type="dxa"/>
            <w:tcMar>
              <w:left w:w="108" w:type="dxa"/>
              <w:right w:w="108" w:type="dxa"/>
            </w:tcMar>
          </w:tcPr>
          <w:p w:rsidR="00384381" w:rsidRDefault="00384381">
            <w:pPr>
              <w:pStyle w:val="Tabletextbold"/>
            </w:pPr>
            <w:r>
              <w:t>Version</w:t>
            </w:r>
          </w:p>
        </w:tc>
        <w:tc>
          <w:tcPr>
            <w:tcW w:w="1276" w:type="dxa"/>
            <w:tcMar>
              <w:left w:w="108" w:type="dxa"/>
              <w:right w:w="108" w:type="dxa"/>
            </w:tcMar>
          </w:tcPr>
          <w:p w:rsidR="00384381" w:rsidRDefault="00384381">
            <w:pPr>
              <w:pStyle w:val="Tabletextbold"/>
            </w:pPr>
            <w:r>
              <w:t>Date</w:t>
            </w:r>
          </w:p>
        </w:tc>
        <w:tc>
          <w:tcPr>
            <w:tcW w:w="1134" w:type="dxa"/>
            <w:tcMar>
              <w:left w:w="108" w:type="dxa"/>
              <w:right w:w="108" w:type="dxa"/>
            </w:tcMar>
          </w:tcPr>
          <w:p w:rsidR="00384381" w:rsidRDefault="00384381">
            <w:pPr>
              <w:pStyle w:val="Tabletextbold"/>
            </w:pPr>
            <w:r>
              <w:t>Status</w:t>
            </w:r>
          </w:p>
        </w:tc>
        <w:tc>
          <w:tcPr>
            <w:tcW w:w="5386" w:type="dxa"/>
            <w:tcMar>
              <w:left w:w="108" w:type="dxa"/>
              <w:right w:w="108" w:type="dxa"/>
            </w:tcMar>
          </w:tcPr>
          <w:p w:rsidR="00384381" w:rsidRDefault="00384381">
            <w:pPr>
              <w:pStyle w:val="Tabletextbold"/>
            </w:pPr>
            <w:r>
              <w:t>Comments</w:t>
            </w:r>
          </w:p>
        </w:tc>
      </w:tr>
      <w:tr w:rsidR="00384381">
        <w:tblPrEx>
          <w:tblCellMar>
            <w:top w:w="0" w:type="dxa"/>
            <w:bottom w:w="0" w:type="dxa"/>
          </w:tblCellMar>
        </w:tblPrEx>
        <w:trPr>
          <w:tblHeader/>
        </w:trPr>
        <w:tc>
          <w:tcPr>
            <w:tcW w:w="992" w:type="dxa"/>
            <w:tcMar>
              <w:left w:w="108" w:type="dxa"/>
              <w:right w:w="108" w:type="dxa"/>
            </w:tcMar>
          </w:tcPr>
          <w:p w:rsidR="00384381" w:rsidRDefault="00065FB9">
            <w:pPr>
              <w:pStyle w:val="Tabletext"/>
            </w:pPr>
            <w:r>
              <w:t>1.0</w:t>
            </w:r>
          </w:p>
        </w:tc>
        <w:tc>
          <w:tcPr>
            <w:tcW w:w="1276" w:type="dxa"/>
            <w:tcMar>
              <w:left w:w="108" w:type="dxa"/>
              <w:right w:w="108" w:type="dxa"/>
            </w:tcMar>
          </w:tcPr>
          <w:p w:rsidR="00384381" w:rsidRDefault="00227FE4" w:rsidP="00227FE4">
            <w:pPr>
              <w:pStyle w:val="Tabletext"/>
            </w:pPr>
            <w:r>
              <w:t>30</w:t>
            </w:r>
            <w:r w:rsidR="009E6429">
              <w:t>.</w:t>
            </w:r>
            <w:r>
              <w:t>09</w:t>
            </w:r>
            <w:r w:rsidR="009E6429">
              <w:t>.20</w:t>
            </w:r>
            <w:r>
              <w:t>10</w:t>
            </w:r>
          </w:p>
        </w:tc>
        <w:tc>
          <w:tcPr>
            <w:tcW w:w="1134" w:type="dxa"/>
            <w:tcMar>
              <w:left w:w="108" w:type="dxa"/>
              <w:right w:w="108" w:type="dxa"/>
            </w:tcMar>
          </w:tcPr>
          <w:p w:rsidR="00384381" w:rsidRDefault="00065FB9">
            <w:pPr>
              <w:pStyle w:val="Tabletext"/>
            </w:pPr>
            <w:r>
              <w:t>Published</w:t>
            </w:r>
          </w:p>
        </w:tc>
        <w:tc>
          <w:tcPr>
            <w:tcW w:w="5386" w:type="dxa"/>
            <w:tcMar>
              <w:left w:w="108" w:type="dxa"/>
              <w:right w:w="108" w:type="dxa"/>
            </w:tcMar>
          </w:tcPr>
          <w:p w:rsidR="00384381" w:rsidRDefault="00384381" w:rsidP="009E6429">
            <w:pPr>
              <w:pStyle w:val="Tabletext"/>
            </w:pPr>
          </w:p>
        </w:tc>
      </w:tr>
    </w:tbl>
    <w:p w:rsidR="000D49FF" w:rsidRDefault="000D49FF">
      <w:pPr>
        <w:pStyle w:val="BodyTextthin"/>
      </w:pPr>
    </w:p>
    <w:p w:rsidR="00384381" w:rsidRDefault="009E6429" w:rsidP="009E6429">
      <w:pPr>
        <w:pStyle w:val="TOCHeading"/>
      </w:pPr>
      <w:r>
        <w:lastRenderedPageBreak/>
        <w:t>Table of contents</w:t>
      </w:r>
    </w:p>
    <w:p w:rsidR="00331238" w:rsidRDefault="00384381">
      <w:pPr>
        <w:pStyle w:val="TOC1"/>
        <w:rPr>
          <w:rFonts w:asciiTheme="minorHAnsi" w:eastAsiaTheme="minorEastAsia" w:hAnsiTheme="minorHAnsi" w:cstheme="minorBidi"/>
          <w:b w:val="0"/>
          <w:sz w:val="22"/>
          <w:szCs w:val="22"/>
        </w:rPr>
      </w:pPr>
      <w:r>
        <w:rPr>
          <w:rFonts w:ascii="Helvetica" w:hAnsi="Helvetica"/>
          <w:sz w:val="24"/>
        </w:rPr>
        <w:fldChar w:fldCharType="begin"/>
      </w:r>
      <w:r>
        <w:rPr>
          <w:rFonts w:ascii="Helvetica" w:hAnsi="Helvetica"/>
          <w:sz w:val="24"/>
        </w:rPr>
        <w:instrText xml:space="preserve"> TOC \o "1-5" \h \z </w:instrText>
      </w:r>
      <w:r>
        <w:rPr>
          <w:rFonts w:ascii="Helvetica" w:hAnsi="Helvetica"/>
          <w:sz w:val="24"/>
        </w:rPr>
        <w:fldChar w:fldCharType="separate"/>
      </w:r>
      <w:hyperlink w:anchor="_Toc273964123" w:history="1">
        <w:r w:rsidR="00331238" w:rsidRPr="00791335">
          <w:rPr>
            <w:rStyle w:val="Hyperlink"/>
          </w:rPr>
          <w:t>1.</w:t>
        </w:r>
        <w:r w:rsidR="00331238">
          <w:rPr>
            <w:rFonts w:asciiTheme="minorHAnsi" w:eastAsiaTheme="minorEastAsia" w:hAnsiTheme="minorHAnsi" w:cstheme="minorBidi"/>
            <w:b w:val="0"/>
            <w:sz w:val="22"/>
            <w:szCs w:val="22"/>
          </w:rPr>
          <w:tab/>
        </w:r>
        <w:r w:rsidR="00331238" w:rsidRPr="00791335">
          <w:rPr>
            <w:rStyle w:val="Hyperlink"/>
          </w:rPr>
          <w:t>Document control</w:t>
        </w:r>
        <w:r w:rsidR="00331238">
          <w:rPr>
            <w:webHidden/>
          </w:rPr>
          <w:tab/>
        </w:r>
        <w:r w:rsidR="00331238">
          <w:rPr>
            <w:webHidden/>
          </w:rPr>
          <w:fldChar w:fldCharType="begin"/>
        </w:r>
        <w:r w:rsidR="00331238">
          <w:rPr>
            <w:webHidden/>
          </w:rPr>
          <w:instrText xml:space="preserve"> PAGEREF _Toc273964123 \h </w:instrText>
        </w:r>
        <w:r w:rsidR="00331238">
          <w:rPr>
            <w:webHidden/>
          </w:rPr>
        </w:r>
        <w:r w:rsidR="00331238">
          <w:rPr>
            <w:webHidden/>
          </w:rPr>
          <w:fldChar w:fldCharType="separate"/>
        </w:r>
        <w:r w:rsidR="00331238">
          <w:rPr>
            <w:webHidden/>
          </w:rPr>
          <w:t>4</w:t>
        </w:r>
        <w:r w:rsidR="00331238">
          <w:rPr>
            <w:webHidden/>
          </w:rPr>
          <w:fldChar w:fldCharType="end"/>
        </w:r>
      </w:hyperlink>
    </w:p>
    <w:p w:rsidR="00331238" w:rsidRDefault="00331238">
      <w:pPr>
        <w:pStyle w:val="TOC2"/>
        <w:rPr>
          <w:rFonts w:asciiTheme="minorHAnsi" w:eastAsiaTheme="minorEastAsia" w:hAnsiTheme="minorHAnsi" w:cstheme="minorBidi"/>
          <w:sz w:val="22"/>
          <w:szCs w:val="22"/>
        </w:rPr>
      </w:pPr>
      <w:hyperlink w:anchor="_Toc273964124" w:history="1">
        <w:r w:rsidRPr="00791335">
          <w:rPr>
            <w:rStyle w:val="Hyperlink"/>
          </w:rPr>
          <w:t>1.1</w:t>
        </w:r>
        <w:r>
          <w:rPr>
            <w:rFonts w:asciiTheme="minorHAnsi" w:eastAsiaTheme="minorEastAsia" w:hAnsiTheme="minorHAnsi" w:cstheme="minorBidi"/>
            <w:sz w:val="22"/>
            <w:szCs w:val="22"/>
          </w:rPr>
          <w:tab/>
        </w:r>
        <w:r w:rsidRPr="00791335">
          <w:rPr>
            <w:rStyle w:val="Hyperlink"/>
          </w:rPr>
          <w:t>References</w:t>
        </w:r>
        <w:r>
          <w:rPr>
            <w:webHidden/>
          </w:rPr>
          <w:tab/>
        </w:r>
        <w:r>
          <w:rPr>
            <w:webHidden/>
          </w:rPr>
          <w:fldChar w:fldCharType="begin"/>
        </w:r>
        <w:r>
          <w:rPr>
            <w:webHidden/>
          </w:rPr>
          <w:instrText xml:space="preserve"> PAGEREF _Toc273964124 \h </w:instrText>
        </w:r>
        <w:r>
          <w:rPr>
            <w:webHidden/>
          </w:rPr>
        </w:r>
        <w:r>
          <w:rPr>
            <w:webHidden/>
          </w:rPr>
          <w:fldChar w:fldCharType="separate"/>
        </w:r>
        <w:r>
          <w:rPr>
            <w:webHidden/>
          </w:rPr>
          <w:t>4</w:t>
        </w:r>
        <w:r>
          <w:rPr>
            <w:webHidden/>
          </w:rPr>
          <w:fldChar w:fldCharType="end"/>
        </w:r>
      </w:hyperlink>
    </w:p>
    <w:p w:rsidR="00331238" w:rsidRDefault="00331238">
      <w:pPr>
        <w:pStyle w:val="TOC2"/>
        <w:rPr>
          <w:rFonts w:asciiTheme="minorHAnsi" w:eastAsiaTheme="minorEastAsia" w:hAnsiTheme="minorHAnsi" w:cstheme="minorBidi"/>
          <w:sz w:val="22"/>
          <w:szCs w:val="22"/>
        </w:rPr>
      </w:pPr>
      <w:hyperlink w:anchor="_Toc273964125" w:history="1">
        <w:r w:rsidRPr="00791335">
          <w:rPr>
            <w:rStyle w:val="Hyperlink"/>
          </w:rPr>
          <w:t>1.2</w:t>
        </w:r>
        <w:r>
          <w:rPr>
            <w:rFonts w:asciiTheme="minorHAnsi" w:eastAsiaTheme="minorEastAsia" w:hAnsiTheme="minorHAnsi" w:cstheme="minorBidi"/>
            <w:sz w:val="22"/>
            <w:szCs w:val="22"/>
          </w:rPr>
          <w:tab/>
        </w:r>
        <w:r w:rsidRPr="00791335">
          <w:rPr>
            <w:rStyle w:val="Hyperlink"/>
          </w:rPr>
          <w:t>Abbreviations and definitions</w:t>
        </w:r>
        <w:r>
          <w:rPr>
            <w:webHidden/>
          </w:rPr>
          <w:tab/>
        </w:r>
        <w:r>
          <w:rPr>
            <w:webHidden/>
          </w:rPr>
          <w:fldChar w:fldCharType="begin"/>
        </w:r>
        <w:r>
          <w:rPr>
            <w:webHidden/>
          </w:rPr>
          <w:instrText xml:space="preserve"> PAGEREF _Toc273964125 \h </w:instrText>
        </w:r>
        <w:r>
          <w:rPr>
            <w:webHidden/>
          </w:rPr>
        </w:r>
        <w:r>
          <w:rPr>
            <w:webHidden/>
          </w:rPr>
          <w:fldChar w:fldCharType="separate"/>
        </w:r>
        <w:r>
          <w:rPr>
            <w:webHidden/>
          </w:rPr>
          <w:t>4</w:t>
        </w:r>
        <w:r>
          <w:rPr>
            <w:webHidden/>
          </w:rPr>
          <w:fldChar w:fldCharType="end"/>
        </w:r>
      </w:hyperlink>
    </w:p>
    <w:p w:rsidR="00331238" w:rsidRDefault="00331238">
      <w:pPr>
        <w:pStyle w:val="TOC1"/>
        <w:rPr>
          <w:rFonts w:asciiTheme="minorHAnsi" w:eastAsiaTheme="minorEastAsia" w:hAnsiTheme="minorHAnsi" w:cstheme="minorBidi"/>
          <w:b w:val="0"/>
          <w:sz w:val="22"/>
          <w:szCs w:val="22"/>
        </w:rPr>
      </w:pPr>
      <w:hyperlink w:anchor="_Toc273964126" w:history="1">
        <w:r w:rsidRPr="00791335">
          <w:rPr>
            <w:rStyle w:val="Hyperlink"/>
          </w:rPr>
          <w:t>2.</w:t>
        </w:r>
        <w:r>
          <w:rPr>
            <w:rFonts w:asciiTheme="minorHAnsi" w:eastAsiaTheme="minorEastAsia" w:hAnsiTheme="minorHAnsi" w:cstheme="minorBidi"/>
            <w:b w:val="0"/>
            <w:sz w:val="22"/>
            <w:szCs w:val="22"/>
          </w:rPr>
          <w:tab/>
        </w:r>
        <w:r w:rsidRPr="00791335">
          <w:rPr>
            <w:rStyle w:val="Hyperlink"/>
          </w:rPr>
          <w:t>Introduction</w:t>
        </w:r>
        <w:r>
          <w:rPr>
            <w:webHidden/>
          </w:rPr>
          <w:tab/>
        </w:r>
        <w:r>
          <w:rPr>
            <w:webHidden/>
          </w:rPr>
          <w:fldChar w:fldCharType="begin"/>
        </w:r>
        <w:r>
          <w:rPr>
            <w:webHidden/>
          </w:rPr>
          <w:instrText xml:space="preserve"> PAGEREF _Toc273964126 \h </w:instrText>
        </w:r>
        <w:r>
          <w:rPr>
            <w:webHidden/>
          </w:rPr>
        </w:r>
        <w:r>
          <w:rPr>
            <w:webHidden/>
          </w:rPr>
          <w:fldChar w:fldCharType="separate"/>
        </w:r>
        <w:r>
          <w:rPr>
            <w:webHidden/>
          </w:rPr>
          <w:t>5</w:t>
        </w:r>
        <w:r>
          <w:rPr>
            <w:webHidden/>
          </w:rPr>
          <w:fldChar w:fldCharType="end"/>
        </w:r>
      </w:hyperlink>
    </w:p>
    <w:p w:rsidR="00331238" w:rsidRDefault="00331238">
      <w:pPr>
        <w:pStyle w:val="TOC2"/>
        <w:rPr>
          <w:rFonts w:asciiTheme="minorHAnsi" w:eastAsiaTheme="minorEastAsia" w:hAnsiTheme="minorHAnsi" w:cstheme="minorBidi"/>
          <w:sz w:val="22"/>
          <w:szCs w:val="22"/>
        </w:rPr>
      </w:pPr>
      <w:hyperlink w:anchor="_Toc273964127" w:history="1">
        <w:r w:rsidRPr="00791335">
          <w:rPr>
            <w:rStyle w:val="Hyperlink"/>
          </w:rPr>
          <w:t>2.1</w:t>
        </w:r>
        <w:r>
          <w:rPr>
            <w:rFonts w:asciiTheme="minorHAnsi" w:eastAsiaTheme="minorEastAsia" w:hAnsiTheme="minorHAnsi" w:cstheme="minorBidi"/>
            <w:sz w:val="22"/>
            <w:szCs w:val="22"/>
          </w:rPr>
          <w:tab/>
        </w:r>
        <w:r w:rsidRPr="00791335">
          <w:rPr>
            <w:rStyle w:val="Hyperlink"/>
          </w:rPr>
          <w:t>Purpose and Scope</w:t>
        </w:r>
        <w:r>
          <w:rPr>
            <w:webHidden/>
          </w:rPr>
          <w:tab/>
        </w:r>
        <w:r>
          <w:rPr>
            <w:webHidden/>
          </w:rPr>
          <w:fldChar w:fldCharType="begin"/>
        </w:r>
        <w:r>
          <w:rPr>
            <w:webHidden/>
          </w:rPr>
          <w:instrText xml:space="preserve"> PAGEREF _Toc273964127 \h </w:instrText>
        </w:r>
        <w:r>
          <w:rPr>
            <w:webHidden/>
          </w:rPr>
        </w:r>
        <w:r>
          <w:rPr>
            <w:webHidden/>
          </w:rPr>
          <w:fldChar w:fldCharType="separate"/>
        </w:r>
        <w:r>
          <w:rPr>
            <w:webHidden/>
          </w:rPr>
          <w:t>5</w:t>
        </w:r>
        <w:r>
          <w:rPr>
            <w:webHidden/>
          </w:rPr>
          <w:fldChar w:fldCharType="end"/>
        </w:r>
      </w:hyperlink>
    </w:p>
    <w:p w:rsidR="00331238" w:rsidRDefault="00331238">
      <w:pPr>
        <w:pStyle w:val="TOC2"/>
        <w:rPr>
          <w:rFonts w:asciiTheme="minorHAnsi" w:eastAsiaTheme="minorEastAsia" w:hAnsiTheme="minorHAnsi" w:cstheme="minorBidi"/>
          <w:sz w:val="22"/>
          <w:szCs w:val="22"/>
        </w:rPr>
      </w:pPr>
      <w:hyperlink w:anchor="_Toc273964128" w:history="1">
        <w:r w:rsidRPr="00791335">
          <w:rPr>
            <w:rStyle w:val="Hyperlink"/>
          </w:rPr>
          <w:t>2.2</w:t>
        </w:r>
        <w:r>
          <w:rPr>
            <w:rFonts w:asciiTheme="minorHAnsi" w:eastAsiaTheme="minorEastAsia" w:hAnsiTheme="minorHAnsi" w:cstheme="minorBidi"/>
            <w:sz w:val="22"/>
            <w:szCs w:val="22"/>
          </w:rPr>
          <w:tab/>
        </w:r>
        <w:r w:rsidRPr="00791335">
          <w:rPr>
            <w:rStyle w:val="Hyperlink"/>
          </w:rPr>
          <w:t>Domain Manager Notification Interface Overview</w:t>
        </w:r>
        <w:r>
          <w:rPr>
            <w:webHidden/>
          </w:rPr>
          <w:tab/>
        </w:r>
        <w:r>
          <w:rPr>
            <w:webHidden/>
          </w:rPr>
          <w:fldChar w:fldCharType="begin"/>
        </w:r>
        <w:r>
          <w:rPr>
            <w:webHidden/>
          </w:rPr>
          <w:instrText xml:space="preserve"> PAGEREF _Toc273964128 \h </w:instrText>
        </w:r>
        <w:r>
          <w:rPr>
            <w:webHidden/>
          </w:rPr>
        </w:r>
        <w:r>
          <w:rPr>
            <w:webHidden/>
          </w:rPr>
          <w:fldChar w:fldCharType="separate"/>
        </w:r>
        <w:r>
          <w:rPr>
            <w:webHidden/>
          </w:rPr>
          <w:t>5</w:t>
        </w:r>
        <w:r>
          <w:rPr>
            <w:webHidden/>
          </w:rPr>
          <w:fldChar w:fldCharType="end"/>
        </w:r>
      </w:hyperlink>
    </w:p>
    <w:p w:rsidR="00331238" w:rsidRDefault="00331238">
      <w:pPr>
        <w:pStyle w:val="TOC1"/>
        <w:rPr>
          <w:rFonts w:asciiTheme="minorHAnsi" w:eastAsiaTheme="minorEastAsia" w:hAnsiTheme="minorHAnsi" w:cstheme="minorBidi"/>
          <w:b w:val="0"/>
          <w:sz w:val="22"/>
          <w:szCs w:val="22"/>
        </w:rPr>
      </w:pPr>
      <w:hyperlink w:anchor="_Toc273964129" w:history="1">
        <w:r w:rsidRPr="00791335">
          <w:rPr>
            <w:rStyle w:val="Hyperlink"/>
          </w:rPr>
          <w:t>3.</w:t>
        </w:r>
        <w:r>
          <w:rPr>
            <w:rFonts w:asciiTheme="minorHAnsi" w:eastAsiaTheme="minorEastAsia" w:hAnsiTheme="minorHAnsi" w:cstheme="minorBidi"/>
            <w:b w:val="0"/>
            <w:sz w:val="22"/>
            <w:szCs w:val="22"/>
          </w:rPr>
          <w:tab/>
        </w:r>
        <w:r w:rsidRPr="00791335">
          <w:rPr>
            <w:rStyle w:val="Hyperlink"/>
          </w:rPr>
          <w:t>Domain Manager Notification API</w:t>
        </w:r>
        <w:r>
          <w:rPr>
            <w:webHidden/>
          </w:rPr>
          <w:tab/>
        </w:r>
        <w:r>
          <w:rPr>
            <w:webHidden/>
          </w:rPr>
          <w:fldChar w:fldCharType="begin"/>
        </w:r>
        <w:r>
          <w:rPr>
            <w:webHidden/>
          </w:rPr>
          <w:instrText xml:space="preserve"> PAGEREF _Toc273964129 \h </w:instrText>
        </w:r>
        <w:r>
          <w:rPr>
            <w:webHidden/>
          </w:rPr>
        </w:r>
        <w:r>
          <w:rPr>
            <w:webHidden/>
          </w:rPr>
          <w:fldChar w:fldCharType="separate"/>
        </w:r>
        <w:r>
          <w:rPr>
            <w:webHidden/>
          </w:rPr>
          <w:t>6</w:t>
        </w:r>
        <w:r>
          <w:rPr>
            <w:webHidden/>
          </w:rPr>
          <w:fldChar w:fldCharType="end"/>
        </w:r>
      </w:hyperlink>
    </w:p>
    <w:p w:rsidR="00331238" w:rsidRDefault="00331238">
      <w:pPr>
        <w:pStyle w:val="TOC2"/>
        <w:rPr>
          <w:rFonts w:asciiTheme="minorHAnsi" w:eastAsiaTheme="minorEastAsia" w:hAnsiTheme="minorHAnsi" w:cstheme="minorBidi"/>
          <w:sz w:val="22"/>
          <w:szCs w:val="22"/>
        </w:rPr>
      </w:pPr>
      <w:hyperlink w:anchor="_Toc273964130" w:history="1">
        <w:r w:rsidRPr="00791335">
          <w:rPr>
            <w:rStyle w:val="Hyperlink"/>
          </w:rPr>
          <w:t>3.1</w:t>
        </w:r>
        <w:r>
          <w:rPr>
            <w:rFonts w:asciiTheme="minorHAnsi" w:eastAsiaTheme="minorEastAsia" w:hAnsiTheme="minorHAnsi" w:cstheme="minorBidi"/>
            <w:sz w:val="22"/>
            <w:szCs w:val="22"/>
          </w:rPr>
          <w:tab/>
        </w:r>
        <w:r w:rsidRPr="00791335">
          <w:rPr>
            <w:rStyle w:val="Hyperlink"/>
          </w:rPr>
          <w:t>Questions &amp; Answers</w:t>
        </w:r>
        <w:r>
          <w:rPr>
            <w:webHidden/>
          </w:rPr>
          <w:tab/>
        </w:r>
        <w:r>
          <w:rPr>
            <w:webHidden/>
          </w:rPr>
          <w:fldChar w:fldCharType="begin"/>
        </w:r>
        <w:r>
          <w:rPr>
            <w:webHidden/>
          </w:rPr>
          <w:instrText xml:space="preserve"> PAGEREF _Toc273964130 \h </w:instrText>
        </w:r>
        <w:r>
          <w:rPr>
            <w:webHidden/>
          </w:rPr>
        </w:r>
        <w:r>
          <w:rPr>
            <w:webHidden/>
          </w:rPr>
          <w:fldChar w:fldCharType="separate"/>
        </w:r>
        <w:r>
          <w:rPr>
            <w:webHidden/>
          </w:rPr>
          <w:t>6</w:t>
        </w:r>
        <w:r>
          <w:rPr>
            <w:webHidden/>
          </w:rPr>
          <w:fldChar w:fldCharType="end"/>
        </w:r>
      </w:hyperlink>
    </w:p>
    <w:p w:rsidR="00331238" w:rsidRDefault="00331238">
      <w:pPr>
        <w:pStyle w:val="TOC3"/>
        <w:rPr>
          <w:rFonts w:asciiTheme="minorHAnsi" w:eastAsiaTheme="minorEastAsia" w:hAnsiTheme="minorHAnsi" w:cstheme="minorBidi"/>
          <w:sz w:val="22"/>
          <w:szCs w:val="22"/>
        </w:rPr>
      </w:pPr>
      <w:hyperlink w:anchor="_Toc273964131" w:history="1">
        <w:r w:rsidRPr="00791335">
          <w:rPr>
            <w:rStyle w:val="Hyperlink"/>
          </w:rPr>
          <w:t>3.1.1</w:t>
        </w:r>
        <w:r>
          <w:rPr>
            <w:rFonts w:asciiTheme="minorHAnsi" w:eastAsiaTheme="minorEastAsia" w:hAnsiTheme="minorHAnsi" w:cstheme="minorBidi"/>
            <w:sz w:val="22"/>
            <w:szCs w:val="22"/>
          </w:rPr>
          <w:tab/>
        </w:r>
        <w:r w:rsidRPr="00791335">
          <w:rPr>
            <w:rStyle w:val="Hyperlink"/>
          </w:rPr>
          <w:t>What are deferrals?</w:t>
        </w:r>
        <w:r>
          <w:rPr>
            <w:webHidden/>
          </w:rPr>
          <w:tab/>
        </w:r>
        <w:r>
          <w:rPr>
            <w:webHidden/>
          </w:rPr>
          <w:fldChar w:fldCharType="begin"/>
        </w:r>
        <w:r>
          <w:rPr>
            <w:webHidden/>
          </w:rPr>
          <w:instrText xml:space="preserve"> PAGEREF _Toc273964131 \h </w:instrText>
        </w:r>
        <w:r>
          <w:rPr>
            <w:webHidden/>
          </w:rPr>
        </w:r>
        <w:r>
          <w:rPr>
            <w:webHidden/>
          </w:rPr>
          <w:fldChar w:fldCharType="separate"/>
        </w:r>
        <w:r>
          <w:rPr>
            <w:webHidden/>
          </w:rPr>
          <w:t>6</w:t>
        </w:r>
        <w:r>
          <w:rPr>
            <w:webHidden/>
          </w:rPr>
          <w:fldChar w:fldCharType="end"/>
        </w:r>
      </w:hyperlink>
    </w:p>
    <w:p w:rsidR="00331238" w:rsidRDefault="00331238">
      <w:pPr>
        <w:pStyle w:val="TOC3"/>
        <w:rPr>
          <w:rFonts w:asciiTheme="minorHAnsi" w:eastAsiaTheme="minorEastAsia" w:hAnsiTheme="minorHAnsi" w:cstheme="minorBidi"/>
          <w:sz w:val="22"/>
          <w:szCs w:val="22"/>
        </w:rPr>
      </w:pPr>
      <w:hyperlink w:anchor="_Toc273964132" w:history="1">
        <w:r w:rsidRPr="00791335">
          <w:rPr>
            <w:rStyle w:val="Hyperlink"/>
          </w:rPr>
          <w:t>3.1.2</w:t>
        </w:r>
        <w:r>
          <w:rPr>
            <w:rFonts w:asciiTheme="minorHAnsi" w:eastAsiaTheme="minorEastAsia" w:hAnsiTheme="minorHAnsi" w:cstheme="minorBidi"/>
            <w:sz w:val="22"/>
            <w:szCs w:val="22"/>
          </w:rPr>
          <w:tab/>
        </w:r>
        <w:r w:rsidRPr="00791335">
          <w:rPr>
            <w:rStyle w:val="Hyperlink"/>
          </w:rPr>
          <w:t>Why would a client want to defer a state transition?</w:t>
        </w:r>
        <w:r>
          <w:rPr>
            <w:webHidden/>
          </w:rPr>
          <w:tab/>
        </w:r>
        <w:r>
          <w:rPr>
            <w:webHidden/>
          </w:rPr>
          <w:fldChar w:fldCharType="begin"/>
        </w:r>
        <w:r>
          <w:rPr>
            <w:webHidden/>
          </w:rPr>
          <w:instrText xml:space="preserve"> PAGEREF _Toc273964132 \h </w:instrText>
        </w:r>
        <w:r>
          <w:rPr>
            <w:webHidden/>
          </w:rPr>
        </w:r>
        <w:r>
          <w:rPr>
            <w:webHidden/>
          </w:rPr>
          <w:fldChar w:fldCharType="separate"/>
        </w:r>
        <w:r>
          <w:rPr>
            <w:webHidden/>
          </w:rPr>
          <w:t>6</w:t>
        </w:r>
        <w:r>
          <w:rPr>
            <w:webHidden/>
          </w:rPr>
          <w:fldChar w:fldCharType="end"/>
        </w:r>
      </w:hyperlink>
    </w:p>
    <w:p w:rsidR="00331238" w:rsidRDefault="00331238">
      <w:pPr>
        <w:pStyle w:val="TOC3"/>
        <w:rPr>
          <w:rFonts w:asciiTheme="minorHAnsi" w:eastAsiaTheme="minorEastAsia" w:hAnsiTheme="minorHAnsi" w:cstheme="minorBidi"/>
          <w:sz w:val="22"/>
          <w:szCs w:val="22"/>
        </w:rPr>
      </w:pPr>
      <w:hyperlink w:anchor="_Toc273964133" w:history="1">
        <w:r w:rsidRPr="00791335">
          <w:rPr>
            <w:rStyle w:val="Hyperlink"/>
          </w:rPr>
          <w:t>3.1.3</w:t>
        </w:r>
        <w:r>
          <w:rPr>
            <w:rFonts w:asciiTheme="minorHAnsi" w:eastAsiaTheme="minorEastAsia" w:hAnsiTheme="minorHAnsi" w:cstheme="minorBidi"/>
            <w:sz w:val="22"/>
            <w:szCs w:val="22"/>
          </w:rPr>
          <w:tab/>
        </w:r>
        <w:r w:rsidRPr="00791335">
          <w:rPr>
            <w:rStyle w:val="Hyperlink"/>
          </w:rPr>
          <w:t>What is the maximum number of deferrals available to a client?</w:t>
        </w:r>
        <w:r>
          <w:rPr>
            <w:webHidden/>
          </w:rPr>
          <w:tab/>
        </w:r>
        <w:r>
          <w:rPr>
            <w:webHidden/>
          </w:rPr>
          <w:fldChar w:fldCharType="begin"/>
        </w:r>
        <w:r>
          <w:rPr>
            <w:webHidden/>
          </w:rPr>
          <w:instrText xml:space="preserve"> PAGEREF _Toc273964133 \h </w:instrText>
        </w:r>
        <w:r>
          <w:rPr>
            <w:webHidden/>
          </w:rPr>
        </w:r>
        <w:r>
          <w:rPr>
            <w:webHidden/>
          </w:rPr>
          <w:fldChar w:fldCharType="separate"/>
        </w:r>
        <w:r>
          <w:rPr>
            <w:webHidden/>
          </w:rPr>
          <w:t>6</w:t>
        </w:r>
        <w:r>
          <w:rPr>
            <w:webHidden/>
          </w:rPr>
          <w:fldChar w:fldCharType="end"/>
        </w:r>
      </w:hyperlink>
    </w:p>
    <w:p w:rsidR="00331238" w:rsidRDefault="00331238">
      <w:pPr>
        <w:pStyle w:val="TOC3"/>
        <w:rPr>
          <w:rFonts w:asciiTheme="minorHAnsi" w:eastAsiaTheme="minorEastAsia" w:hAnsiTheme="minorHAnsi" w:cstheme="minorBidi"/>
          <w:sz w:val="22"/>
          <w:szCs w:val="22"/>
        </w:rPr>
      </w:pPr>
      <w:hyperlink w:anchor="_Toc273964134" w:history="1">
        <w:r w:rsidRPr="00791335">
          <w:rPr>
            <w:rStyle w:val="Hyperlink"/>
          </w:rPr>
          <w:t>3.1.4</w:t>
        </w:r>
        <w:r>
          <w:rPr>
            <w:rFonts w:asciiTheme="minorHAnsi" w:eastAsiaTheme="minorEastAsia" w:hAnsiTheme="minorHAnsi" w:cstheme="minorBidi"/>
            <w:sz w:val="22"/>
            <w:szCs w:val="22"/>
          </w:rPr>
          <w:tab/>
        </w:r>
        <w:r w:rsidRPr="00791335">
          <w:rPr>
            <w:rStyle w:val="Hyperlink"/>
          </w:rPr>
          <w:t>What type of transitions can use this transition timeout behaviour?</w:t>
        </w:r>
        <w:r>
          <w:rPr>
            <w:webHidden/>
          </w:rPr>
          <w:tab/>
        </w:r>
        <w:r>
          <w:rPr>
            <w:webHidden/>
          </w:rPr>
          <w:fldChar w:fldCharType="begin"/>
        </w:r>
        <w:r>
          <w:rPr>
            <w:webHidden/>
          </w:rPr>
          <w:instrText xml:space="preserve"> PAGEREF _Toc273964134 \h </w:instrText>
        </w:r>
        <w:r>
          <w:rPr>
            <w:webHidden/>
          </w:rPr>
        </w:r>
        <w:r>
          <w:rPr>
            <w:webHidden/>
          </w:rPr>
          <w:fldChar w:fldCharType="separate"/>
        </w:r>
        <w:r>
          <w:rPr>
            <w:webHidden/>
          </w:rPr>
          <w:t>6</w:t>
        </w:r>
        <w:r>
          <w:rPr>
            <w:webHidden/>
          </w:rPr>
          <w:fldChar w:fldCharType="end"/>
        </w:r>
      </w:hyperlink>
    </w:p>
    <w:p w:rsidR="00331238" w:rsidRDefault="00331238">
      <w:pPr>
        <w:pStyle w:val="TOC3"/>
        <w:rPr>
          <w:rFonts w:asciiTheme="minorHAnsi" w:eastAsiaTheme="minorEastAsia" w:hAnsiTheme="minorHAnsi" w:cstheme="minorBidi"/>
          <w:sz w:val="22"/>
          <w:szCs w:val="22"/>
        </w:rPr>
      </w:pPr>
      <w:hyperlink w:anchor="_Toc273964135" w:history="1">
        <w:r w:rsidRPr="00791335">
          <w:rPr>
            <w:rStyle w:val="Hyperlink"/>
          </w:rPr>
          <w:t>3.1.5</w:t>
        </w:r>
        <w:r>
          <w:rPr>
            <w:rFonts w:asciiTheme="minorHAnsi" w:eastAsiaTheme="minorEastAsia" w:hAnsiTheme="minorHAnsi" w:cstheme="minorBidi"/>
            <w:sz w:val="22"/>
            <w:szCs w:val="22"/>
          </w:rPr>
          <w:tab/>
        </w:r>
        <w:r w:rsidRPr="00791335">
          <w:rPr>
            <w:rStyle w:val="Hyperlink"/>
          </w:rPr>
          <w:t>What happens if a client fails to complete a task after deferring?</w:t>
        </w:r>
        <w:r>
          <w:rPr>
            <w:webHidden/>
          </w:rPr>
          <w:tab/>
        </w:r>
        <w:r>
          <w:rPr>
            <w:webHidden/>
          </w:rPr>
          <w:fldChar w:fldCharType="begin"/>
        </w:r>
        <w:r>
          <w:rPr>
            <w:webHidden/>
          </w:rPr>
          <w:instrText xml:space="preserve"> PAGEREF _Toc273964135 \h </w:instrText>
        </w:r>
        <w:r>
          <w:rPr>
            <w:webHidden/>
          </w:rPr>
        </w:r>
        <w:r>
          <w:rPr>
            <w:webHidden/>
          </w:rPr>
          <w:fldChar w:fldCharType="separate"/>
        </w:r>
        <w:r>
          <w:rPr>
            <w:webHidden/>
          </w:rPr>
          <w:t>6</w:t>
        </w:r>
        <w:r>
          <w:rPr>
            <w:webHidden/>
          </w:rPr>
          <w:fldChar w:fldCharType="end"/>
        </w:r>
      </w:hyperlink>
    </w:p>
    <w:p w:rsidR="00331238" w:rsidRDefault="00331238">
      <w:pPr>
        <w:pStyle w:val="TOC3"/>
        <w:rPr>
          <w:rFonts w:asciiTheme="minorHAnsi" w:eastAsiaTheme="minorEastAsia" w:hAnsiTheme="minorHAnsi" w:cstheme="minorBidi"/>
          <w:sz w:val="22"/>
          <w:szCs w:val="22"/>
        </w:rPr>
      </w:pPr>
      <w:hyperlink w:anchor="_Toc273964136" w:history="1">
        <w:r w:rsidRPr="00791335">
          <w:rPr>
            <w:rStyle w:val="Hyperlink"/>
          </w:rPr>
          <w:t>3.1.6</w:t>
        </w:r>
        <w:r>
          <w:rPr>
            <w:rFonts w:asciiTheme="minorHAnsi" w:eastAsiaTheme="minorEastAsia" w:hAnsiTheme="minorHAnsi" w:cstheme="minorBidi"/>
            <w:sz w:val="22"/>
            <w:szCs w:val="22"/>
          </w:rPr>
          <w:tab/>
        </w:r>
        <w:r w:rsidRPr="00791335">
          <w:rPr>
            <w:rStyle w:val="Hyperlink"/>
          </w:rPr>
          <w:t>Which header files do I need to include?</w:t>
        </w:r>
        <w:r>
          <w:rPr>
            <w:webHidden/>
          </w:rPr>
          <w:tab/>
        </w:r>
        <w:r>
          <w:rPr>
            <w:webHidden/>
          </w:rPr>
          <w:fldChar w:fldCharType="begin"/>
        </w:r>
        <w:r>
          <w:rPr>
            <w:webHidden/>
          </w:rPr>
          <w:instrText xml:space="preserve"> PAGEREF _Toc273964136 \h </w:instrText>
        </w:r>
        <w:r>
          <w:rPr>
            <w:webHidden/>
          </w:rPr>
        </w:r>
        <w:r>
          <w:rPr>
            <w:webHidden/>
          </w:rPr>
          <w:fldChar w:fldCharType="separate"/>
        </w:r>
        <w:r>
          <w:rPr>
            <w:webHidden/>
          </w:rPr>
          <w:t>6</w:t>
        </w:r>
        <w:r>
          <w:rPr>
            <w:webHidden/>
          </w:rPr>
          <w:fldChar w:fldCharType="end"/>
        </w:r>
      </w:hyperlink>
    </w:p>
    <w:p w:rsidR="00331238" w:rsidRDefault="00331238">
      <w:pPr>
        <w:pStyle w:val="TOC3"/>
        <w:rPr>
          <w:rFonts w:asciiTheme="minorHAnsi" w:eastAsiaTheme="minorEastAsia" w:hAnsiTheme="minorHAnsi" w:cstheme="minorBidi"/>
          <w:sz w:val="22"/>
          <w:szCs w:val="22"/>
        </w:rPr>
      </w:pPr>
      <w:hyperlink w:anchor="_Toc273964137" w:history="1">
        <w:r w:rsidRPr="00791335">
          <w:rPr>
            <w:rStyle w:val="Hyperlink"/>
          </w:rPr>
          <w:t>3.1.7</w:t>
        </w:r>
        <w:r>
          <w:rPr>
            <w:rFonts w:asciiTheme="minorHAnsi" w:eastAsiaTheme="minorEastAsia" w:hAnsiTheme="minorHAnsi" w:cstheme="minorBidi"/>
            <w:sz w:val="22"/>
            <w:szCs w:val="22"/>
          </w:rPr>
          <w:tab/>
        </w:r>
        <w:r w:rsidRPr="00791335">
          <w:rPr>
            <w:rStyle w:val="Hyperlink"/>
          </w:rPr>
          <w:t>Which library do I need to link my binary against?</w:t>
        </w:r>
        <w:r>
          <w:rPr>
            <w:webHidden/>
          </w:rPr>
          <w:tab/>
        </w:r>
        <w:r>
          <w:rPr>
            <w:webHidden/>
          </w:rPr>
          <w:fldChar w:fldCharType="begin"/>
        </w:r>
        <w:r>
          <w:rPr>
            <w:webHidden/>
          </w:rPr>
          <w:instrText xml:space="preserve"> PAGEREF _Toc273964137 \h </w:instrText>
        </w:r>
        <w:r>
          <w:rPr>
            <w:webHidden/>
          </w:rPr>
        </w:r>
        <w:r>
          <w:rPr>
            <w:webHidden/>
          </w:rPr>
          <w:fldChar w:fldCharType="separate"/>
        </w:r>
        <w:r>
          <w:rPr>
            <w:webHidden/>
          </w:rPr>
          <w:t>7</w:t>
        </w:r>
        <w:r>
          <w:rPr>
            <w:webHidden/>
          </w:rPr>
          <w:fldChar w:fldCharType="end"/>
        </w:r>
      </w:hyperlink>
    </w:p>
    <w:p w:rsidR="00331238" w:rsidRDefault="00331238">
      <w:pPr>
        <w:pStyle w:val="TOC2"/>
        <w:rPr>
          <w:rFonts w:asciiTheme="minorHAnsi" w:eastAsiaTheme="minorEastAsia" w:hAnsiTheme="minorHAnsi" w:cstheme="minorBidi"/>
          <w:sz w:val="22"/>
          <w:szCs w:val="22"/>
        </w:rPr>
      </w:pPr>
      <w:hyperlink w:anchor="_Toc273964138" w:history="1">
        <w:r w:rsidRPr="00791335">
          <w:rPr>
            <w:rStyle w:val="Hyperlink"/>
          </w:rPr>
          <w:t>3.2</w:t>
        </w:r>
        <w:r>
          <w:rPr>
            <w:rFonts w:asciiTheme="minorHAnsi" w:eastAsiaTheme="minorEastAsia" w:hAnsiTheme="minorHAnsi" w:cstheme="minorBidi"/>
            <w:sz w:val="22"/>
            <w:szCs w:val="22"/>
          </w:rPr>
          <w:tab/>
        </w:r>
        <w:r w:rsidRPr="00791335">
          <w:rPr>
            <w:rStyle w:val="Hyperlink"/>
          </w:rPr>
          <w:t>Using the Domain Manager Notification interface with deferrals</w:t>
        </w:r>
        <w:r>
          <w:rPr>
            <w:webHidden/>
          </w:rPr>
          <w:tab/>
        </w:r>
        <w:r>
          <w:rPr>
            <w:webHidden/>
          </w:rPr>
          <w:fldChar w:fldCharType="begin"/>
        </w:r>
        <w:r>
          <w:rPr>
            <w:webHidden/>
          </w:rPr>
          <w:instrText xml:space="preserve"> PAGEREF _Toc273964138 \h </w:instrText>
        </w:r>
        <w:r>
          <w:rPr>
            <w:webHidden/>
          </w:rPr>
        </w:r>
        <w:r>
          <w:rPr>
            <w:webHidden/>
          </w:rPr>
          <w:fldChar w:fldCharType="separate"/>
        </w:r>
        <w:r>
          <w:rPr>
            <w:webHidden/>
          </w:rPr>
          <w:t>8</w:t>
        </w:r>
        <w:r>
          <w:rPr>
            <w:webHidden/>
          </w:rPr>
          <w:fldChar w:fldCharType="end"/>
        </w:r>
      </w:hyperlink>
    </w:p>
    <w:p w:rsidR="00331238" w:rsidRDefault="00331238">
      <w:pPr>
        <w:pStyle w:val="TOC3"/>
        <w:rPr>
          <w:rFonts w:asciiTheme="minorHAnsi" w:eastAsiaTheme="minorEastAsia" w:hAnsiTheme="minorHAnsi" w:cstheme="minorBidi"/>
          <w:sz w:val="22"/>
          <w:szCs w:val="22"/>
        </w:rPr>
      </w:pPr>
      <w:hyperlink w:anchor="_Toc273964139" w:history="1">
        <w:r w:rsidRPr="00791335">
          <w:rPr>
            <w:rStyle w:val="Hyperlink"/>
          </w:rPr>
          <w:t>3.2.1</w:t>
        </w:r>
        <w:r>
          <w:rPr>
            <w:rFonts w:asciiTheme="minorHAnsi" w:eastAsiaTheme="minorEastAsia" w:hAnsiTheme="minorHAnsi" w:cstheme="minorBidi"/>
            <w:sz w:val="22"/>
            <w:szCs w:val="22"/>
          </w:rPr>
          <w:tab/>
        </w:r>
        <w:r w:rsidRPr="00791335">
          <w:rPr>
            <w:rStyle w:val="Hyperlink"/>
          </w:rPr>
          <w:t>How do clients use the Domain Manger Notification interface with deferrals?</w:t>
        </w:r>
        <w:r>
          <w:rPr>
            <w:webHidden/>
          </w:rPr>
          <w:tab/>
        </w:r>
        <w:r>
          <w:rPr>
            <w:webHidden/>
          </w:rPr>
          <w:fldChar w:fldCharType="begin"/>
        </w:r>
        <w:r>
          <w:rPr>
            <w:webHidden/>
          </w:rPr>
          <w:instrText xml:space="preserve"> PAGEREF _Toc273964139 \h </w:instrText>
        </w:r>
        <w:r>
          <w:rPr>
            <w:webHidden/>
          </w:rPr>
        </w:r>
        <w:r>
          <w:rPr>
            <w:webHidden/>
          </w:rPr>
          <w:fldChar w:fldCharType="separate"/>
        </w:r>
        <w:r>
          <w:rPr>
            <w:webHidden/>
          </w:rPr>
          <w:t>8</w:t>
        </w:r>
        <w:r>
          <w:rPr>
            <w:webHidden/>
          </w:rPr>
          <w:fldChar w:fldCharType="end"/>
        </w:r>
      </w:hyperlink>
    </w:p>
    <w:p w:rsidR="00331238" w:rsidRDefault="00331238">
      <w:pPr>
        <w:pStyle w:val="TOC3"/>
        <w:rPr>
          <w:rFonts w:asciiTheme="minorHAnsi" w:eastAsiaTheme="minorEastAsia" w:hAnsiTheme="minorHAnsi" w:cstheme="minorBidi"/>
          <w:sz w:val="22"/>
          <w:szCs w:val="22"/>
        </w:rPr>
      </w:pPr>
      <w:hyperlink w:anchor="_Toc273964140" w:history="1">
        <w:r w:rsidRPr="00791335">
          <w:rPr>
            <w:rStyle w:val="Hyperlink"/>
          </w:rPr>
          <w:t>3.2.2</w:t>
        </w:r>
        <w:r>
          <w:rPr>
            <w:rFonts w:asciiTheme="minorHAnsi" w:eastAsiaTheme="minorEastAsia" w:hAnsiTheme="minorHAnsi" w:cstheme="minorBidi"/>
            <w:sz w:val="22"/>
            <w:szCs w:val="22"/>
          </w:rPr>
          <w:tab/>
        </w:r>
        <w:r w:rsidRPr="00791335">
          <w:rPr>
            <w:rStyle w:val="Hyperlink"/>
          </w:rPr>
          <w:t>Implementing a CDomainMemberKeepAlive object</w:t>
        </w:r>
        <w:r>
          <w:rPr>
            <w:webHidden/>
          </w:rPr>
          <w:tab/>
        </w:r>
        <w:r>
          <w:rPr>
            <w:webHidden/>
          </w:rPr>
          <w:fldChar w:fldCharType="begin"/>
        </w:r>
        <w:r>
          <w:rPr>
            <w:webHidden/>
          </w:rPr>
          <w:instrText xml:space="preserve"> PAGEREF _Toc273964140 \h </w:instrText>
        </w:r>
        <w:r>
          <w:rPr>
            <w:webHidden/>
          </w:rPr>
        </w:r>
        <w:r>
          <w:rPr>
            <w:webHidden/>
          </w:rPr>
          <w:fldChar w:fldCharType="separate"/>
        </w:r>
        <w:r>
          <w:rPr>
            <w:webHidden/>
          </w:rPr>
          <w:t>11</w:t>
        </w:r>
        <w:r>
          <w:rPr>
            <w:webHidden/>
          </w:rPr>
          <w:fldChar w:fldCharType="end"/>
        </w:r>
      </w:hyperlink>
    </w:p>
    <w:p w:rsidR="00331238" w:rsidRDefault="00331238">
      <w:pPr>
        <w:pStyle w:val="TOC3"/>
        <w:rPr>
          <w:rFonts w:asciiTheme="minorHAnsi" w:eastAsiaTheme="minorEastAsia" w:hAnsiTheme="minorHAnsi" w:cstheme="minorBidi"/>
          <w:sz w:val="22"/>
          <w:szCs w:val="22"/>
        </w:rPr>
      </w:pPr>
      <w:hyperlink w:anchor="_Toc273964141" w:history="1">
        <w:r w:rsidRPr="00791335">
          <w:rPr>
            <w:rStyle w:val="Hyperlink"/>
          </w:rPr>
          <w:t>3.2.3</w:t>
        </w:r>
        <w:r>
          <w:rPr>
            <w:rFonts w:asciiTheme="minorHAnsi" w:eastAsiaTheme="minorEastAsia" w:hAnsiTheme="minorHAnsi" w:cstheme="minorBidi"/>
            <w:sz w:val="22"/>
            <w:szCs w:val="22"/>
          </w:rPr>
          <w:tab/>
        </w:r>
        <w:r w:rsidRPr="00791335">
          <w:rPr>
            <w:rStyle w:val="Hyperlink"/>
          </w:rPr>
          <w:t>CDomainMemberKeepAlive class example</w:t>
        </w:r>
        <w:r>
          <w:rPr>
            <w:webHidden/>
          </w:rPr>
          <w:tab/>
        </w:r>
        <w:r>
          <w:rPr>
            <w:webHidden/>
          </w:rPr>
          <w:fldChar w:fldCharType="begin"/>
        </w:r>
        <w:r>
          <w:rPr>
            <w:webHidden/>
          </w:rPr>
          <w:instrText xml:space="preserve"> PAGEREF _Toc273964141 \h </w:instrText>
        </w:r>
        <w:r>
          <w:rPr>
            <w:webHidden/>
          </w:rPr>
        </w:r>
        <w:r>
          <w:rPr>
            <w:webHidden/>
          </w:rPr>
          <w:fldChar w:fldCharType="separate"/>
        </w:r>
        <w:r>
          <w:rPr>
            <w:webHidden/>
          </w:rPr>
          <w:t>11</w:t>
        </w:r>
        <w:r>
          <w:rPr>
            <w:webHidden/>
          </w:rPr>
          <w:fldChar w:fldCharType="end"/>
        </w:r>
      </w:hyperlink>
    </w:p>
    <w:p w:rsidR="00331238" w:rsidRDefault="00331238">
      <w:pPr>
        <w:pStyle w:val="TOC4"/>
        <w:rPr>
          <w:rFonts w:asciiTheme="minorHAnsi" w:eastAsiaTheme="minorEastAsia" w:hAnsiTheme="minorHAnsi" w:cstheme="minorBidi"/>
          <w:sz w:val="22"/>
          <w:szCs w:val="22"/>
        </w:rPr>
      </w:pPr>
      <w:hyperlink w:anchor="_Toc273964142" w:history="1">
        <w:r w:rsidRPr="00791335">
          <w:rPr>
            <w:rStyle w:val="Hyperlink"/>
          </w:rPr>
          <w:t>3.2.3.1</w:t>
        </w:r>
        <w:r>
          <w:rPr>
            <w:rFonts w:asciiTheme="minorHAnsi" w:eastAsiaTheme="minorEastAsia" w:hAnsiTheme="minorHAnsi" w:cstheme="minorBidi"/>
            <w:sz w:val="22"/>
            <w:szCs w:val="22"/>
          </w:rPr>
          <w:tab/>
        </w:r>
        <w:r w:rsidRPr="00791335">
          <w:rPr>
            <w:rStyle w:val="Hyperlink"/>
          </w:rPr>
          <w:t>Construction</w:t>
        </w:r>
        <w:r>
          <w:rPr>
            <w:webHidden/>
          </w:rPr>
          <w:tab/>
        </w:r>
        <w:r>
          <w:rPr>
            <w:webHidden/>
          </w:rPr>
          <w:fldChar w:fldCharType="begin"/>
        </w:r>
        <w:r>
          <w:rPr>
            <w:webHidden/>
          </w:rPr>
          <w:instrText xml:space="preserve"> PAGEREF _Toc273964142 \h </w:instrText>
        </w:r>
        <w:r>
          <w:rPr>
            <w:webHidden/>
          </w:rPr>
        </w:r>
        <w:r>
          <w:rPr>
            <w:webHidden/>
          </w:rPr>
          <w:fldChar w:fldCharType="separate"/>
        </w:r>
        <w:r>
          <w:rPr>
            <w:webHidden/>
          </w:rPr>
          <w:t>12</w:t>
        </w:r>
        <w:r>
          <w:rPr>
            <w:webHidden/>
          </w:rPr>
          <w:fldChar w:fldCharType="end"/>
        </w:r>
      </w:hyperlink>
    </w:p>
    <w:p w:rsidR="00331238" w:rsidRDefault="00331238">
      <w:pPr>
        <w:pStyle w:val="TOC4"/>
        <w:rPr>
          <w:rFonts w:asciiTheme="minorHAnsi" w:eastAsiaTheme="minorEastAsia" w:hAnsiTheme="minorHAnsi" w:cstheme="minorBidi"/>
          <w:sz w:val="22"/>
          <w:szCs w:val="22"/>
        </w:rPr>
      </w:pPr>
      <w:hyperlink w:anchor="_Toc273964143" w:history="1">
        <w:r w:rsidRPr="00791335">
          <w:rPr>
            <w:rStyle w:val="Hyperlink"/>
          </w:rPr>
          <w:t>3.2.3.2</w:t>
        </w:r>
        <w:r>
          <w:rPr>
            <w:rFonts w:asciiTheme="minorHAnsi" w:eastAsiaTheme="minorEastAsia" w:hAnsiTheme="minorHAnsi" w:cstheme="minorBidi"/>
            <w:sz w:val="22"/>
            <w:szCs w:val="22"/>
          </w:rPr>
          <w:tab/>
        </w:r>
        <w:r w:rsidRPr="00791335">
          <w:rPr>
            <w:rStyle w:val="Hyperlink"/>
          </w:rPr>
          <w:t>Handling transition notifications</w:t>
        </w:r>
        <w:r>
          <w:rPr>
            <w:webHidden/>
          </w:rPr>
          <w:tab/>
        </w:r>
        <w:r>
          <w:rPr>
            <w:webHidden/>
          </w:rPr>
          <w:fldChar w:fldCharType="begin"/>
        </w:r>
        <w:r>
          <w:rPr>
            <w:webHidden/>
          </w:rPr>
          <w:instrText xml:space="preserve"> PAGEREF _Toc273964143 \h </w:instrText>
        </w:r>
        <w:r>
          <w:rPr>
            <w:webHidden/>
          </w:rPr>
        </w:r>
        <w:r>
          <w:rPr>
            <w:webHidden/>
          </w:rPr>
          <w:fldChar w:fldCharType="separate"/>
        </w:r>
        <w:r>
          <w:rPr>
            <w:webHidden/>
          </w:rPr>
          <w:t>13</w:t>
        </w:r>
        <w:r>
          <w:rPr>
            <w:webHidden/>
          </w:rPr>
          <w:fldChar w:fldCharType="end"/>
        </w:r>
      </w:hyperlink>
    </w:p>
    <w:p w:rsidR="00331238" w:rsidRDefault="00331238">
      <w:pPr>
        <w:pStyle w:val="TOC4"/>
        <w:rPr>
          <w:rFonts w:asciiTheme="minorHAnsi" w:eastAsiaTheme="minorEastAsia" w:hAnsiTheme="minorHAnsi" w:cstheme="minorBidi"/>
          <w:sz w:val="22"/>
          <w:szCs w:val="22"/>
        </w:rPr>
      </w:pPr>
      <w:hyperlink w:anchor="_Toc273964144" w:history="1">
        <w:r w:rsidRPr="00791335">
          <w:rPr>
            <w:rStyle w:val="Hyperlink"/>
          </w:rPr>
          <w:t>3.2.3.3</w:t>
        </w:r>
        <w:r>
          <w:rPr>
            <w:rFonts w:asciiTheme="minorHAnsi" w:eastAsiaTheme="minorEastAsia" w:hAnsiTheme="minorHAnsi" w:cstheme="minorBidi"/>
            <w:sz w:val="22"/>
            <w:szCs w:val="22"/>
          </w:rPr>
          <w:tab/>
        </w:r>
        <w:r w:rsidRPr="00791335">
          <w:rPr>
            <w:rStyle w:val="Hyperlink"/>
          </w:rPr>
          <w:t>Acknowledging completion of a transition</w:t>
        </w:r>
        <w:r>
          <w:rPr>
            <w:webHidden/>
          </w:rPr>
          <w:tab/>
        </w:r>
        <w:r>
          <w:rPr>
            <w:webHidden/>
          </w:rPr>
          <w:fldChar w:fldCharType="begin"/>
        </w:r>
        <w:r>
          <w:rPr>
            <w:webHidden/>
          </w:rPr>
          <w:instrText xml:space="preserve"> PAGEREF _Toc273964144 \h </w:instrText>
        </w:r>
        <w:r>
          <w:rPr>
            <w:webHidden/>
          </w:rPr>
        </w:r>
        <w:r>
          <w:rPr>
            <w:webHidden/>
          </w:rPr>
          <w:fldChar w:fldCharType="separate"/>
        </w:r>
        <w:r>
          <w:rPr>
            <w:webHidden/>
          </w:rPr>
          <w:t>13</w:t>
        </w:r>
        <w:r>
          <w:rPr>
            <w:webHidden/>
          </w:rPr>
          <w:fldChar w:fldCharType="end"/>
        </w:r>
      </w:hyperlink>
    </w:p>
    <w:p w:rsidR="00331238" w:rsidRDefault="00331238">
      <w:pPr>
        <w:pStyle w:val="TOC1"/>
        <w:rPr>
          <w:rFonts w:asciiTheme="minorHAnsi" w:eastAsiaTheme="minorEastAsia" w:hAnsiTheme="minorHAnsi" w:cstheme="minorBidi"/>
          <w:b w:val="0"/>
          <w:sz w:val="22"/>
          <w:szCs w:val="22"/>
        </w:rPr>
      </w:pPr>
      <w:hyperlink w:anchor="_Toc273964145" w:history="1">
        <w:r w:rsidRPr="00791335">
          <w:rPr>
            <w:rStyle w:val="Hyperlink"/>
          </w:rPr>
          <w:t>4.</w:t>
        </w:r>
        <w:r>
          <w:rPr>
            <w:rFonts w:asciiTheme="minorHAnsi" w:eastAsiaTheme="minorEastAsia" w:hAnsiTheme="minorHAnsi" w:cstheme="minorBidi"/>
            <w:b w:val="0"/>
            <w:sz w:val="22"/>
            <w:szCs w:val="22"/>
          </w:rPr>
          <w:tab/>
        </w:r>
        <w:r w:rsidRPr="00791335">
          <w:rPr>
            <w:rStyle w:val="Hyperlink"/>
          </w:rPr>
          <w:t>Appendix</w:t>
        </w:r>
        <w:r>
          <w:rPr>
            <w:webHidden/>
          </w:rPr>
          <w:tab/>
        </w:r>
        <w:r>
          <w:rPr>
            <w:webHidden/>
          </w:rPr>
          <w:fldChar w:fldCharType="begin"/>
        </w:r>
        <w:r>
          <w:rPr>
            <w:webHidden/>
          </w:rPr>
          <w:instrText xml:space="preserve"> PAGEREF _Toc273964145 \h </w:instrText>
        </w:r>
        <w:r>
          <w:rPr>
            <w:webHidden/>
          </w:rPr>
        </w:r>
        <w:r>
          <w:rPr>
            <w:webHidden/>
          </w:rPr>
          <w:fldChar w:fldCharType="separate"/>
        </w:r>
        <w:r>
          <w:rPr>
            <w:webHidden/>
          </w:rPr>
          <w:t>15</w:t>
        </w:r>
        <w:r>
          <w:rPr>
            <w:webHidden/>
          </w:rPr>
          <w:fldChar w:fldCharType="end"/>
        </w:r>
      </w:hyperlink>
    </w:p>
    <w:p w:rsidR="00331238" w:rsidRDefault="00331238">
      <w:pPr>
        <w:pStyle w:val="TOC2"/>
        <w:rPr>
          <w:rFonts w:asciiTheme="minorHAnsi" w:eastAsiaTheme="minorEastAsia" w:hAnsiTheme="minorHAnsi" w:cstheme="minorBidi"/>
          <w:sz w:val="22"/>
          <w:szCs w:val="22"/>
        </w:rPr>
      </w:pPr>
      <w:hyperlink w:anchor="_Toc273964146" w:history="1">
        <w:r w:rsidRPr="00791335">
          <w:rPr>
            <w:rStyle w:val="Hyperlink"/>
          </w:rPr>
          <w:t>4.1</w:t>
        </w:r>
        <w:r>
          <w:rPr>
            <w:rFonts w:asciiTheme="minorHAnsi" w:eastAsiaTheme="minorEastAsia" w:hAnsiTheme="minorHAnsi" w:cstheme="minorBidi"/>
            <w:sz w:val="22"/>
            <w:szCs w:val="22"/>
          </w:rPr>
          <w:tab/>
        </w:r>
        <w:r w:rsidRPr="00791335">
          <w:rPr>
            <w:rStyle w:val="Hyperlink"/>
          </w:rPr>
          <w:t>Source code for CDomainMemberTask implementation</w:t>
        </w:r>
        <w:r>
          <w:rPr>
            <w:webHidden/>
          </w:rPr>
          <w:tab/>
        </w:r>
        <w:r>
          <w:rPr>
            <w:webHidden/>
          </w:rPr>
          <w:fldChar w:fldCharType="begin"/>
        </w:r>
        <w:r>
          <w:rPr>
            <w:webHidden/>
          </w:rPr>
          <w:instrText xml:space="preserve"> PAGEREF _Toc273964146 \h </w:instrText>
        </w:r>
        <w:r>
          <w:rPr>
            <w:webHidden/>
          </w:rPr>
        </w:r>
        <w:r>
          <w:rPr>
            <w:webHidden/>
          </w:rPr>
          <w:fldChar w:fldCharType="separate"/>
        </w:r>
        <w:r>
          <w:rPr>
            <w:webHidden/>
          </w:rPr>
          <w:t>15</w:t>
        </w:r>
        <w:r>
          <w:rPr>
            <w:webHidden/>
          </w:rPr>
          <w:fldChar w:fldCharType="end"/>
        </w:r>
      </w:hyperlink>
    </w:p>
    <w:p w:rsidR="00331238" w:rsidRDefault="00331238">
      <w:pPr>
        <w:pStyle w:val="TOC2"/>
        <w:rPr>
          <w:rFonts w:asciiTheme="minorHAnsi" w:eastAsiaTheme="minorEastAsia" w:hAnsiTheme="minorHAnsi" w:cstheme="minorBidi"/>
          <w:sz w:val="22"/>
          <w:szCs w:val="22"/>
        </w:rPr>
      </w:pPr>
      <w:hyperlink w:anchor="_Toc273964147" w:history="1">
        <w:r w:rsidRPr="00791335">
          <w:rPr>
            <w:rStyle w:val="Hyperlink"/>
          </w:rPr>
          <w:t>4.2</w:t>
        </w:r>
        <w:r>
          <w:rPr>
            <w:rFonts w:asciiTheme="minorHAnsi" w:eastAsiaTheme="minorEastAsia" w:hAnsiTheme="minorHAnsi" w:cstheme="minorBidi"/>
            <w:sz w:val="22"/>
            <w:szCs w:val="22"/>
          </w:rPr>
          <w:tab/>
        </w:r>
        <w:r w:rsidRPr="00791335">
          <w:rPr>
            <w:rStyle w:val="Hyperlink"/>
          </w:rPr>
          <w:t>Source code for CDomainMemberKeepAlive implementation</w:t>
        </w:r>
        <w:r>
          <w:rPr>
            <w:webHidden/>
          </w:rPr>
          <w:tab/>
        </w:r>
        <w:r>
          <w:rPr>
            <w:webHidden/>
          </w:rPr>
          <w:fldChar w:fldCharType="begin"/>
        </w:r>
        <w:r>
          <w:rPr>
            <w:webHidden/>
          </w:rPr>
          <w:instrText xml:space="preserve"> PAGEREF _Toc273964147 \h </w:instrText>
        </w:r>
        <w:r>
          <w:rPr>
            <w:webHidden/>
          </w:rPr>
        </w:r>
        <w:r>
          <w:rPr>
            <w:webHidden/>
          </w:rPr>
          <w:fldChar w:fldCharType="separate"/>
        </w:r>
        <w:r>
          <w:rPr>
            <w:webHidden/>
          </w:rPr>
          <w:t>16</w:t>
        </w:r>
        <w:r>
          <w:rPr>
            <w:webHidden/>
          </w:rPr>
          <w:fldChar w:fldCharType="end"/>
        </w:r>
      </w:hyperlink>
    </w:p>
    <w:p w:rsidR="00384381" w:rsidRDefault="00384381">
      <w:pPr>
        <w:rPr>
          <w:rFonts w:ascii="Helvetica" w:hAnsi="Helvetica"/>
          <w:sz w:val="24"/>
        </w:rPr>
      </w:pPr>
      <w:r>
        <w:rPr>
          <w:rFonts w:ascii="Helvetica" w:hAnsi="Helvetica"/>
          <w:sz w:val="24"/>
        </w:rPr>
        <w:fldChar w:fldCharType="end"/>
      </w:r>
    </w:p>
    <w:p w:rsidR="009E6429" w:rsidRDefault="001F5BDF" w:rsidP="009E6429">
      <w:pPr>
        <w:pStyle w:val="Heading1"/>
      </w:pPr>
      <w:bookmarkStart w:id="0" w:name="_Toc71005270"/>
      <w:bookmarkStart w:id="1" w:name="_Toc273964123"/>
      <w:r>
        <w:lastRenderedPageBreak/>
        <w:t>Document control</w:t>
      </w:r>
      <w:bookmarkEnd w:id="0"/>
      <w:bookmarkEnd w:id="1"/>
    </w:p>
    <w:p w:rsidR="001F5BDF" w:rsidRDefault="001F5BDF" w:rsidP="001F5BDF">
      <w:pPr>
        <w:pStyle w:val="Heading2"/>
      </w:pPr>
      <w:bookmarkStart w:id="2" w:name="_Toc71005271"/>
      <w:bookmarkStart w:id="3" w:name="_Toc273964124"/>
      <w:r>
        <w:t>References</w:t>
      </w:r>
      <w:bookmarkEnd w:id="2"/>
      <w:bookmarkEnd w:id="3"/>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2"/>
        <w:gridCol w:w="3546"/>
      </w:tblGrid>
      <w:tr w:rsidR="001F5BDF" w:rsidTr="00227FE4">
        <w:tblPrEx>
          <w:tblCellMar>
            <w:top w:w="0" w:type="dxa"/>
            <w:bottom w:w="0" w:type="dxa"/>
          </w:tblCellMar>
        </w:tblPrEx>
        <w:tc>
          <w:tcPr>
            <w:tcW w:w="5242" w:type="dxa"/>
          </w:tcPr>
          <w:p w:rsidR="00227FE4" w:rsidRDefault="00227FE4" w:rsidP="000B3CDE">
            <w:pPr>
              <w:pStyle w:val="Reference"/>
              <w:tabs>
                <w:tab w:val="clear" w:pos="567"/>
                <w:tab w:val="num" w:pos="720"/>
              </w:tabs>
            </w:pPr>
          </w:p>
          <w:p w:rsidR="00227FE4" w:rsidRDefault="00227FE4" w:rsidP="00227FE4">
            <w:pPr>
              <w:pStyle w:val="TableText0"/>
            </w:pPr>
            <w:r>
              <w:t>Base_How_To_Configure_Domain_Manager_Policy_DLLs</w:t>
            </w:r>
          </w:p>
          <w:p w:rsidR="00227FE4" w:rsidRPr="00331238" w:rsidRDefault="00227FE4" w:rsidP="00227FE4">
            <w:pPr>
              <w:rPr>
                <w:sz w:val="18"/>
                <w:szCs w:val="18"/>
              </w:rPr>
            </w:pPr>
            <w:r w:rsidRPr="00331238">
              <w:rPr>
                <w:sz w:val="18"/>
                <w:szCs w:val="18"/>
              </w:rPr>
              <w:t>(os/kernelhwsrv/kernelhwsrv_info/doc_pub )</w:t>
            </w:r>
          </w:p>
          <w:p w:rsidR="001F5BDF" w:rsidRDefault="001F5BDF" w:rsidP="00227FE4">
            <w:pPr>
              <w:pStyle w:val="Reference"/>
              <w:numPr>
                <w:ilvl w:val="0"/>
                <w:numId w:val="0"/>
              </w:numPr>
              <w:ind w:left="567"/>
            </w:pPr>
          </w:p>
        </w:tc>
        <w:tc>
          <w:tcPr>
            <w:tcW w:w="3546" w:type="dxa"/>
          </w:tcPr>
          <w:p w:rsidR="00227FE4" w:rsidRDefault="00227FE4" w:rsidP="00227FE4">
            <w:pPr>
              <w:pStyle w:val="TableText0"/>
            </w:pPr>
          </w:p>
          <w:p w:rsidR="00227FE4" w:rsidRDefault="00227FE4" w:rsidP="00227FE4">
            <w:pPr>
              <w:pStyle w:val="TableText0"/>
            </w:pPr>
            <w:r>
              <w:t>Details use of Domain Manager Policy DLLs.</w:t>
            </w:r>
          </w:p>
          <w:p w:rsidR="001F5BDF" w:rsidRDefault="001F5BDF" w:rsidP="000B3CDE">
            <w:pPr>
              <w:pStyle w:val="Tabletext"/>
            </w:pPr>
          </w:p>
        </w:tc>
      </w:tr>
      <w:tr w:rsidR="001F5BDF" w:rsidTr="00227FE4">
        <w:tblPrEx>
          <w:tblCellMar>
            <w:top w:w="0" w:type="dxa"/>
            <w:bottom w:w="0" w:type="dxa"/>
          </w:tblCellMar>
        </w:tblPrEx>
        <w:tc>
          <w:tcPr>
            <w:tcW w:w="5242" w:type="dxa"/>
          </w:tcPr>
          <w:p w:rsidR="001F5BDF" w:rsidRDefault="001F5BDF" w:rsidP="000B3CDE">
            <w:pPr>
              <w:pStyle w:val="Reference"/>
              <w:tabs>
                <w:tab w:val="clear" w:pos="567"/>
                <w:tab w:val="num" w:pos="720"/>
              </w:tabs>
            </w:pPr>
          </w:p>
        </w:tc>
        <w:tc>
          <w:tcPr>
            <w:tcW w:w="3546" w:type="dxa"/>
          </w:tcPr>
          <w:p w:rsidR="001F5BDF" w:rsidRDefault="001F5BDF" w:rsidP="000B3CDE">
            <w:pPr>
              <w:pStyle w:val="Tabletext"/>
            </w:pPr>
          </w:p>
        </w:tc>
      </w:tr>
    </w:tbl>
    <w:p w:rsidR="001F5BDF" w:rsidRDefault="001F5BDF" w:rsidP="009E6429">
      <w:pPr>
        <w:pStyle w:val="BodyTextthin"/>
      </w:pPr>
    </w:p>
    <w:p w:rsidR="001F5BDF" w:rsidRDefault="001F5BDF" w:rsidP="001F5BDF">
      <w:pPr>
        <w:pStyle w:val="Heading2"/>
      </w:pPr>
      <w:bookmarkStart w:id="4" w:name="_Toc71005273"/>
      <w:bookmarkStart w:id="5" w:name="_Toc273964125"/>
      <w:r>
        <w:t>Abbreviations and definitions</w:t>
      </w:r>
      <w:bookmarkEnd w:id="4"/>
      <w:bookmarkEnd w:id="5"/>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6378"/>
      </w:tblGrid>
      <w:tr w:rsidR="001F5BDF" w:rsidTr="00785671">
        <w:tblPrEx>
          <w:tblCellMar>
            <w:top w:w="0" w:type="dxa"/>
            <w:bottom w:w="0" w:type="dxa"/>
          </w:tblCellMar>
        </w:tblPrEx>
        <w:tc>
          <w:tcPr>
            <w:tcW w:w="2410" w:type="dxa"/>
            <w:shd w:val="clear" w:color="auto" w:fill="CCCCCC"/>
          </w:tcPr>
          <w:p w:rsidR="001F5BDF" w:rsidRDefault="001F5BDF" w:rsidP="009E6429">
            <w:pPr>
              <w:pStyle w:val="Tabletextbold"/>
            </w:pPr>
            <w:r>
              <w:t>Definition</w:t>
            </w:r>
          </w:p>
        </w:tc>
        <w:tc>
          <w:tcPr>
            <w:tcW w:w="6378" w:type="dxa"/>
            <w:shd w:val="clear" w:color="auto" w:fill="CCCCCC"/>
          </w:tcPr>
          <w:p w:rsidR="001F5BDF" w:rsidRDefault="001F5BDF" w:rsidP="009E6429">
            <w:pPr>
              <w:pStyle w:val="Tabletextbold"/>
            </w:pPr>
            <w:r>
              <w:t>Description</w:t>
            </w:r>
          </w:p>
        </w:tc>
      </w:tr>
      <w:tr w:rsidR="001F5BDF">
        <w:tblPrEx>
          <w:tblCellMar>
            <w:top w:w="0" w:type="dxa"/>
            <w:bottom w:w="0" w:type="dxa"/>
          </w:tblCellMar>
        </w:tblPrEx>
        <w:tc>
          <w:tcPr>
            <w:tcW w:w="2410" w:type="dxa"/>
          </w:tcPr>
          <w:p w:rsidR="001F5BDF" w:rsidRDefault="001F5BDF" w:rsidP="000B3CDE">
            <w:pPr>
              <w:pStyle w:val="Tabletext"/>
            </w:pPr>
          </w:p>
        </w:tc>
        <w:tc>
          <w:tcPr>
            <w:tcW w:w="6378" w:type="dxa"/>
          </w:tcPr>
          <w:p w:rsidR="001F5BDF" w:rsidRDefault="001F5BDF" w:rsidP="000B3CDE">
            <w:pPr>
              <w:pStyle w:val="Tabletext"/>
            </w:pPr>
          </w:p>
        </w:tc>
      </w:tr>
      <w:tr w:rsidR="001F5BDF">
        <w:tblPrEx>
          <w:tblCellMar>
            <w:top w:w="0" w:type="dxa"/>
            <w:bottom w:w="0" w:type="dxa"/>
          </w:tblCellMar>
        </w:tblPrEx>
        <w:tc>
          <w:tcPr>
            <w:tcW w:w="2410" w:type="dxa"/>
          </w:tcPr>
          <w:p w:rsidR="001F5BDF" w:rsidRDefault="001F5BDF" w:rsidP="000B3CDE">
            <w:pPr>
              <w:pStyle w:val="Tabletext"/>
            </w:pPr>
          </w:p>
        </w:tc>
        <w:tc>
          <w:tcPr>
            <w:tcW w:w="6378" w:type="dxa"/>
          </w:tcPr>
          <w:p w:rsidR="001F5BDF" w:rsidRDefault="001F5BDF" w:rsidP="000B3CDE">
            <w:pPr>
              <w:pStyle w:val="Tabletext"/>
            </w:pPr>
          </w:p>
        </w:tc>
      </w:tr>
      <w:tr w:rsidR="001F5BDF">
        <w:tblPrEx>
          <w:tblCellMar>
            <w:top w:w="0" w:type="dxa"/>
            <w:bottom w:w="0" w:type="dxa"/>
          </w:tblCellMar>
        </w:tblPrEx>
        <w:tc>
          <w:tcPr>
            <w:tcW w:w="2410" w:type="dxa"/>
          </w:tcPr>
          <w:p w:rsidR="001F5BDF" w:rsidRDefault="001F5BDF" w:rsidP="000B3CDE">
            <w:pPr>
              <w:pStyle w:val="Tabletext"/>
            </w:pPr>
          </w:p>
        </w:tc>
        <w:tc>
          <w:tcPr>
            <w:tcW w:w="6378" w:type="dxa"/>
          </w:tcPr>
          <w:p w:rsidR="001F5BDF" w:rsidRDefault="001F5BDF" w:rsidP="000B3CDE">
            <w:pPr>
              <w:pStyle w:val="Tabletext"/>
            </w:pPr>
          </w:p>
        </w:tc>
      </w:tr>
    </w:tbl>
    <w:p w:rsidR="001F5BDF" w:rsidRDefault="001F5BDF" w:rsidP="001F5BDF">
      <w:pPr>
        <w:pStyle w:val="BodyText"/>
      </w:pPr>
    </w:p>
    <w:p w:rsidR="001F5BDF" w:rsidRDefault="001F5BDF" w:rsidP="001F5BDF">
      <w:pPr>
        <w:pStyle w:val="Heading1"/>
      </w:pPr>
      <w:bookmarkStart w:id="6" w:name="_Toc71005274"/>
      <w:bookmarkStart w:id="7" w:name="_Toc273964126"/>
      <w:r>
        <w:lastRenderedPageBreak/>
        <w:t>Introduction</w:t>
      </w:r>
      <w:bookmarkEnd w:id="6"/>
      <w:bookmarkEnd w:id="7"/>
    </w:p>
    <w:p w:rsidR="00227FE4" w:rsidRDefault="00227FE4" w:rsidP="00227FE4">
      <w:pPr>
        <w:pStyle w:val="Heading2"/>
        <w:keepLines w:val="0"/>
        <w:tabs>
          <w:tab w:val="num" w:pos="576"/>
        </w:tabs>
        <w:spacing w:before="240" w:after="120"/>
        <w:ind w:left="576" w:right="41" w:hanging="576"/>
      </w:pPr>
      <w:bookmarkStart w:id="8" w:name="_Toc273547747"/>
      <w:bookmarkStart w:id="9" w:name="_Toc273964127"/>
      <w:r>
        <w:t>Purpose and Scope</w:t>
      </w:r>
      <w:bookmarkEnd w:id="8"/>
      <w:bookmarkEnd w:id="9"/>
    </w:p>
    <w:p w:rsidR="00227FE4" w:rsidRDefault="00227FE4" w:rsidP="00227FE4">
      <w:r>
        <w:t xml:space="preserve">This document contains questions and answers and information on how to use the Domain Manager Notification interface with deferrals. </w:t>
      </w:r>
    </w:p>
    <w:p w:rsidR="003B0C77" w:rsidRDefault="003B0C77" w:rsidP="00227FE4"/>
    <w:p w:rsidR="00227FE4" w:rsidRDefault="00227FE4" w:rsidP="00227FE4">
      <w:r>
        <w:t>I</w:t>
      </w:r>
      <w:r w:rsidRPr="004D5E4F">
        <w:t xml:space="preserve">t provides example </w:t>
      </w:r>
      <w:r>
        <w:t>code</w:t>
      </w:r>
      <w:r w:rsidRPr="004D5E4F">
        <w:t xml:space="preserve"> </w:t>
      </w:r>
      <w:r>
        <w:t>and diagrams on how a client should use the Domain Manager Notification</w:t>
      </w:r>
      <w:r w:rsidRPr="004D5E4F">
        <w:t xml:space="preserve"> interface</w:t>
      </w:r>
      <w:r>
        <w:t xml:space="preserve">. </w:t>
      </w:r>
    </w:p>
    <w:p w:rsidR="003B0C77" w:rsidRDefault="003B0C77" w:rsidP="00227FE4"/>
    <w:p w:rsidR="00227FE4" w:rsidRDefault="00227FE4" w:rsidP="00227FE4">
      <w:r w:rsidRPr="0084568F">
        <w:t>Th</w:t>
      </w:r>
      <w:r>
        <w:t>is document is meant as a reference for using the Domain Manager Notification interface with deferrals</w:t>
      </w:r>
      <w:r w:rsidRPr="0084568F">
        <w:t>.</w:t>
      </w:r>
      <w:r>
        <w:t xml:space="preserve"> This interface is required when a Domain Member might need more time to complete its work before acknowledging a state transition.</w:t>
      </w:r>
    </w:p>
    <w:p w:rsidR="003B0C77" w:rsidRDefault="003B0C77" w:rsidP="00227FE4"/>
    <w:p w:rsidR="00227FE4" w:rsidRPr="0084568F" w:rsidRDefault="00227FE4" w:rsidP="00227FE4">
      <w:r w:rsidRPr="0084568F">
        <w:t>The reader is assumed to have prior knowledge of the Domain Manager component.</w:t>
      </w:r>
    </w:p>
    <w:p w:rsidR="00227FE4" w:rsidRDefault="00227FE4" w:rsidP="00227FE4">
      <w:pPr>
        <w:pStyle w:val="Heading2"/>
        <w:keepLines w:val="0"/>
        <w:tabs>
          <w:tab w:val="num" w:pos="576"/>
        </w:tabs>
        <w:spacing w:before="240" w:after="120"/>
        <w:ind w:left="576" w:hanging="576"/>
      </w:pPr>
      <w:bookmarkStart w:id="10" w:name="_Toc530478045"/>
      <w:bookmarkStart w:id="11" w:name="_Toc65314093"/>
      <w:bookmarkStart w:id="12" w:name="_Ref199064320"/>
      <w:bookmarkStart w:id="13" w:name="_Toc271707832"/>
      <w:bookmarkStart w:id="14" w:name="_Toc273547748"/>
      <w:bookmarkStart w:id="15" w:name="_Toc273964128"/>
      <w:r>
        <w:t>Domain Manager Notification Interface Overview</w:t>
      </w:r>
      <w:bookmarkEnd w:id="13"/>
      <w:bookmarkEnd w:id="14"/>
      <w:bookmarkEnd w:id="15"/>
    </w:p>
    <w:p w:rsidR="00227FE4" w:rsidRPr="00227FE4" w:rsidRDefault="00227FE4" w:rsidP="00227FE4">
      <w:pPr>
        <w:pStyle w:val="BodyText"/>
        <w:ind w:left="0"/>
        <w:jc w:val="both"/>
      </w:pPr>
      <w:r w:rsidRPr="00227FE4">
        <w:t xml:space="preserve">The Domain Manager has been extended to support limited deferral of acknowledgements. This feature termed Shutdown Monitoring enables the Domain Manager to monitor the progress of system shutdown and to force device shutdown if any client hangs during the shutdown process. </w:t>
      </w:r>
    </w:p>
    <w:p w:rsidR="00227FE4" w:rsidRPr="00227FE4" w:rsidRDefault="00227FE4" w:rsidP="00227FE4">
      <w:pPr>
        <w:pStyle w:val="BodyText"/>
        <w:ind w:left="0"/>
        <w:jc w:val="both"/>
      </w:pPr>
      <w:r w:rsidRPr="00227FE4">
        <w:t xml:space="preserve">This work involved extending the Domain Manager Notification API to support deferring domain member transition timeouts and handling of notifications. </w:t>
      </w:r>
    </w:p>
    <w:p w:rsidR="00227FE4" w:rsidRPr="00227FE4" w:rsidRDefault="00227FE4" w:rsidP="00227FE4">
      <w:pPr>
        <w:pStyle w:val="BodyText"/>
        <w:ind w:left="0"/>
      </w:pPr>
      <w:r w:rsidRPr="00227FE4">
        <w:t xml:space="preserve">The diagram below shows an overview of the Domain Manager, its interfaces and the typical clients present in the device. The existing platform interfaces that have been extended to support the Shutdown monitoring feature are shown in cyan while the new platform interface added to the design is shown in blue. </w:t>
      </w:r>
    </w:p>
    <w:p w:rsidR="00227FE4" w:rsidRDefault="003B0C77" w:rsidP="00227FE4">
      <w:pPr>
        <w:keepNext/>
      </w:pPr>
      <w:r>
        <w:rPr>
          <w:rFonts w:cs="Arial"/>
          <w:noProof/>
          <w:color w:val="000000"/>
        </w:rPr>
        <w:drawing>
          <wp:inline distT="0" distB="0" distL="0" distR="0">
            <wp:extent cx="4845685" cy="420433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4845685" cy="4204335"/>
                    </a:xfrm>
                    <a:prstGeom prst="rect">
                      <a:avLst/>
                    </a:prstGeom>
                    <a:noFill/>
                    <a:ln w="9525">
                      <a:noFill/>
                      <a:miter lim="800000"/>
                      <a:headEnd/>
                      <a:tailEnd/>
                    </a:ln>
                  </pic:spPr>
                </pic:pic>
              </a:graphicData>
            </a:graphic>
          </wp:inline>
        </w:drawing>
      </w:r>
    </w:p>
    <w:p w:rsidR="00227FE4" w:rsidRPr="0038489F" w:rsidRDefault="00227FE4" w:rsidP="00227FE4">
      <w:pPr>
        <w:pStyle w:val="Caption"/>
        <w:rPr>
          <w:rFonts w:cs="Arial"/>
          <w:color w:val="000000"/>
        </w:rPr>
      </w:pPr>
      <w:r>
        <w:t xml:space="preserve">Figure </w:t>
      </w:r>
      <w:fldSimple w:instr=" SEQ Figure \* ARABIC ">
        <w:r>
          <w:rPr>
            <w:noProof/>
          </w:rPr>
          <w:t>1</w:t>
        </w:r>
      </w:fldSimple>
      <w:r>
        <w:t xml:space="preserve">  Domain Manager Overview </w:t>
      </w:r>
    </w:p>
    <w:bookmarkEnd w:id="10"/>
    <w:bookmarkEnd w:id="11"/>
    <w:bookmarkEnd w:id="12"/>
    <w:p w:rsidR="00227FE4" w:rsidRPr="00227FE4" w:rsidRDefault="00227FE4" w:rsidP="00227FE4">
      <w:pPr>
        <w:pStyle w:val="BodyText"/>
      </w:pPr>
    </w:p>
    <w:p w:rsidR="00227FE4" w:rsidRDefault="00227FE4" w:rsidP="00227FE4">
      <w:pPr>
        <w:pStyle w:val="Heading1"/>
        <w:keepLines w:val="0"/>
        <w:pageBreakBefore w:val="0"/>
        <w:tabs>
          <w:tab w:val="num" w:pos="432"/>
        </w:tabs>
        <w:spacing w:before="120" w:after="120"/>
        <w:ind w:left="432" w:right="43" w:hanging="432"/>
      </w:pPr>
      <w:bookmarkStart w:id="16" w:name="_Toc236216183"/>
      <w:bookmarkStart w:id="17" w:name="_Toc246915977"/>
      <w:bookmarkStart w:id="18" w:name="_Toc273547749"/>
      <w:bookmarkStart w:id="19" w:name="_Toc273964129"/>
      <w:r>
        <w:t>Domain Manager Notification API</w:t>
      </w:r>
      <w:bookmarkEnd w:id="18"/>
      <w:bookmarkEnd w:id="19"/>
    </w:p>
    <w:p w:rsidR="00227FE4" w:rsidRDefault="00227FE4" w:rsidP="00227FE4">
      <w:pPr>
        <w:pStyle w:val="Heading2"/>
        <w:keepLines w:val="0"/>
        <w:tabs>
          <w:tab w:val="num" w:pos="576"/>
        </w:tabs>
        <w:spacing w:before="240" w:after="120"/>
        <w:ind w:left="576" w:hanging="576"/>
      </w:pPr>
      <w:bookmarkStart w:id="20" w:name="_Toc273547750"/>
      <w:bookmarkStart w:id="21" w:name="_Toc273964130"/>
      <w:bookmarkEnd w:id="16"/>
      <w:bookmarkEnd w:id="17"/>
      <w:r>
        <w:t>Questions &amp; Answers</w:t>
      </w:r>
      <w:bookmarkStart w:id="22" w:name="_Toc236216185"/>
      <w:bookmarkStart w:id="23" w:name="_Toc246915979"/>
      <w:bookmarkEnd w:id="20"/>
      <w:bookmarkEnd w:id="21"/>
    </w:p>
    <w:p w:rsidR="00227FE4" w:rsidRDefault="00227FE4" w:rsidP="00227FE4">
      <w:pPr>
        <w:pStyle w:val="Heading3"/>
        <w:keepLines w:val="0"/>
        <w:tabs>
          <w:tab w:val="num" w:pos="1440"/>
        </w:tabs>
        <w:spacing w:before="120" w:after="120"/>
        <w:ind w:left="1440" w:right="43" w:hanging="720"/>
      </w:pPr>
      <w:bookmarkStart w:id="24" w:name="_Toc273547751"/>
      <w:bookmarkStart w:id="25" w:name="_Toc273964131"/>
      <w:bookmarkEnd w:id="22"/>
      <w:bookmarkEnd w:id="23"/>
      <w:r w:rsidRPr="00C13B5B">
        <w:t>W</w:t>
      </w:r>
      <w:r>
        <w:t>hat are deferrals?</w:t>
      </w:r>
      <w:bookmarkEnd w:id="24"/>
      <w:bookmarkEnd w:id="25"/>
    </w:p>
    <w:p w:rsidR="00227FE4" w:rsidRDefault="00227FE4" w:rsidP="00227FE4">
      <w:r>
        <w:t xml:space="preserve">Deferrals occur when a client i.e. a Domain Member makes a request for more time to complete its work for the state transition. The Domain Member, instead of acknowledging on receiving a state transition notification makes a request for more time. </w:t>
      </w:r>
    </w:p>
    <w:p w:rsidR="003B0C77" w:rsidRDefault="003B0C77" w:rsidP="00227FE4"/>
    <w:p w:rsidR="00227FE4" w:rsidRDefault="00227FE4" w:rsidP="00227FE4">
      <w:r>
        <w:t>It should be noted that deferrals are not always possible and whether the member will actually be given more time depends on if:-</w:t>
      </w:r>
    </w:p>
    <w:p w:rsidR="00227FE4" w:rsidRDefault="00227FE4" w:rsidP="00227FE4">
      <w:pPr>
        <w:keepLines w:val="0"/>
        <w:numPr>
          <w:ilvl w:val="0"/>
          <w:numId w:val="24"/>
        </w:numPr>
        <w:spacing w:after="120"/>
      </w:pPr>
      <w:r>
        <w:t>The current transition allows deferrals at all.</w:t>
      </w:r>
    </w:p>
    <w:p w:rsidR="00227FE4" w:rsidRDefault="00227FE4" w:rsidP="00227FE4">
      <w:pPr>
        <w:keepLines w:val="0"/>
        <w:numPr>
          <w:ilvl w:val="0"/>
          <w:numId w:val="24"/>
        </w:numPr>
        <w:spacing w:after="120"/>
      </w:pPr>
      <w:r>
        <w:t xml:space="preserve">The member still has deferrals left. </w:t>
      </w:r>
    </w:p>
    <w:p w:rsidR="00227FE4" w:rsidRDefault="00227FE4" w:rsidP="00227FE4">
      <w:pPr>
        <w:keepLines w:val="0"/>
        <w:numPr>
          <w:ilvl w:val="0"/>
          <w:numId w:val="24"/>
        </w:numPr>
        <w:spacing w:after="120"/>
      </w:pPr>
      <w:r>
        <w:t>The deferral request was received in time.</w:t>
      </w:r>
    </w:p>
    <w:p w:rsidR="00227FE4" w:rsidRDefault="00227FE4" w:rsidP="00227FE4">
      <w:r>
        <w:t>There is also a limit on how many times a client can defer the acknowledgement of a transition. The maximum number of deferrals is determined by the target state of the transition.</w:t>
      </w:r>
    </w:p>
    <w:p w:rsidR="003B0C77" w:rsidRDefault="003B0C77" w:rsidP="00227FE4"/>
    <w:p w:rsidR="00227FE4" w:rsidRDefault="00227FE4" w:rsidP="00227FE4">
      <w:r>
        <w:t>The Domain Member must also be a trusted client in order for it to make a deferral request. It must have either or both of the following capabilities:-</w:t>
      </w:r>
    </w:p>
    <w:p w:rsidR="00227FE4" w:rsidRDefault="00227FE4" w:rsidP="00227FE4">
      <w:pPr>
        <w:keepLines w:val="0"/>
        <w:numPr>
          <w:ilvl w:val="0"/>
          <w:numId w:val="25"/>
        </w:numPr>
        <w:spacing w:after="120"/>
      </w:pPr>
      <w:r>
        <w:t>WriteDeviceData.</w:t>
      </w:r>
    </w:p>
    <w:p w:rsidR="00227FE4" w:rsidRDefault="00227FE4" w:rsidP="00227FE4">
      <w:pPr>
        <w:keepLines w:val="0"/>
        <w:numPr>
          <w:ilvl w:val="0"/>
          <w:numId w:val="25"/>
        </w:numPr>
        <w:spacing w:after="120"/>
      </w:pPr>
      <w:r>
        <w:t>ProtServ.</w:t>
      </w:r>
    </w:p>
    <w:p w:rsidR="00227FE4" w:rsidRDefault="00227FE4" w:rsidP="00227FE4">
      <w:pPr>
        <w:pStyle w:val="Heading3"/>
        <w:keepLines w:val="0"/>
        <w:tabs>
          <w:tab w:val="num" w:pos="1440"/>
        </w:tabs>
        <w:spacing w:before="120" w:after="120"/>
        <w:ind w:left="1440" w:right="43" w:hanging="720"/>
      </w:pPr>
      <w:bookmarkStart w:id="26" w:name="_Toc273547752"/>
      <w:bookmarkStart w:id="27" w:name="_Toc273964132"/>
      <w:r w:rsidRPr="00C13B5B">
        <w:t>W</w:t>
      </w:r>
      <w:r>
        <w:t>hy would a client want to defer a state transition?</w:t>
      </w:r>
      <w:bookmarkEnd w:id="26"/>
      <w:bookmarkEnd w:id="27"/>
    </w:p>
    <w:p w:rsidR="00227FE4" w:rsidRDefault="00227FE4" w:rsidP="00227FE4">
      <w:r>
        <w:t>A client might need more time to complete its work before acknowledging a state transition. For instance, a client after having received a power down transition notification might defer state transition by requesting more time. This should give the client time to complete its tasks and shutdown gracefully.</w:t>
      </w:r>
    </w:p>
    <w:p w:rsidR="00227FE4" w:rsidRDefault="00227FE4" w:rsidP="00227FE4">
      <w:pPr>
        <w:pStyle w:val="Heading3"/>
        <w:keepLines w:val="0"/>
        <w:tabs>
          <w:tab w:val="num" w:pos="1440"/>
        </w:tabs>
        <w:spacing w:before="120" w:after="120"/>
        <w:ind w:left="1440" w:right="43" w:hanging="720"/>
      </w:pPr>
      <w:bookmarkStart w:id="28" w:name="_Toc273547753"/>
      <w:bookmarkStart w:id="29" w:name="_Toc273964133"/>
      <w:r w:rsidRPr="00C13B5B">
        <w:t>W</w:t>
      </w:r>
      <w:r>
        <w:t>hat is the maximum number of deferrals available to a client?</w:t>
      </w:r>
      <w:bookmarkEnd w:id="28"/>
      <w:bookmarkEnd w:id="29"/>
    </w:p>
    <w:p w:rsidR="00227FE4" w:rsidRDefault="00227FE4" w:rsidP="00227FE4">
      <w:r>
        <w:t xml:space="preserve">This is configurable and can be set in the Domain Policy DLL. For a description of this DLL and how to configure the settings for the deferral see [1]. </w:t>
      </w:r>
    </w:p>
    <w:p w:rsidR="00227FE4" w:rsidRDefault="00227FE4" w:rsidP="00227FE4">
      <w:pPr>
        <w:pStyle w:val="Heading3"/>
        <w:keepLines w:val="0"/>
        <w:tabs>
          <w:tab w:val="num" w:pos="1440"/>
        </w:tabs>
        <w:spacing w:before="120" w:after="120"/>
        <w:ind w:left="1440" w:right="43" w:hanging="720"/>
      </w:pPr>
      <w:bookmarkStart w:id="30" w:name="_Toc273547754"/>
      <w:bookmarkStart w:id="31" w:name="_Toc273964134"/>
      <w:r w:rsidRPr="00C13B5B">
        <w:t>W</w:t>
      </w:r>
      <w:r>
        <w:t>hat type of transitions can use this transition timeout behaviour?</w:t>
      </w:r>
      <w:bookmarkEnd w:id="30"/>
      <w:bookmarkEnd w:id="31"/>
    </w:p>
    <w:p w:rsidR="00227FE4" w:rsidRDefault="00227FE4" w:rsidP="00227FE4">
      <w:r>
        <w:t>The Domain Policy DLL declares and configures possible transition states. It also defines a timeout and deferral limit for each domain state. An example of this is the SSM (System State Manager) V2 domainpolicy2 component which can be seen in Figure 1 above. This policy DLL enables timeout behaviour for a Shutdown state.</w:t>
      </w:r>
    </w:p>
    <w:p w:rsidR="00227FE4" w:rsidRDefault="00227FE4" w:rsidP="00227FE4">
      <w:pPr>
        <w:pStyle w:val="Heading3"/>
        <w:keepLines w:val="0"/>
        <w:tabs>
          <w:tab w:val="num" w:pos="1440"/>
        </w:tabs>
        <w:spacing w:before="120" w:after="120"/>
        <w:ind w:left="1440" w:right="43" w:hanging="720"/>
      </w:pPr>
      <w:bookmarkStart w:id="32" w:name="_Toc273547755"/>
      <w:bookmarkStart w:id="33" w:name="_Toc273964135"/>
      <w:r w:rsidRPr="00C13B5B">
        <w:t>W</w:t>
      </w:r>
      <w:r>
        <w:t>hat happens if a client fails to complete a task after deferring?</w:t>
      </w:r>
      <w:bookmarkEnd w:id="32"/>
      <w:bookmarkEnd w:id="33"/>
    </w:p>
    <w:p w:rsidR="00227FE4" w:rsidRDefault="00227FE4" w:rsidP="00227FE4">
      <w:r>
        <w:t>The Domain Manger will consider the client as being unresponsive or unable to transition within the deferral time limits. It will then move on to the next Domain in the Domain tree to continue transitioning all the Domains in the tree.</w:t>
      </w:r>
    </w:p>
    <w:p w:rsidR="00227FE4" w:rsidRPr="00227FE4" w:rsidRDefault="00227FE4" w:rsidP="00227FE4">
      <w:pPr>
        <w:pStyle w:val="Heading3"/>
        <w:keepLines w:val="0"/>
        <w:tabs>
          <w:tab w:val="num" w:pos="1440"/>
        </w:tabs>
        <w:spacing w:before="120" w:after="120"/>
        <w:ind w:left="1440" w:right="43" w:hanging="720"/>
        <w:rPr>
          <w:rStyle w:val="Hyperlink"/>
          <w:color w:val="auto"/>
          <w:u w:val="none"/>
        </w:rPr>
      </w:pPr>
      <w:bookmarkStart w:id="34" w:name="_Toc273547756"/>
      <w:bookmarkStart w:id="35" w:name="_Toc273964136"/>
      <w:r w:rsidRPr="00227FE4">
        <w:rPr>
          <w:rStyle w:val="Hyperlink"/>
          <w:color w:val="auto"/>
          <w:u w:val="none"/>
        </w:rPr>
        <w:t>Which header files do I need to include?</w:t>
      </w:r>
      <w:bookmarkEnd w:id="34"/>
      <w:bookmarkEnd w:id="35"/>
      <w:r w:rsidRPr="00227FE4">
        <w:rPr>
          <w:webHidden/>
        </w:rPr>
        <w:tab/>
      </w:r>
    </w:p>
    <w:p w:rsidR="00227FE4" w:rsidRDefault="00227FE4" w:rsidP="00227FE4">
      <w:r>
        <w:t xml:space="preserve">In order to use the Domain Manager Notification API, the following header has to be included.  </w:t>
      </w:r>
    </w:p>
    <w:p w:rsidR="00227FE4" w:rsidRPr="003F1CC1" w:rsidRDefault="00227FE4" w:rsidP="00227FE4">
      <w:pPr>
        <w:pStyle w:val="CodeCharChar"/>
        <w:shd w:val="clear" w:color="auto" w:fill="D9D9D9"/>
        <w:rPr>
          <w:rFonts w:ascii="Nokia Standard Light" w:hAnsi="Nokia Standard Light"/>
          <w:color w:val="000000"/>
        </w:rPr>
      </w:pPr>
      <w:r w:rsidRPr="003F1CC1">
        <w:rPr>
          <w:rFonts w:ascii="Nokia Standard Light" w:hAnsi="Nokia Standard Light"/>
          <w:color w:val="000000"/>
        </w:rPr>
        <w:t>#include &lt;domainmember.h&gt;</w:t>
      </w:r>
    </w:p>
    <w:p w:rsidR="00227FE4" w:rsidRDefault="00227FE4" w:rsidP="00227FE4">
      <w:pPr>
        <w:pStyle w:val="Heading3"/>
        <w:numPr>
          <w:ilvl w:val="0"/>
          <w:numId w:val="0"/>
        </w:numPr>
        <w:ind w:left="720"/>
        <w:rPr>
          <w:rStyle w:val="Hyperlink"/>
        </w:rPr>
      </w:pPr>
    </w:p>
    <w:p w:rsidR="00227FE4" w:rsidRPr="00227FE4" w:rsidRDefault="00227FE4" w:rsidP="00227FE4">
      <w:pPr>
        <w:pStyle w:val="Heading3"/>
        <w:keepLines w:val="0"/>
        <w:tabs>
          <w:tab w:val="num" w:pos="1440"/>
        </w:tabs>
        <w:spacing w:before="120" w:after="120"/>
        <w:ind w:left="1440" w:right="43" w:hanging="720"/>
        <w:rPr>
          <w:rStyle w:val="Hyperlink"/>
          <w:color w:val="auto"/>
          <w:u w:val="none"/>
        </w:rPr>
      </w:pPr>
      <w:hyperlink w:anchor="_Toc246916003" w:history="1">
        <w:bookmarkStart w:id="36" w:name="_Toc273547757"/>
        <w:bookmarkStart w:id="37" w:name="_Toc273964137"/>
        <w:r w:rsidRPr="00227FE4">
          <w:rPr>
            <w:rStyle w:val="Hyperlink"/>
            <w:color w:val="auto"/>
            <w:u w:val="none"/>
          </w:rPr>
          <w:t>Which library do I need to link my binary against?</w:t>
        </w:r>
        <w:bookmarkEnd w:id="36"/>
        <w:bookmarkEnd w:id="37"/>
      </w:hyperlink>
    </w:p>
    <w:p w:rsidR="00227FE4" w:rsidRDefault="00227FE4" w:rsidP="00227FE4">
      <w:r>
        <w:t xml:space="preserve">The binary will need to be linked against the </w:t>
      </w:r>
      <w:r w:rsidRPr="00FE1478">
        <w:rPr>
          <w:color w:val="17365D"/>
        </w:rPr>
        <w:t>domaincli.lib</w:t>
      </w:r>
      <w:r>
        <w:t xml:space="preserve"> import library. The following line should be added to the relevant client MMP file.</w:t>
      </w:r>
    </w:p>
    <w:p w:rsidR="00227FE4" w:rsidRPr="003F1CC1" w:rsidRDefault="00227FE4" w:rsidP="00227FE4">
      <w:pPr>
        <w:pStyle w:val="CodeCharChar"/>
        <w:shd w:val="clear" w:color="auto" w:fill="D9D9D9"/>
        <w:rPr>
          <w:rFonts w:ascii="Nokia Standard Light" w:hAnsi="Nokia Standard Light"/>
          <w:color w:val="000000"/>
        </w:rPr>
      </w:pPr>
      <w:r w:rsidRPr="003F1CC1">
        <w:rPr>
          <w:rFonts w:ascii="Nokia Standard Light" w:hAnsi="Nokia Standard Light"/>
          <w:color w:val="000000"/>
        </w:rPr>
        <w:t>LIBRARY</w:t>
      </w:r>
      <w:r w:rsidRPr="003F1CC1">
        <w:rPr>
          <w:rFonts w:ascii="Nokia Standard Light" w:hAnsi="Nokia Standard Light"/>
          <w:color w:val="000000"/>
        </w:rPr>
        <w:tab/>
      </w:r>
      <w:r w:rsidRPr="003F1CC1">
        <w:rPr>
          <w:rFonts w:ascii="Nokia Standard Light" w:hAnsi="Nokia Standard Light"/>
          <w:color w:val="000000"/>
        </w:rPr>
        <w:tab/>
        <w:t>domaincli.lib</w:t>
      </w:r>
    </w:p>
    <w:p w:rsidR="00227FE4" w:rsidRPr="009E3FA8" w:rsidRDefault="00227FE4" w:rsidP="00227FE4"/>
    <w:p w:rsidR="00227FE4" w:rsidRDefault="00ED76A1" w:rsidP="00227FE4">
      <w:r>
        <w:br w:type="page"/>
      </w:r>
    </w:p>
    <w:p w:rsidR="00ED76A1" w:rsidRDefault="00ED76A1" w:rsidP="00ED76A1">
      <w:pPr>
        <w:pStyle w:val="Heading2"/>
        <w:keepLines w:val="0"/>
        <w:tabs>
          <w:tab w:val="num" w:pos="576"/>
        </w:tabs>
        <w:spacing w:before="240" w:after="120"/>
        <w:ind w:left="576" w:hanging="576"/>
      </w:pPr>
      <w:bookmarkStart w:id="38" w:name="_Toc273547758"/>
      <w:bookmarkStart w:id="39" w:name="_Toc273964138"/>
      <w:r>
        <w:lastRenderedPageBreak/>
        <w:t>Using the Domain Manager Notification interface with deferrals</w:t>
      </w:r>
      <w:bookmarkEnd w:id="38"/>
      <w:bookmarkEnd w:id="39"/>
    </w:p>
    <w:p w:rsidR="00ED76A1" w:rsidRPr="00ED76A1" w:rsidRDefault="00ED76A1" w:rsidP="00ED76A1">
      <w:pPr>
        <w:pStyle w:val="Heading3"/>
        <w:keepLines w:val="0"/>
        <w:tabs>
          <w:tab w:val="num" w:pos="1440"/>
        </w:tabs>
        <w:spacing w:before="120" w:after="120"/>
        <w:ind w:left="1440" w:right="43" w:hanging="720"/>
        <w:rPr>
          <w:rStyle w:val="Hyperlink"/>
          <w:color w:val="auto"/>
          <w:u w:val="none"/>
        </w:rPr>
      </w:pPr>
      <w:bookmarkStart w:id="40" w:name="_Toc273547759"/>
      <w:bookmarkStart w:id="41" w:name="_Toc273964139"/>
      <w:r w:rsidRPr="00ED76A1">
        <w:rPr>
          <w:rStyle w:val="Hyperlink"/>
          <w:color w:val="auto"/>
          <w:u w:val="none"/>
        </w:rPr>
        <w:t>How do clients use</w:t>
      </w:r>
      <w:hyperlink w:anchor="_Toc246916007" w:history="1">
        <w:r w:rsidRPr="00ED76A1">
          <w:rPr>
            <w:rStyle w:val="Hyperlink"/>
            <w:color w:val="auto"/>
            <w:u w:val="none"/>
          </w:rPr>
          <w:t xml:space="preserve"> the Domain Manger Notification interface with deferrals?</w:t>
        </w:r>
        <w:bookmarkEnd w:id="40"/>
        <w:bookmarkEnd w:id="41"/>
        <w:r w:rsidRPr="00ED76A1">
          <w:rPr>
            <w:webHidden/>
          </w:rPr>
          <w:tab/>
        </w:r>
      </w:hyperlink>
    </w:p>
    <w:p w:rsidR="00ED76A1" w:rsidRDefault="00ED76A1" w:rsidP="00ED76A1">
      <w:r w:rsidRPr="00AA582A">
        <w:t xml:space="preserve">In order to minimize development complexity for client writers wishing to utilise the new functionality, the </w:t>
      </w:r>
      <w:r>
        <w:t>Domain Member Notification API</w:t>
      </w:r>
      <w:r w:rsidRPr="00AA582A">
        <w:t xml:space="preserve"> provides a class </w:t>
      </w:r>
      <w:r w:rsidRPr="006D43A2">
        <w:rPr>
          <w:rFonts w:ascii="Lucida Console" w:hAnsi="Lucida Console"/>
          <w:sz w:val="16"/>
          <w:szCs w:val="16"/>
        </w:rPr>
        <w:t>CDmDomainKeepAlive</w:t>
      </w:r>
      <w:r w:rsidRPr="00AA582A">
        <w:t>.</w:t>
      </w:r>
      <w:r>
        <w:t xml:space="preserve">  </w:t>
      </w:r>
    </w:p>
    <w:p w:rsidR="00ED76A1" w:rsidRDefault="00ED76A1" w:rsidP="00ED76A1"/>
    <w:p w:rsidR="00ED76A1" w:rsidRDefault="00ED76A1" w:rsidP="00ED76A1">
      <w:r>
        <w:t xml:space="preserve">This </w:t>
      </w:r>
      <w:r w:rsidRPr="007012BC">
        <w:rPr>
          <w:rFonts w:cs="Arial"/>
        </w:rPr>
        <w:t xml:space="preserve">class has been provided to </w:t>
      </w:r>
      <w:r>
        <w:rPr>
          <w:rFonts w:cs="Arial"/>
        </w:rPr>
        <w:t xml:space="preserve">give </w:t>
      </w:r>
      <w:r w:rsidRPr="007012BC">
        <w:rPr>
          <w:rFonts w:cs="Arial"/>
        </w:rPr>
        <w:t>clients</w:t>
      </w:r>
      <w:r>
        <w:rPr>
          <w:rFonts w:cs="Arial"/>
        </w:rPr>
        <w:t xml:space="preserve"> a simpler alternative to</w:t>
      </w:r>
      <w:r w:rsidRPr="007012BC">
        <w:rPr>
          <w:rFonts w:cs="Arial"/>
        </w:rPr>
        <w:t xml:space="preserve"> interfacing directly with the </w:t>
      </w:r>
      <w:r w:rsidRPr="00FF70FA">
        <w:rPr>
          <w:rFonts w:ascii="Lucida Console" w:hAnsi="Lucida Console" w:cs="Arial"/>
          <w:sz w:val="16"/>
          <w:szCs w:val="16"/>
        </w:rPr>
        <w:t>RDmDomain</w:t>
      </w:r>
      <w:r w:rsidRPr="007012BC">
        <w:rPr>
          <w:rFonts w:cs="Arial"/>
        </w:rPr>
        <w:t xml:space="preserve"> </w:t>
      </w:r>
      <w:r>
        <w:rPr>
          <w:rFonts w:cs="Arial"/>
        </w:rPr>
        <w:t xml:space="preserve">class (which contains the method </w:t>
      </w:r>
      <w:r w:rsidRPr="005C56F2">
        <w:rPr>
          <w:rFonts w:ascii="Lucida Console" w:hAnsi="Lucida Console"/>
          <w:sz w:val="16"/>
          <w:szCs w:val="16"/>
        </w:rPr>
        <w:t>RDmDomain::DeferAcknowledgement()</w:t>
      </w:r>
      <w:r>
        <w:t xml:space="preserve"> for deferring an acknowledgment to a domain transition).</w:t>
      </w:r>
    </w:p>
    <w:p w:rsidR="00ED76A1" w:rsidRDefault="00ED76A1" w:rsidP="00ED76A1"/>
    <w:p w:rsidR="00ED76A1" w:rsidRDefault="00ED76A1" w:rsidP="00ED76A1">
      <w:r>
        <w:t xml:space="preserve">The diagram in Figure 2 below is a top level overview of how a </w:t>
      </w:r>
      <w:r w:rsidRPr="006D43A2">
        <w:rPr>
          <w:rFonts w:ascii="Lucida Console" w:hAnsi="Lucida Console"/>
          <w:sz w:val="16"/>
          <w:szCs w:val="16"/>
        </w:rPr>
        <w:t>CDmDomainKeepAlive</w:t>
      </w:r>
      <w:r>
        <w:t xml:space="preserve"> Domain member defers a transition notification. The use of the class simplifies the implementation of the functionality required for performing deferrals as seen in stage 3 and 4 in Figure 2 below.</w:t>
      </w:r>
    </w:p>
    <w:p w:rsidR="00ED76A1" w:rsidRDefault="00ED76A1" w:rsidP="00ED76A1"/>
    <w:p w:rsidR="00ED76A1" w:rsidRDefault="003B0C77" w:rsidP="00ED76A1">
      <w:r>
        <w:rPr>
          <w:noProof/>
        </w:rPr>
        <w:drawing>
          <wp:inline distT="0" distB="0" distL="0" distR="0">
            <wp:extent cx="6080125" cy="4336415"/>
            <wp:effectExtent l="19050" t="19050" r="15875" b="260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6080125" cy="4336415"/>
                    </a:xfrm>
                    <a:prstGeom prst="rect">
                      <a:avLst/>
                    </a:prstGeom>
                    <a:noFill/>
                    <a:ln w="19050" cmpd="sng">
                      <a:solidFill>
                        <a:srgbClr val="808080"/>
                      </a:solidFill>
                      <a:miter lim="800000"/>
                      <a:headEnd/>
                      <a:tailEnd/>
                    </a:ln>
                    <a:effectLst/>
                  </pic:spPr>
                </pic:pic>
              </a:graphicData>
            </a:graphic>
          </wp:inline>
        </w:drawing>
      </w:r>
    </w:p>
    <w:p w:rsidR="00ED76A1" w:rsidRDefault="00ED76A1" w:rsidP="00ED76A1">
      <w:pPr>
        <w:pStyle w:val="Caption"/>
        <w:ind w:left="0" w:firstLine="0"/>
      </w:pPr>
      <w:r>
        <w:t xml:space="preserve">Figure 2 </w:t>
      </w:r>
      <w:r w:rsidRPr="00C71D19">
        <w:t>CDmDomainKeepAlive</w:t>
      </w:r>
      <w:r>
        <w:t xml:space="preserve"> Domain Member deferring a transition</w:t>
      </w:r>
    </w:p>
    <w:p w:rsidR="00ED76A1" w:rsidRDefault="00ED76A1" w:rsidP="00ED76A1">
      <w:pPr>
        <w:ind w:left="180"/>
        <w:rPr>
          <w:rFonts w:ascii="Lucida Console" w:hAnsi="Lucida Console"/>
          <w:sz w:val="16"/>
          <w:szCs w:val="16"/>
        </w:rPr>
      </w:pPr>
      <w:r>
        <w:br w:type="page"/>
      </w:r>
      <w:r>
        <w:lastRenderedPageBreak/>
        <w:t xml:space="preserve">The diagram in Figure 3 below shows a derived class </w:t>
      </w:r>
      <w:r w:rsidRPr="00E53B9E">
        <w:rPr>
          <w:rFonts w:ascii="Lucida Console" w:hAnsi="Lucida Console"/>
          <w:sz w:val="16"/>
          <w:szCs w:val="16"/>
        </w:rPr>
        <w:t>CD</w:t>
      </w:r>
      <w:r>
        <w:rPr>
          <w:rFonts w:ascii="Lucida Console" w:hAnsi="Lucida Console"/>
          <w:sz w:val="16"/>
          <w:szCs w:val="16"/>
        </w:rPr>
        <w:t>omainMember</w:t>
      </w:r>
      <w:r w:rsidRPr="00E53B9E">
        <w:rPr>
          <w:rFonts w:ascii="Lucida Console" w:hAnsi="Lucida Console"/>
          <w:sz w:val="16"/>
          <w:szCs w:val="16"/>
        </w:rPr>
        <w:t>KeepAlive</w:t>
      </w:r>
      <w:r>
        <w:t xml:space="preserve"> using the </w:t>
      </w:r>
      <w:r w:rsidRPr="00E53B9E">
        <w:rPr>
          <w:rFonts w:cs="Arial"/>
        </w:rPr>
        <w:t>interface for deferrals</w:t>
      </w:r>
      <w:r>
        <w:rPr>
          <w:rFonts w:ascii="Lucida Console" w:hAnsi="Lucida Console"/>
          <w:sz w:val="16"/>
          <w:szCs w:val="16"/>
        </w:rPr>
        <w:t>.</w:t>
      </w:r>
    </w:p>
    <w:p w:rsidR="00ED76A1" w:rsidRDefault="00ED76A1" w:rsidP="00ED76A1">
      <w:pPr>
        <w:ind w:left="180"/>
        <w:rPr>
          <w:rFonts w:ascii="Lucida Console" w:hAnsi="Lucida Console"/>
          <w:sz w:val="16"/>
          <w:szCs w:val="16"/>
        </w:rPr>
      </w:pPr>
    </w:p>
    <w:p w:rsidR="00ED76A1" w:rsidRDefault="003B0C77" w:rsidP="00ED76A1">
      <w:pPr>
        <w:ind w:left="180"/>
        <w:rPr>
          <w:rFonts w:ascii="Lucida Console" w:hAnsi="Lucida Console"/>
          <w:sz w:val="16"/>
          <w:szCs w:val="16"/>
        </w:rPr>
      </w:pPr>
      <w:r>
        <w:rPr>
          <w:rFonts w:ascii="Lucida Console" w:hAnsi="Lucida Console"/>
          <w:noProof/>
          <w:sz w:val="16"/>
          <w:szCs w:val="16"/>
        </w:rPr>
        <w:drawing>
          <wp:inline distT="0" distB="0" distL="0" distR="0">
            <wp:extent cx="6080125" cy="4760595"/>
            <wp:effectExtent l="19050" t="19050" r="15875" b="209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6080125" cy="4760595"/>
                    </a:xfrm>
                    <a:prstGeom prst="rect">
                      <a:avLst/>
                    </a:prstGeom>
                    <a:noFill/>
                    <a:ln w="19050" cmpd="sng">
                      <a:solidFill>
                        <a:srgbClr val="808080"/>
                      </a:solidFill>
                      <a:miter lim="800000"/>
                      <a:headEnd/>
                      <a:tailEnd/>
                    </a:ln>
                    <a:effectLst/>
                  </pic:spPr>
                </pic:pic>
              </a:graphicData>
            </a:graphic>
          </wp:inline>
        </w:drawing>
      </w:r>
    </w:p>
    <w:p w:rsidR="00ED76A1" w:rsidRPr="00E53B9E" w:rsidRDefault="00ED76A1" w:rsidP="00ED76A1">
      <w:pPr>
        <w:pStyle w:val="Caption"/>
        <w:ind w:left="0" w:firstLine="0"/>
      </w:pPr>
      <w:r>
        <w:t xml:space="preserve">    Figure 3 C</w:t>
      </w:r>
      <w:r w:rsidRPr="00254017">
        <w:t>Domain</w:t>
      </w:r>
      <w:r>
        <w:t>Member</w:t>
      </w:r>
      <w:r w:rsidRPr="00254017">
        <w:t xml:space="preserve">KeepAlive </w:t>
      </w:r>
      <w:r>
        <w:t>object in use</w:t>
      </w:r>
    </w:p>
    <w:p w:rsidR="00ED76A1" w:rsidRDefault="00ED76A1" w:rsidP="00ED76A1"/>
    <w:p w:rsidR="00ED76A1" w:rsidRDefault="00ED76A1" w:rsidP="00ED76A1">
      <w:r>
        <w:t xml:space="preserve">An instance of the class derived from </w:t>
      </w:r>
      <w:r w:rsidRPr="002A51BD">
        <w:rPr>
          <w:rFonts w:ascii="Lucida Console" w:hAnsi="Lucida Console"/>
          <w:sz w:val="16"/>
          <w:szCs w:val="16"/>
        </w:rPr>
        <w:t>CDmDomainKeepAlive</w:t>
      </w:r>
      <w:r w:rsidRPr="00AA582A">
        <w:t xml:space="preserve"> automatically request transition deferrals for as long as the client application requires and the server permits (as determined by the deferral budget for the target state, specified by the relevant </w:t>
      </w:r>
      <w:r>
        <w:t>Domain</w:t>
      </w:r>
      <w:r w:rsidRPr="00AA582A">
        <w:t xml:space="preserve"> policy).</w:t>
      </w:r>
      <w:r>
        <w:t xml:space="preserve"> </w:t>
      </w:r>
    </w:p>
    <w:p w:rsidR="00ED76A1" w:rsidRDefault="00ED76A1" w:rsidP="00ED76A1"/>
    <w:p w:rsidR="00ED76A1" w:rsidRDefault="00ED76A1" w:rsidP="00ED76A1">
      <w:r>
        <w:t xml:space="preserve">The class </w:t>
      </w:r>
      <w:r w:rsidRPr="002A51BD">
        <w:rPr>
          <w:rFonts w:ascii="Lucida Console" w:hAnsi="Lucida Console"/>
          <w:sz w:val="16"/>
          <w:szCs w:val="16"/>
        </w:rPr>
        <w:t>CDmDomainKeepAlive</w:t>
      </w:r>
      <w:r>
        <w:t xml:space="preserve"> and all its interfaces are shown below:</w:t>
      </w:r>
    </w:p>
    <w:p w:rsidR="00ED76A1" w:rsidRDefault="00ED76A1" w:rsidP="00ED76A1"/>
    <w:p w:rsidR="00ED76A1" w:rsidRPr="003F1CC1" w:rsidRDefault="00ED76A1" w:rsidP="00ED76A1">
      <w:pPr>
        <w:pBdr>
          <w:top w:val="single" w:sz="8" w:space="1" w:color="A6A6A6"/>
          <w:left w:val="single" w:sz="8" w:space="0" w:color="A6A6A6"/>
          <w:bottom w:val="single" w:sz="8" w:space="7" w:color="A6A6A6"/>
          <w:right w:val="single" w:sz="8" w:space="4" w:color="A6A6A6"/>
        </w:pBdr>
        <w:shd w:val="solid" w:color="D9D9D9" w:fill="D9D9D9"/>
        <w:ind w:firstLine="720"/>
        <w:rPr>
          <w:rFonts w:ascii="Nokia Standard Light" w:hAnsi="Nokia Standard Light"/>
          <w:color w:val="000000"/>
          <w:sz w:val="16"/>
          <w:szCs w:val="16"/>
        </w:rPr>
      </w:pPr>
      <w:r w:rsidRPr="003F1CC1">
        <w:rPr>
          <w:rFonts w:ascii="Nokia Standard Light" w:hAnsi="Nokia Standard Light"/>
          <w:color w:val="000000"/>
          <w:sz w:val="16"/>
          <w:szCs w:val="16"/>
        </w:rPr>
        <w:t>class CDmDomainKeepAlive : public CDmDomain</w:t>
      </w:r>
    </w:p>
    <w:p w:rsidR="00ED76A1" w:rsidRPr="003F1CC1" w:rsidRDefault="00ED76A1" w:rsidP="00ED76A1">
      <w:pPr>
        <w:pBdr>
          <w:top w:val="single" w:sz="8" w:space="1" w:color="A6A6A6"/>
          <w:left w:val="single" w:sz="8" w:space="0" w:color="A6A6A6"/>
          <w:bottom w:val="single" w:sz="8" w:space="7" w:color="A6A6A6"/>
          <w:right w:val="single" w:sz="8" w:space="4" w:color="A6A6A6"/>
        </w:pBdr>
        <w:shd w:val="solid" w:color="D9D9D9" w:fill="D9D9D9"/>
        <w:ind w:firstLine="720"/>
        <w:rPr>
          <w:rFonts w:ascii="Nokia Standard Light" w:hAnsi="Nokia Standard Light"/>
          <w:color w:val="000000"/>
          <w:sz w:val="16"/>
          <w:szCs w:val="16"/>
        </w:rPr>
      </w:pPr>
      <w:r w:rsidRPr="003F1CC1">
        <w:rPr>
          <w:rFonts w:ascii="Nokia Standard Light" w:hAnsi="Nokia Standard Light"/>
          <w:color w:val="000000"/>
          <w:sz w:val="16"/>
          <w:szCs w:val="16"/>
        </w:rPr>
        <w:tab/>
        <w:t>{</w:t>
      </w:r>
    </w:p>
    <w:p w:rsidR="00ED76A1" w:rsidRPr="003F1CC1" w:rsidRDefault="00ED76A1" w:rsidP="00ED76A1">
      <w:pPr>
        <w:pBdr>
          <w:top w:val="single" w:sz="8" w:space="1" w:color="A6A6A6"/>
          <w:left w:val="single" w:sz="8" w:space="0" w:color="A6A6A6"/>
          <w:bottom w:val="single" w:sz="8" w:space="7" w:color="A6A6A6"/>
          <w:right w:val="single" w:sz="8" w:space="4" w:color="A6A6A6"/>
        </w:pBdr>
        <w:shd w:val="solid" w:color="D9D9D9" w:fill="D9D9D9"/>
        <w:ind w:firstLine="720"/>
        <w:rPr>
          <w:rFonts w:ascii="Nokia Standard Light" w:hAnsi="Nokia Standard Light"/>
          <w:color w:val="000000"/>
          <w:sz w:val="16"/>
          <w:szCs w:val="16"/>
        </w:rPr>
      </w:pPr>
      <w:r w:rsidRPr="003F1CC1">
        <w:rPr>
          <w:rFonts w:ascii="Nokia Standard Light" w:hAnsi="Nokia Standard Light"/>
          <w:color w:val="000000"/>
          <w:sz w:val="16"/>
          <w:szCs w:val="16"/>
        </w:rPr>
        <w:t>public:</w:t>
      </w:r>
    </w:p>
    <w:p w:rsidR="00ED76A1" w:rsidRPr="003F1CC1" w:rsidRDefault="00ED76A1" w:rsidP="00ED76A1">
      <w:pPr>
        <w:pBdr>
          <w:top w:val="single" w:sz="8" w:space="1" w:color="A6A6A6"/>
          <w:left w:val="single" w:sz="8" w:space="0" w:color="A6A6A6"/>
          <w:bottom w:val="single" w:sz="8" w:space="7" w:color="A6A6A6"/>
          <w:right w:val="single" w:sz="8" w:space="4" w:color="A6A6A6"/>
        </w:pBdr>
        <w:shd w:val="solid" w:color="D9D9D9" w:fill="D9D9D9"/>
        <w:ind w:firstLine="720"/>
        <w:rPr>
          <w:rFonts w:ascii="Nokia Standard Light" w:hAnsi="Nokia Standard Light"/>
          <w:color w:val="000000"/>
          <w:sz w:val="16"/>
          <w:szCs w:val="16"/>
        </w:rPr>
      </w:pPr>
      <w:r w:rsidRPr="003F1CC1">
        <w:rPr>
          <w:rFonts w:ascii="Nokia Standard Light" w:hAnsi="Nokia Standard Light"/>
          <w:color w:val="000000"/>
          <w:sz w:val="16"/>
          <w:szCs w:val="16"/>
        </w:rPr>
        <w:tab/>
        <w:t>IMPORT_C CDmDomainKeepAlive(TDmHierarchyId aHierarchyId, TDmDomainId aDomainId);</w:t>
      </w:r>
    </w:p>
    <w:p w:rsidR="00ED76A1" w:rsidRPr="003F1CC1" w:rsidRDefault="00ED76A1" w:rsidP="00ED76A1">
      <w:pPr>
        <w:pBdr>
          <w:top w:val="single" w:sz="8" w:space="1" w:color="A6A6A6"/>
          <w:left w:val="single" w:sz="8" w:space="0" w:color="A6A6A6"/>
          <w:bottom w:val="single" w:sz="8" w:space="7" w:color="A6A6A6"/>
          <w:right w:val="single" w:sz="8" w:space="4" w:color="A6A6A6"/>
        </w:pBdr>
        <w:shd w:val="solid" w:color="D9D9D9" w:fill="D9D9D9"/>
        <w:ind w:firstLine="720"/>
        <w:rPr>
          <w:rFonts w:ascii="Nokia Standard Light" w:hAnsi="Nokia Standard Light"/>
          <w:color w:val="000000"/>
          <w:sz w:val="16"/>
          <w:szCs w:val="16"/>
        </w:rPr>
      </w:pPr>
      <w:r w:rsidRPr="003F1CC1">
        <w:rPr>
          <w:rFonts w:ascii="Nokia Standard Light" w:hAnsi="Nokia Standard Light"/>
          <w:color w:val="000000"/>
          <w:sz w:val="16"/>
          <w:szCs w:val="16"/>
        </w:rPr>
        <w:tab/>
        <w:t>IMPORT_C ~CDmDomainKeepAlive ();</w:t>
      </w:r>
    </w:p>
    <w:p w:rsidR="00ED76A1" w:rsidRPr="003F1CC1" w:rsidRDefault="00ED76A1" w:rsidP="00ED76A1">
      <w:pPr>
        <w:pBdr>
          <w:top w:val="single" w:sz="8" w:space="1" w:color="A6A6A6"/>
          <w:left w:val="single" w:sz="8" w:space="0" w:color="A6A6A6"/>
          <w:bottom w:val="single" w:sz="8" w:space="7" w:color="A6A6A6"/>
          <w:right w:val="single" w:sz="8" w:space="4" w:color="A6A6A6"/>
        </w:pBdr>
        <w:shd w:val="solid" w:color="D9D9D9" w:fill="D9D9D9"/>
        <w:ind w:firstLine="720"/>
        <w:rPr>
          <w:rFonts w:ascii="Nokia Standard Light" w:hAnsi="Nokia Standard Light"/>
          <w:color w:val="000000"/>
          <w:sz w:val="16"/>
          <w:szCs w:val="16"/>
        </w:rPr>
      </w:pPr>
      <w:r w:rsidRPr="003F1CC1">
        <w:rPr>
          <w:rFonts w:ascii="Nokia Standard Light" w:hAnsi="Nokia Standard Light"/>
          <w:color w:val="000000"/>
          <w:sz w:val="16"/>
          <w:szCs w:val="16"/>
        </w:rPr>
        <w:tab/>
        <w:t>IMPORT_C void AcknowledgeLastState (TInt aError);</w:t>
      </w:r>
    </w:p>
    <w:p w:rsidR="00ED76A1" w:rsidRPr="003F1CC1" w:rsidRDefault="00ED76A1" w:rsidP="00ED76A1">
      <w:pPr>
        <w:pBdr>
          <w:top w:val="single" w:sz="8" w:space="1" w:color="A6A6A6"/>
          <w:left w:val="single" w:sz="8" w:space="0" w:color="A6A6A6"/>
          <w:bottom w:val="single" w:sz="8" w:space="7" w:color="A6A6A6"/>
          <w:right w:val="single" w:sz="8" w:space="4" w:color="A6A6A6"/>
        </w:pBdr>
        <w:shd w:val="solid" w:color="D9D9D9" w:fill="D9D9D9"/>
        <w:ind w:firstLine="720"/>
        <w:rPr>
          <w:rFonts w:ascii="Nokia Standard Light" w:hAnsi="Nokia Standard Light"/>
          <w:color w:val="000000"/>
          <w:sz w:val="16"/>
          <w:szCs w:val="16"/>
        </w:rPr>
      </w:pPr>
      <w:r w:rsidRPr="003F1CC1">
        <w:rPr>
          <w:rFonts w:ascii="Nokia Standard Light" w:hAnsi="Nokia Standard Light"/>
          <w:color w:val="000000"/>
          <w:sz w:val="16"/>
          <w:szCs w:val="16"/>
        </w:rPr>
        <w:tab/>
        <w:t xml:space="preserve">Virtual </w:t>
      </w:r>
      <w:r>
        <w:rPr>
          <w:rFonts w:ascii="Nokia Standard Light" w:hAnsi="Nokia Standard Light"/>
          <w:color w:val="000000"/>
          <w:sz w:val="16"/>
          <w:szCs w:val="16"/>
        </w:rPr>
        <w:t>void</w:t>
      </w:r>
      <w:r w:rsidRPr="003F1CC1">
        <w:rPr>
          <w:rFonts w:ascii="Nokia Standard Light" w:hAnsi="Nokia Standard Light"/>
          <w:color w:val="000000"/>
          <w:sz w:val="16"/>
          <w:szCs w:val="16"/>
        </w:rPr>
        <w:t xml:space="preserve"> HandleTransitionL () =0;</w:t>
      </w:r>
    </w:p>
    <w:p w:rsidR="00ED76A1" w:rsidRPr="003F1CC1" w:rsidRDefault="00ED76A1" w:rsidP="00ED76A1">
      <w:pPr>
        <w:pBdr>
          <w:top w:val="single" w:sz="8" w:space="1" w:color="A6A6A6"/>
          <w:left w:val="single" w:sz="8" w:space="0" w:color="A6A6A6"/>
          <w:bottom w:val="single" w:sz="8" w:space="7" w:color="A6A6A6"/>
          <w:right w:val="single" w:sz="8" w:space="4" w:color="A6A6A6"/>
        </w:pBdr>
        <w:shd w:val="solid" w:color="D9D9D9" w:fill="D9D9D9"/>
        <w:ind w:firstLine="720"/>
        <w:rPr>
          <w:rFonts w:ascii="Nokia Standard Light" w:hAnsi="Nokia Standard Light"/>
          <w:color w:val="000000"/>
          <w:sz w:val="16"/>
          <w:szCs w:val="16"/>
        </w:rPr>
      </w:pPr>
      <w:r w:rsidRPr="003F1CC1">
        <w:rPr>
          <w:rFonts w:ascii="Nokia Standard Light" w:hAnsi="Nokia Standard Light"/>
          <w:color w:val="000000"/>
          <w:sz w:val="16"/>
          <w:szCs w:val="16"/>
        </w:rPr>
        <w:tab/>
        <w:t>IMPORT_C virtual TInt HandleDeferralError (TInt aError);</w:t>
      </w:r>
    </w:p>
    <w:p w:rsidR="00ED76A1" w:rsidRPr="003F1CC1" w:rsidRDefault="00ED76A1" w:rsidP="00ED76A1">
      <w:pPr>
        <w:pBdr>
          <w:top w:val="single" w:sz="8" w:space="1" w:color="A6A6A6"/>
          <w:left w:val="single" w:sz="8" w:space="0" w:color="A6A6A6"/>
          <w:bottom w:val="single" w:sz="8" w:space="7" w:color="A6A6A6"/>
          <w:right w:val="single" w:sz="8" w:space="4" w:color="A6A6A6"/>
        </w:pBdr>
        <w:shd w:val="solid" w:color="D9D9D9" w:fill="D9D9D9"/>
        <w:ind w:firstLine="720"/>
        <w:rPr>
          <w:rFonts w:ascii="Nokia Standard Light" w:hAnsi="Nokia Standard Light"/>
          <w:color w:val="000000"/>
          <w:sz w:val="16"/>
          <w:szCs w:val="16"/>
        </w:rPr>
      </w:pPr>
      <w:r w:rsidRPr="003F1CC1">
        <w:rPr>
          <w:rFonts w:ascii="Nokia Standard Light" w:hAnsi="Nokia Standard Light"/>
          <w:color w:val="000000"/>
          <w:sz w:val="16"/>
          <w:szCs w:val="16"/>
        </w:rPr>
        <w:t>protected:</w:t>
      </w:r>
    </w:p>
    <w:p w:rsidR="00ED76A1" w:rsidRPr="003F1CC1" w:rsidRDefault="00ED76A1" w:rsidP="00ED76A1">
      <w:pPr>
        <w:pBdr>
          <w:top w:val="single" w:sz="8" w:space="1" w:color="A6A6A6"/>
          <w:left w:val="single" w:sz="8" w:space="0" w:color="A6A6A6"/>
          <w:bottom w:val="single" w:sz="8" w:space="7" w:color="A6A6A6"/>
          <w:right w:val="single" w:sz="8" w:space="4" w:color="A6A6A6"/>
        </w:pBdr>
        <w:shd w:val="solid" w:color="D9D9D9" w:fill="D9D9D9"/>
        <w:ind w:firstLine="720"/>
        <w:rPr>
          <w:rFonts w:ascii="Nokia Standard Light" w:hAnsi="Nokia Standard Light"/>
          <w:color w:val="000000"/>
          <w:sz w:val="16"/>
          <w:szCs w:val="16"/>
        </w:rPr>
      </w:pPr>
      <w:r w:rsidRPr="003F1CC1">
        <w:rPr>
          <w:rFonts w:ascii="Nokia Standard Light" w:hAnsi="Nokia Standard Light"/>
          <w:color w:val="000000"/>
          <w:sz w:val="16"/>
          <w:szCs w:val="16"/>
        </w:rPr>
        <w:tab/>
        <w:t>IMPORT_C void ConstructL ();</w:t>
      </w:r>
    </w:p>
    <w:p w:rsidR="00ED76A1" w:rsidRPr="003F1CC1" w:rsidRDefault="00ED76A1" w:rsidP="00ED76A1">
      <w:pPr>
        <w:pBdr>
          <w:top w:val="single" w:sz="8" w:space="1" w:color="A6A6A6"/>
          <w:left w:val="single" w:sz="8" w:space="0" w:color="A6A6A6"/>
          <w:bottom w:val="single" w:sz="8" w:space="7" w:color="A6A6A6"/>
          <w:right w:val="single" w:sz="8" w:space="4" w:color="A6A6A6"/>
        </w:pBdr>
        <w:shd w:val="solid" w:color="D9D9D9" w:fill="D9D9D9"/>
        <w:ind w:firstLine="720"/>
        <w:rPr>
          <w:rFonts w:ascii="Nokia Standard Light" w:hAnsi="Nokia Standard Light"/>
          <w:color w:val="000000"/>
          <w:sz w:val="16"/>
          <w:szCs w:val="16"/>
        </w:rPr>
      </w:pPr>
      <w:r w:rsidRPr="003F1CC1">
        <w:rPr>
          <w:rFonts w:ascii="Nokia Standard Light" w:hAnsi="Nokia Standard Light"/>
          <w:color w:val="000000"/>
          <w:sz w:val="16"/>
          <w:szCs w:val="16"/>
        </w:rPr>
        <w:tab/>
        <w:t>IMPORT_C void RunL ();</w:t>
      </w:r>
    </w:p>
    <w:p w:rsidR="00ED76A1" w:rsidRPr="003F1CC1" w:rsidRDefault="00ED76A1" w:rsidP="00ED76A1">
      <w:pPr>
        <w:pBdr>
          <w:top w:val="single" w:sz="8" w:space="1" w:color="A6A6A6"/>
          <w:left w:val="single" w:sz="8" w:space="0" w:color="A6A6A6"/>
          <w:bottom w:val="single" w:sz="8" w:space="7" w:color="A6A6A6"/>
          <w:right w:val="single" w:sz="8" w:space="4" w:color="A6A6A6"/>
        </w:pBdr>
        <w:shd w:val="solid" w:color="D9D9D9" w:fill="D9D9D9"/>
        <w:ind w:firstLine="720"/>
        <w:rPr>
          <w:rFonts w:ascii="Nokia Standard Light" w:hAnsi="Nokia Standard Light"/>
          <w:color w:val="000000"/>
          <w:sz w:val="16"/>
          <w:szCs w:val="16"/>
        </w:rPr>
      </w:pPr>
      <w:r w:rsidRPr="003F1CC1">
        <w:rPr>
          <w:rFonts w:ascii="Nokia Standard Light" w:hAnsi="Nokia Standard Light"/>
          <w:color w:val="000000"/>
          <w:sz w:val="16"/>
          <w:szCs w:val="16"/>
        </w:rPr>
        <w:t>private:</w:t>
      </w:r>
    </w:p>
    <w:p w:rsidR="00ED76A1" w:rsidRPr="003F1CC1" w:rsidRDefault="00ED76A1" w:rsidP="00ED76A1">
      <w:pPr>
        <w:pBdr>
          <w:top w:val="single" w:sz="8" w:space="1" w:color="A6A6A6"/>
          <w:left w:val="single" w:sz="8" w:space="0" w:color="A6A6A6"/>
          <w:bottom w:val="single" w:sz="8" w:space="7" w:color="A6A6A6"/>
          <w:right w:val="single" w:sz="8" w:space="4" w:color="A6A6A6"/>
        </w:pBdr>
        <w:shd w:val="solid" w:color="D9D9D9" w:fill="D9D9D9"/>
        <w:ind w:firstLine="720"/>
        <w:rPr>
          <w:rFonts w:ascii="Nokia Standard Light" w:hAnsi="Nokia Standard Light"/>
          <w:color w:val="000000"/>
          <w:sz w:val="16"/>
          <w:szCs w:val="16"/>
        </w:rPr>
      </w:pPr>
      <w:r w:rsidRPr="003F1CC1">
        <w:rPr>
          <w:rFonts w:ascii="Nokia Standard Light" w:hAnsi="Nokia Standard Light"/>
          <w:color w:val="000000"/>
          <w:sz w:val="16"/>
          <w:szCs w:val="16"/>
        </w:rPr>
        <w:tab/>
        <w:t>CDmKeepAlive* iKeepAlive;</w:t>
      </w:r>
    </w:p>
    <w:p w:rsidR="00ED76A1" w:rsidRDefault="00ED76A1" w:rsidP="00ED76A1">
      <w:pPr>
        <w:pBdr>
          <w:top w:val="single" w:sz="8" w:space="1" w:color="A6A6A6"/>
          <w:left w:val="single" w:sz="8" w:space="0" w:color="A6A6A6"/>
          <w:bottom w:val="single" w:sz="8" w:space="7" w:color="A6A6A6"/>
          <w:right w:val="single" w:sz="8" w:space="4" w:color="A6A6A6"/>
        </w:pBdr>
        <w:shd w:val="solid" w:color="D9D9D9" w:fill="D9D9D9"/>
        <w:ind w:firstLine="720"/>
        <w:rPr>
          <w:rFonts w:ascii="Nokia Standard Light" w:hAnsi="Nokia Standard Light"/>
          <w:color w:val="000000"/>
          <w:sz w:val="16"/>
          <w:szCs w:val="16"/>
        </w:rPr>
      </w:pPr>
      <w:r w:rsidRPr="003F1CC1">
        <w:rPr>
          <w:rFonts w:ascii="Nokia Standard Light" w:hAnsi="Nokia Standard Light"/>
          <w:color w:val="000000"/>
          <w:sz w:val="16"/>
          <w:szCs w:val="16"/>
        </w:rPr>
        <w:tab/>
        <w:t>TUint32 iReservedSpace [2];</w:t>
      </w:r>
    </w:p>
    <w:p w:rsidR="00ED76A1" w:rsidRPr="003F1CC1" w:rsidRDefault="00ED76A1" w:rsidP="00ED76A1">
      <w:pPr>
        <w:pBdr>
          <w:top w:val="single" w:sz="8" w:space="1" w:color="A6A6A6"/>
          <w:left w:val="single" w:sz="8" w:space="0" w:color="A6A6A6"/>
          <w:bottom w:val="single" w:sz="8" w:space="7" w:color="A6A6A6"/>
          <w:right w:val="single" w:sz="8" w:space="4" w:color="A6A6A6"/>
        </w:pBdr>
        <w:shd w:val="solid" w:color="D9D9D9" w:fill="D9D9D9"/>
        <w:ind w:firstLine="720"/>
        <w:rPr>
          <w:rFonts w:ascii="Nokia Standard Light" w:hAnsi="Nokia Standard Light"/>
          <w:color w:val="000000"/>
          <w:sz w:val="16"/>
          <w:szCs w:val="16"/>
        </w:rPr>
      </w:pPr>
      <w:r w:rsidRPr="003F1CC1">
        <w:rPr>
          <w:rFonts w:ascii="Nokia Standard Light" w:hAnsi="Nokia Standard Light"/>
          <w:color w:val="000000"/>
          <w:sz w:val="16"/>
          <w:szCs w:val="16"/>
        </w:rPr>
        <w:tab/>
        <w:t>};</w:t>
      </w:r>
    </w:p>
    <w:p w:rsidR="00ED76A1" w:rsidRDefault="00ED76A1" w:rsidP="00ED76A1">
      <w:pPr>
        <w:rPr>
          <w:rFonts w:cs="Arial"/>
          <w:color w:val="000000"/>
        </w:rPr>
      </w:pPr>
    </w:p>
    <w:p w:rsidR="00ED76A1" w:rsidRDefault="00ED76A1" w:rsidP="00ED76A1">
      <w:pPr>
        <w:rPr>
          <w:rFonts w:cs="Arial"/>
          <w:color w:val="000000"/>
        </w:rPr>
      </w:pPr>
      <w:r w:rsidRPr="00C945FE">
        <w:rPr>
          <w:rFonts w:cs="Arial"/>
          <w:color w:val="000000"/>
        </w:rPr>
        <w:lastRenderedPageBreak/>
        <w:t>First, note the public members: a constructor takes a Domain hierarchy (</w:t>
      </w:r>
      <w:r w:rsidRPr="00B5319D">
        <w:rPr>
          <w:rFonts w:ascii="Lucida Console" w:hAnsi="Lucida Console" w:cs="Arial"/>
          <w:color w:val="000000"/>
          <w:sz w:val="16"/>
          <w:szCs w:val="16"/>
        </w:rPr>
        <w:t>aHierarchyId</w:t>
      </w:r>
      <w:r w:rsidRPr="00C945FE">
        <w:rPr>
          <w:rFonts w:cs="Arial"/>
          <w:color w:val="000000"/>
        </w:rPr>
        <w:t>) and an ID parameter (</w:t>
      </w:r>
      <w:r w:rsidRPr="00B5319D">
        <w:rPr>
          <w:rFonts w:ascii="Lucida Console" w:hAnsi="Lucida Console" w:cs="Arial"/>
          <w:color w:val="000000"/>
          <w:sz w:val="16"/>
          <w:szCs w:val="16"/>
        </w:rPr>
        <w:t>aDomainId</w:t>
      </w:r>
      <w:r w:rsidRPr="00C945FE">
        <w:rPr>
          <w:rFonts w:cs="Arial"/>
          <w:color w:val="000000"/>
        </w:rPr>
        <w:t xml:space="preserve">). </w:t>
      </w:r>
    </w:p>
    <w:p w:rsidR="00ED76A1" w:rsidRDefault="00ED76A1" w:rsidP="00ED76A1">
      <w:pPr>
        <w:ind w:firstLine="720"/>
        <w:rPr>
          <w:rFonts w:cs="Arial"/>
          <w:color w:val="000000"/>
        </w:rPr>
      </w:pPr>
    </w:p>
    <w:p w:rsidR="00ED76A1" w:rsidRPr="003F1CC1" w:rsidRDefault="00ED76A1" w:rsidP="00ED76A1">
      <w:pPr>
        <w:pBdr>
          <w:top w:val="single" w:sz="8" w:space="1" w:color="A6A6A6"/>
          <w:left w:val="single" w:sz="8" w:space="4" w:color="A6A6A6"/>
          <w:bottom w:val="single" w:sz="8" w:space="7" w:color="A6A6A6"/>
          <w:right w:val="single" w:sz="8" w:space="4" w:color="A6A6A6"/>
        </w:pBdr>
        <w:shd w:val="solid" w:color="D9D9D9" w:fill="D9D9D9"/>
        <w:ind w:left="720" w:right="396" w:hanging="270"/>
        <w:rPr>
          <w:rFonts w:ascii="Nokia Standard Light" w:hAnsi="Nokia Standard Light"/>
          <w:color w:val="000000"/>
          <w:sz w:val="16"/>
          <w:szCs w:val="16"/>
        </w:rPr>
      </w:pPr>
      <w:r w:rsidRPr="003F1CC1">
        <w:rPr>
          <w:rFonts w:ascii="Nokia Standard Light" w:hAnsi="Nokia Standard Light"/>
          <w:color w:val="000000"/>
          <w:sz w:val="16"/>
          <w:szCs w:val="16"/>
        </w:rPr>
        <w:t>IMPORT_C CDmDomainKeepAlive (TDmHierarchyId aHierarchyId, TDmDomainId aDomainId);</w:t>
      </w:r>
    </w:p>
    <w:p w:rsidR="00ED76A1" w:rsidRDefault="00ED76A1" w:rsidP="00ED76A1">
      <w:pPr>
        <w:rPr>
          <w:rFonts w:cs="Arial"/>
          <w:color w:val="000000"/>
        </w:rPr>
      </w:pPr>
    </w:p>
    <w:p w:rsidR="00ED76A1" w:rsidRDefault="00ED76A1" w:rsidP="00ED76A1">
      <w:pPr>
        <w:rPr>
          <w:rFonts w:cs="Arial"/>
          <w:color w:val="000000"/>
        </w:rPr>
      </w:pPr>
      <w:r w:rsidRPr="00C945FE">
        <w:rPr>
          <w:rFonts w:cs="Arial"/>
          <w:color w:val="000000"/>
        </w:rPr>
        <w:t>These parameters are used for initialising members of the inherited class</w:t>
      </w:r>
      <w:r w:rsidRPr="002A51BD">
        <w:rPr>
          <w:rFonts w:cs="Arial"/>
          <w:color w:val="000000"/>
          <w:sz w:val="16"/>
          <w:szCs w:val="16"/>
        </w:rPr>
        <w:t xml:space="preserve"> </w:t>
      </w:r>
      <w:r w:rsidRPr="002A51BD">
        <w:rPr>
          <w:rFonts w:ascii="Lucida Console" w:hAnsi="Lucida Console" w:cs="Arial"/>
          <w:color w:val="000000"/>
          <w:sz w:val="16"/>
          <w:szCs w:val="16"/>
        </w:rPr>
        <w:t>CDmDomain</w:t>
      </w:r>
      <w:r w:rsidRPr="00C945FE">
        <w:rPr>
          <w:rFonts w:cs="Arial"/>
          <w:color w:val="000000"/>
        </w:rPr>
        <w:t>. The Domain Hierarchy parameter is used to identify the domain hierarchy to connect to while the Domain ID parameter is used to identify the domain to connect to.</w:t>
      </w:r>
    </w:p>
    <w:p w:rsidR="00ED76A1" w:rsidRDefault="00ED76A1" w:rsidP="00ED76A1">
      <w:pPr>
        <w:rPr>
          <w:rFonts w:cs="Arial"/>
          <w:color w:val="000000"/>
        </w:rPr>
      </w:pPr>
    </w:p>
    <w:p w:rsidR="00ED76A1" w:rsidRDefault="00ED76A1" w:rsidP="00ED76A1">
      <w:pPr>
        <w:rPr>
          <w:rFonts w:cs="Arial"/>
          <w:color w:val="000000"/>
        </w:rPr>
      </w:pPr>
      <w:r w:rsidRPr="00C945FE">
        <w:rPr>
          <w:rFonts w:cs="Arial"/>
          <w:color w:val="000000"/>
        </w:rPr>
        <w:t xml:space="preserve">The public destructor is used for cleaning up the internal </w:t>
      </w:r>
      <w:r w:rsidRPr="002A51BD">
        <w:rPr>
          <w:rFonts w:ascii="Lucida Console" w:hAnsi="Lucida Console" w:cs="Arial"/>
          <w:color w:val="000000"/>
          <w:sz w:val="16"/>
          <w:szCs w:val="16"/>
        </w:rPr>
        <w:t>CDmKeepAlive</w:t>
      </w:r>
      <w:r w:rsidRPr="00C945FE">
        <w:rPr>
          <w:rFonts w:cs="Arial"/>
          <w:color w:val="000000"/>
        </w:rPr>
        <w:t xml:space="preserve"> active object</w:t>
      </w:r>
      <w:r>
        <w:rPr>
          <w:rFonts w:cs="Arial"/>
          <w:color w:val="000000"/>
        </w:rPr>
        <w:t xml:space="preserve"> and the derived </w:t>
      </w:r>
      <w:r w:rsidRPr="00FE1478">
        <w:rPr>
          <w:rFonts w:ascii="Lucida Console" w:hAnsi="Lucida Console"/>
          <w:color w:val="000000"/>
          <w:sz w:val="16"/>
          <w:szCs w:val="16"/>
        </w:rPr>
        <w:t>CDmDomainKeepAlive</w:t>
      </w:r>
      <w:r>
        <w:rPr>
          <w:rFonts w:cs="Arial"/>
          <w:color w:val="000000"/>
        </w:rPr>
        <w:t xml:space="preserve"> class</w:t>
      </w:r>
      <w:r w:rsidRPr="00C945FE">
        <w:rPr>
          <w:rFonts w:cs="Arial"/>
          <w:color w:val="000000"/>
        </w:rPr>
        <w:t xml:space="preserve">. </w:t>
      </w:r>
      <w:r>
        <w:rPr>
          <w:rFonts w:cs="Arial"/>
          <w:color w:val="000000"/>
        </w:rPr>
        <w:t xml:space="preserve">The </w:t>
      </w:r>
      <w:r w:rsidRPr="002A51BD">
        <w:rPr>
          <w:rFonts w:ascii="Lucida Console" w:hAnsi="Lucida Console" w:cs="Arial"/>
          <w:color w:val="000000"/>
          <w:sz w:val="16"/>
          <w:szCs w:val="16"/>
        </w:rPr>
        <w:t>CDmKeepAlive</w:t>
      </w:r>
      <w:r>
        <w:rPr>
          <w:rFonts w:ascii="Lucida Console" w:hAnsi="Lucida Console" w:cs="Arial"/>
          <w:color w:val="000000"/>
          <w:sz w:val="16"/>
          <w:szCs w:val="16"/>
        </w:rPr>
        <w:t xml:space="preserve"> </w:t>
      </w:r>
      <w:r w:rsidRPr="00C945FE">
        <w:rPr>
          <w:rFonts w:cs="Arial"/>
          <w:color w:val="000000"/>
        </w:rPr>
        <w:t>active object</w:t>
      </w:r>
      <w:r>
        <w:rPr>
          <w:rFonts w:cs="Arial"/>
          <w:color w:val="000000"/>
        </w:rPr>
        <w:t xml:space="preserve">, </w:t>
      </w:r>
      <w:r w:rsidRPr="00B758D6">
        <w:rPr>
          <w:rFonts w:cs="Arial"/>
          <w:color w:val="000000"/>
        </w:rPr>
        <w:t>once activated, repeatedly attempt</w:t>
      </w:r>
      <w:r>
        <w:rPr>
          <w:rFonts w:cs="Arial"/>
          <w:color w:val="000000"/>
        </w:rPr>
        <w:t>s</w:t>
      </w:r>
      <w:r w:rsidRPr="00B758D6">
        <w:rPr>
          <w:rFonts w:cs="Arial"/>
          <w:color w:val="000000"/>
        </w:rPr>
        <w:t xml:space="preserve"> to defer</w:t>
      </w:r>
      <w:r>
        <w:rPr>
          <w:rFonts w:cs="Arial"/>
          <w:color w:val="000000"/>
        </w:rPr>
        <w:t xml:space="preserve"> </w:t>
      </w:r>
      <w:r w:rsidRPr="00B758D6">
        <w:rPr>
          <w:rFonts w:cs="Arial"/>
          <w:color w:val="000000"/>
        </w:rPr>
        <w:t>a transition deadline from the Domain Manager.</w:t>
      </w:r>
    </w:p>
    <w:p w:rsidR="00ED76A1" w:rsidRDefault="00ED76A1" w:rsidP="00ED76A1">
      <w:pPr>
        <w:rPr>
          <w:rFonts w:cs="Arial"/>
          <w:color w:val="000000"/>
        </w:rPr>
      </w:pPr>
    </w:p>
    <w:p w:rsidR="00ED76A1" w:rsidRPr="003F1CC1" w:rsidRDefault="00ED76A1" w:rsidP="00ED76A1">
      <w:pPr>
        <w:pBdr>
          <w:top w:val="single" w:sz="8" w:space="1" w:color="A6A6A6"/>
          <w:left w:val="single" w:sz="8" w:space="4" w:color="A6A6A6"/>
          <w:bottom w:val="single" w:sz="8" w:space="7" w:color="A6A6A6"/>
          <w:right w:val="single" w:sz="8" w:space="4" w:color="A6A6A6"/>
        </w:pBdr>
        <w:shd w:val="solid" w:color="D9D9D9" w:fill="D9D9D9"/>
        <w:ind w:left="450" w:right="306"/>
        <w:rPr>
          <w:rFonts w:ascii="Nokia Standard Light" w:hAnsi="Nokia Standard Light"/>
          <w:color w:val="000000"/>
          <w:sz w:val="16"/>
          <w:szCs w:val="16"/>
        </w:rPr>
      </w:pPr>
      <w:r w:rsidRPr="003F1CC1">
        <w:rPr>
          <w:rFonts w:ascii="Nokia Standard Light" w:hAnsi="Nokia Standard Light"/>
          <w:color w:val="000000"/>
          <w:sz w:val="16"/>
          <w:szCs w:val="16"/>
        </w:rPr>
        <w:t>IMPORT_C ~CDmDomainKeepAlive ();</w:t>
      </w:r>
    </w:p>
    <w:p w:rsidR="00ED76A1" w:rsidRDefault="00ED76A1" w:rsidP="00ED76A1">
      <w:pPr>
        <w:ind w:left="360" w:right="666"/>
        <w:rPr>
          <w:rFonts w:cs="Arial"/>
          <w:color w:val="000000"/>
        </w:rPr>
      </w:pPr>
    </w:p>
    <w:p w:rsidR="00ED76A1" w:rsidRDefault="00ED76A1" w:rsidP="00ED76A1">
      <w:pPr>
        <w:rPr>
          <w:rFonts w:cs="Arial"/>
          <w:color w:val="000000"/>
        </w:rPr>
      </w:pPr>
      <w:r>
        <w:rPr>
          <w:rFonts w:cs="Arial"/>
          <w:color w:val="000000"/>
        </w:rPr>
        <w:t>Derived classes using th</w:t>
      </w:r>
      <w:r w:rsidRPr="00C945FE">
        <w:rPr>
          <w:rFonts w:cs="Arial"/>
          <w:color w:val="000000"/>
        </w:rPr>
        <w:t xml:space="preserve">is destructor should </w:t>
      </w:r>
      <w:r>
        <w:rPr>
          <w:rFonts w:cs="Arial"/>
          <w:color w:val="000000"/>
        </w:rPr>
        <w:t>not need to call</w:t>
      </w:r>
      <w:r w:rsidRPr="00C945FE">
        <w:rPr>
          <w:rFonts w:cs="Arial"/>
          <w:color w:val="000000"/>
        </w:rPr>
        <w:t xml:space="preserve"> </w:t>
      </w:r>
      <w:r>
        <w:rPr>
          <w:rFonts w:ascii="Lucida Console" w:hAnsi="Lucida Console" w:cs="Arial"/>
          <w:color w:val="000000"/>
          <w:sz w:val="16"/>
          <w:szCs w:val="16"/>
        </w:rPr>
        <w:t>C</w:t>
      </w:r>
      <w:r w:rsidRPr="002A51BD">
        <w:rPr>
          <w:rFonts w:ascii="Lucida Console" w:hAnsi="Lucida Console" w:cs="Arial"/>
          <w:color w:val="000000"/>
          <w:sz w:val="16"/>
          <w:szCs w:val="16"/>
        </w:rPr>
        <w:t>ancel()</w:t>
      </w:r>
      <w:r w:rsidRPr="00C945FE">
        <w:rPr>
          <w:rFonts w:cs="Arial"/>
          <w:color w:val="000000"/>
        </w:rPr>
        <w:t xml:space="preserve"> </w:t>
      </w:r>
      <w:r>
        <w:rPr>
          <w:rFonts w:cs="Arial"/>
          <w:color w:val="000000"/>
        </w:rPr>
        <w:t xml:space="preserve">as the parent class destructor </w:t>
      </w:r>
      <w:r w:rsidRPr="00B823E2">
        <w:rPr>
          <w:rFonts w:ascii="Lucida Console" w:hAnsi="Lucida Console" w:cs="Arial"/>
          <w:color w:val="000000"/>
          <w:sz w:val="16"/>
          <w:szCs w:val="16"/>
        </w:rPr>
        <w:t>~CDmDomain()</w:t>
      </w:r>
      <w:r>
        <w:rPr>
          <w:rFonts w:cs="Arial"/>
          <w:color w:val="000000"/>
        </w:rPr>
        <w:t xml:space="preserve"> will cancel transition notifications while </w:t>
      </w:r>
      <w:r>
        <w:rPr>
          <w:rFonts w:ascii="Lucida Console" w:hAnsi="Lucida Console" w:cs="Arial"/>
          <w:color w:val="000000"/>
          <w:sz w:val="16"/>
          <w:szCs w:val="16"/>
        </w:rPr>
        <w:t>~C</w:t>
      </w:r>
      <w:r w:rsidRPr="002A51BD">
        <w:rPr>
          <w:rFonts w:ascii="Lucida Console" w:hAnsi="Lucida Console" w:cs="Arial"/>
          <w:color w:val="000000"/>
          <w:sz w:val="16"/>
          <w:szCs w:val="16"/>
        </w:rPr>
        <w:t>DmKeepAlive</w:t>
      </w:r>
      <w:r>
        <w:rPr>
          <w:rFonts w:ascii="Lucida Console" w:hAnsi="Lucida Console" w:cs="Arial"/>
          <w:color w:val="000000"/>
          <w:sz w:val="16"/>
          <w:szCs w:val="16"/>
        </w:rPr>
        <w:t xml:space="preserve">() </w:t>
      </w:r>
      <w:r w:rsidRPr="00555402">
        <w:rPr>
          <w:rFonts w:cs="Arial"/>
          <w:color w:val="000000"/>
        </w:rPr>
        <w:t>will cancel any</w:t>
      </w:r>
      <w:r>
        <w:rPr>
          <w:rFonts w:cs="Arial"/>
          <w:color w:val="000000"/>
        </w:rPr>
        <w:t xml:space="preserve"> outstanding deferral</w:t>
      </w:r>
      <w:r w:rsidRPr="00C945FE">
        <w:rPr>
          <w:rFonts w:cs="Arial"/>
          <w:color w:val="000000"/>
        </w:rPr>
        <w:t>.</w:t>
      </w:r>
    </w:p>
    <w:p w:rsidR="00ED76A1" w:rsidRDefault="00ED76A1" w:rsidP="00ED76A1">
      <w:pPr>
        <w:rPr>
          <w:color w:val="000000"/>
        </w:rPr>
      </w:pPr>
    </w:p>
    <w:p w:rsidR="00ED76A1" w:rsidRDefault="00ED76A1" w:rsidP="00ED76A1">
      <w:pPr>
        <w:rPr>
          <w:color w:val="000000"/>
        </w:rPr>
      </w:pPr>
      <w:r w:rsidRPr="00C945FE">
        <w:rPr>
          <w:color w:val="000000"/>
        </w:rPr>
        <w:t>The final three public methods are the crucial ones.</w:t>
      </w:r>
    </w:p>
    <w:p w:rsidR="00ED76A1" w:rsidRDefault="00ED76A1" w:rsidP="00ED76A1">
      <w:pPr>
        <w:rPr>
          <w:color w:val="000000"/>
        </w:rPr>
      </w:pPr>
      <w:r w:rsidRPr="002A51BD">
        <w:rPr>
          <w:rFonts w:ascii="Lucida Console" w:hAnsi="Lucida Console"/>
          <w:color w:val="000000"/>
          <w:sz w:val="16"/>
          <w:szCs w:val="16"/>
        </w:rPr>
        <w:t>HandleTransitionL()</w:t>
      </w:r>
      <w:r w:rsidRPr="00C945FE">
        <w:rPr>
          <w:color w:val="000000"/>
        </w:rPr>
        <w:t xml:space="preserve"> is a pure virtual function that must be implemented to provide the functionality necessary to make use of this class for deferrals.</w:t>
      </w:r>
    </w:p>
    <w:p w:rsidR="00ED76A1" w:rsidRDefault="00ED76A1" w:rsidP="00ED76A1">
      <w:pPr>
        <w:rPr>
          <w:color w:val="000000"/>
        </w:rPr>
      </w:pPr>
    </w:p>
    <w:p w:rsidR="00ED76A1" w:rsidRPr="003F1CC1" w:rsidRDefault="00ED76A1" w:rsidP="00ED76A1">
      <w:pPr>
        <w:pBdr>
          <w:top w:val="single" w:sz="8" w:space="1" w:color="A6A6A6"/>
          <w:left w:val="single" w:sz="8" w:space="0" w:color="A6A6A6"/>
          <w:bottom w:val="single" w:sz="8" w:space="7" w:color="A6A6A6"/>
          <w:right w:val="single" w:sz="8" w:space="4" w:color="A6A6A6"/>
        </w:pBdr>
        <w:shd w:val="solid" w:color="D9D9D9" w:fill="D9D9D9"/>
        <w:tabs>
          <w:tab w:val="left" w:pos="630"/>
        </w:tabs>
        <w:ind w:left="540" w:right="306" w:hanging="180"/>
        <w:rPr>
          <w:rFonts w:ascii="Nokia Standard Light" w:hAnsi="Nokia Standard Light"/>
          <w:color w:val="000000"/>
          <w:sz w:val="16"/>
          <w:szCs w:val="16"/>
        </w:rPr>
      </w:pPr>
      <w:r w:rsidRPr="003F1CC1">
        <w:rPr>
          <w:rFonts w:ascii="Nokia Standard Light" w:hAnsi="Nokia Standard Light"/>
          <w:color w:val="000000"/>
          <w:sz w:val="16"/>
          <w:szCs w:val="16"/>
        </w:rPr>
        <w:t>virtual void HandleTransitionL () =0;</w:t>
      </w:r>
    </w:p>
    <w:p w:rsidR="00ED76A1" w:rsidRDefault="00ED76A1" w:rsidP="00ED76A1"/>
    <w:p w:rsidR="00ED76A1" w:rsidRDefault="00ED76A1" w:rsidP="00ED76A1">
      <w:r>
        <w:t xml:space="preserve">This function is called when the function </w:t>
      </w:r>
      <w:r w:rsidRPr="005B6859">
        <w:rPr>
          <w:rFonts w:ascii="Lucida Console" w:hAnsi="Lucida Console"/>
          <w:sz w:val="16"/>
          <w:szCs w:val="16"/>
        </w:rPr>
        <w:t>RunL()</w:t>
      </w:r>
      <w:r>
        <w:t xml:space="preserve"> in </w:t>
      </w:r>
      <w:r w:rsidRPr="00FE1478">
        <w:rPr>
          <w:rFonts w:ascii="Lucida Console" w:hAnsi="Lucida Console"/>
          <w:color w:val="000000"/>
          <w:sz w:val="16"/>
          <w:szCs w:val="16"/>
        </w:rPr>
        <w:t>CDmDomainKeepAlive</w:t>
      </w:r>
      <w:r>
        <w:t xml:space="preserve"> executes i.e. when a</w:t>
      </w:r>
      <w:r w:rsidRPr="005763BD">
        <w:t xml:space="preserve"> domain state </w:t>
      </w:r>
      <w:r>
        <w:t>transition request occurs</w:t>
      </w:r>
      <w:r w:rsidRPr="005763BD">
        <w:t>.</w:t>
      </w:r>
      <w:r>
        <w:t xml:space="preserve"> On receiving the transition request, the active object (</w:t>
      </w:r>
      <w:r w:rsidRPr="00FE1478">
        <w:rPr>
          <w:rFonts w:ascii="Lucida Console" w:hAnsi="Lucida Console"/>
          <w:color w:val="000000"/>
          <w:sz w:val="16"/>
          <w:szCs w:val="16"/>
        </w:rPr>
        <w:t>CDmDomainKeepAlive</w:t>
      </w:r>
      <w:r>
        <w:rPr>
          <w:rFonts w:ascii="Lucida Console" w:hAnsi="Lucida Console"/>
          <w:color w:val="000000"/>
          <w:sz w:val="16"/>
          <w:szCs w:val="16"/>
        </w:rPr>
        <w:t xml:space="preserve"> </w:t>
      </w:r>
      <w:r>
        <w:rPr>
          <w:rFonts w:cs="Arial"/>
          <w:color w:val="000000"/>
        </w:rPr>
        <w:t>ob</w:t>
      </w:r>
      <w:r w:rsidRPr="0032722A">
        <w:rPr>
          <w:rFonts w:cs="Arial"/>
          <w:color w:val="000000"/>
        </w:rPr>
        <w:t>ject</w:t>
      </w:r>
      <w:r>
        <w:rPr>
          <w:rFonts w:ascii="Lucida Console" w:hAnsi="Lucida Console"/>
          <w:color w:val="000000"/>
          <w:sz w:val="16"/>
          <w:szCs w:val="16"/>
        </w:rPr>
        <w:t>)</w:t>
      </w:r>
      <w:r>
        <w:t xml:space="preserve"> starts deferring the transition. Once the deferral timeouts, another deferral request is made until the deferral limit for the domain is reached. </w:t>
      </w:r>
    </w:p>
    <w:p w:rsidR="00ED76A1" w:rsidRDefault="00ED76A1" w:rsidP="00ED76A1"/>
    <w:p w:rsidR="00ED76A1" w:rsidRDefault="00ED76A1" w:rsidP="00ED76A1">
      <w:r>
        <w:t xml:space="preserve">Clients implementing this function should add code to handle a domain transition request i.e. perform any asynchronous tasks required by the domain member before it completes its transition. The implementation of this function should be used first to call </w:t>
      </w:r>
      <w:r w:rsidRPr="005763BD">
        <w:rPr>
          <w:rFonts w:ascii="Lucida Console" w:hAnsi="Lucida Console"/>
          <w:sz w:val="16"/>
          <w:szCs w:val="16"/>
        </w:rPr>
        <w:t>CDmDomain::RequestTransitionNotification()</w:t>
      </w:r>
      <w:r>
        <w:rPr>
          <w:rFonts w:ascii="Lucida Console" w:hAnsi="Lucida Console"/>
          <w:sz w:val="16"/>
          <w:szCs w:val="16"/>
        </w:rPr>
        <w:t xml:space="preserve"> </w:t>
      </w:r>
      <w:r>
        <w:t xml:space="preserve">again. This eliminates the possibility of a transition occurring between acknowledging and registering for notification e.g. a client ready to acknowledge the last transition, and willing to register for notification of the next one, should call </w:t>
      </w:r>
      <w:r w:rsidRPr="005763BD">
        <w:rPr>
          <w:rFonts w:ascii="Lucida Console" w:hAnsi="Lucida Console"/>
          <w:sz w:val="16"/>
          <w:szCs w:val="16"/>
        </w:rPr>
        <w:t>CDmDomain::RequestTransitionNotification()</w:t>
      </w:r>
      <w:r>
        <w:rPr>
          <w:rFonts w:ascii="Lucida Console" w:hAnsi="Lucida Console"/>
          <w:sz w:val="16"/>
          <w:szCs w:val="16"/>
        </w:rPr>
        <w:t xml:space="preserve"> </w:t>
      </w:r>
      <w:r>
        <w:t xml:space="preserve">and then call </w:t>
      </w:r>
      <w:r w:rsidRPr="001B7F62">
        <w:rPr>
          <w:rFonts w:ascii="Lucida Console" w:hAnsi="Lucida Console"/>
          <w:sz w:val="16"/>
          <w:szCs w:val="16"/>
        </w:rPr>
        <w:t>AcknowledgeLastState</w:t>
      </w:r>
      <w:r>
        <w:rPr>
          <w:rFonts w:ascii="Lucida Console" w:hAnsi="Lucida Console"/>
          <w:sz w:val="16"/>
          <w:szCs w:val="16"/>
        </w:rPr>
        <w:t>()</w:t>
      </w:r>
      <w:r>
        <w:t>, immediately afterwards.</w:t>
      </w:r>
    </w:p>
    <w:p w:rsidR="00ED76A1" w:rsidRDefault="00ED76A1" w:rsidP="00ED76A1"/>
    <w:p w:rsidR="00ED76A1" w:rsidRDefault="00ED76A1" w:rsidP="00ED76A1">
      <w:pPr>
        <w:rPr>
          <w:rFonts w:ascii="Lucida Console" w:hAnsi="Lucida Console" w:cs="Arial"/>
          <w:sz w:val="16"/>
          <w:szCs w:val="16"/>
        </w:rPr>
      </w:pPr>
      <w:r>
        <w:t xml:space="preserve">Once all asynchronous tasks are complete a call is made to </w:t>
      </w:r>
      <w:r w:rsidRPr="00B758D6">
        <w:rPr>
          <w:rFonts w:ascii="Lucida Console" w:hAnsi="Lucida Console"/>
          <w:color w:val="000000"/>
          <w:sz w:val="16"/>
          <w:szCs w:val="16"/>
        </w:rPr>
        <w:t>AcknowledgeLastState</w:t>
      </w:r>
      <w:r w:rsidRPr="00E47184">
        <w:rPr>
          <w:rFonts w:cs="Arial"/>
          <w:color w:val="000000"/>
        </w:rPr>
        <w:t>()</w:t>
      </w:r>
      <w:r>
        <w:rPr>
          <w:rFonts w:cs="Arial"/>
          <w:color w:val="000000"/>
        </w:rPr>
        <w:t xml:space="preserve"> to </w:t>
      </w:r>
      <w:r>
        <w:t>signal the completion of a transition</w:t>
      </w:r>
      <w:r w:rsidRPr="00E47184">
        <w:rPr>
          <w:rFonts w:cs="Arial"/>
        </w:rPr>
        <w:t>.</w:t>
      </w:r>
      <w:r>
        <w:rPr>
          <w:rFonts w:cs="Arial"/>
        </w:rPr>
        <w:t xml:space="preserve"> </w:t>
      </w:r>
      <w:r w:rsidRPr="00E47184">
        <w:rPr>
          <w:rFonts w:cs="Arial"/>
          <w:color w:val="000000"/>
        </w:rPr>
        <w:t xml:space="preserve">This call </w:t>
      </w:r>
      <w:r>
        <w:rPr>
          <w:rFonts w:cs="Arial"/>
          <w:color w:val="000000"/>
        </w:rPr>
        <w:t xml:space="preserve">should be made by the code which has just completed the </w:t>
      </w:r>
      <w:r>
        <w:t>asynchronous tasks.</w:t>
      </w:r>
    </w:p>
    <w:p w:rsidR="00ED76A1" w:rsidRDefault="00ED76A1" w:rsidP="00ED76A1"/>
    <w:p w:rsidR="00ED76A1" w:rsidRDefault="00ED76A1" w:rsidP="00ED76A1">
      <w:r w:rsidRPr="00E51418">
        <w:t xml:space="preserve">The implementation of this function </w:t>
      </w:r>
      <w:r>
        <w:t>should be kept as quick as possible, any slow operations (e.g. File Server calls) should be initiated asynchronously and handled using other active objects.</w:t>
      </w:r>
    </w:p>
    <w:p w:rsidR="00ED76A1" w:rsidRDefault="00ED76A1" w:rsidP="00ED76A1"/>
    <w:p w:rsidR="00ED76A1" w:rsidRDefault="00ED76A1" w:rsidP="00ED76A1">
      <w:pPr>
        <w:rPr>
          <w:color w:val="000000"/>
        </w:rPr>
      </w:pPr>
      <w:r w:rsidRPr="00B758D6">
        <w:rPr>
          <w:rFonts w:ascii="Lucida Console" w:hAnsi="Lucida Console"/>
          <w:color w:val="000000"/>
          <w:sz w:val="16"/>
          <w:szCs w:val="16"/>
        </w:rPr>
        <w:t>AcknowledgeLastState()</w:t>
      </w:r>
      <w:r w:rsidRPr="00C945FE">
        <w:rPr>
          <w:color w:val="000000"/>
        </w:rPr>
        <w:t xml:space="preserve"> </w:t>
      </w:r>
      <w:r>
        <w:rPr>
          <w:color w:val="000000"/>
        </w:rPr>
        <w:t>is a method which must be called by the client to acknowledge</w:t>
      </w:r>
      <w:r w:rsidRPr="00C945FE">
        <w:t xml:space="preserve"> </w:t>
      </w:r>
      <w:r w:rsidRPr="00C945FE">
        <w:rPr>
          <w:color w:val="000000"/>
        </w:rPr>
        <w:t xml:space="preserve">it has </w:t>
      </w:r>
      <w:r>
        <w:rPr>
          <w:color w:val="000000"/>
        </w:rPr>
        <w:t>completed the state transition.</w:t>
      </w:r>
    </w:p>
    <w:p w:rsidR="00ED76A1" w:rsidRDefault="00ED76A1" w:rsidP="00ED76A1">
      <w:pPr>
        <w:rPr>
          <w:color w:val="000000"/>
        </w:rPr>
      </w:pPr>
    </w:p>
    <w:p w:rsidR="00ED76A1" w:rsidRPr="003F1CC1" w:rsidRDefault="00ED76A1" w:rsidP="00ED76A1">
      <w:pPr>
        <w:pBdr>
          <w:top w:val="single" w:sz="8" w:space="1" w:color="A6A6A6"/>
          <w:left w:val="single" w:sz="8" w:space="4" w:color="A6A6A6"/>
          <w:bottom w:val="single" w:sz="8" w:space="1" w:color="A6A6A6"/>
          <w:right w:val="single" w:sz="8" w:space="4" w:color="A6A6A6"/>
        </w:pBdr>
        <w:shd w:val="clear" w:color="auto" w:fill="D9D9D9"/>
        <w:ind w:left="630" w:right="306" w:hanging="270"/>
        <w:rPr>
          <w:rFonts w:ascii="Nokia Standard Light" w:hAnsi="Nokia Standard Light"/>
          <w:color w:val="000000"/>
          <w:sz w:val="16"/>
          <w:szCs w:val="16"/>
        </w:rPr>
      </w:pPr>
      <w:r w:rsidRPr="003F1CC1">
        <w:rPr>
          <w:rFonts w:ascii="Nokia Standard Light" w:hAnsi="Nokia Standard Light"/>
          <w:color w:val="000000"/>
          <w:sz w:val="16"/>
          <w:szCs w:val="16"/>
        </w:rPr>
        <w:t>IMPORT_C void AcknowledgeLastState (TInt aError);</w:t>
      </w:r>
    </w:p>
    <w:p w:rsidR="00ED76A1" w:rsidRDefault="00ED76A1" w:rsidP="00ED76A1"/>
    <w:p w:rsidR="00ED76A1" w:rsidRDefault="00ED76A1" w:rsidP="00ED76A1">
      <w:pPr>
        <w:rPr>
          <w:color w:val="000000"/>
        </w:rPr>
      </w:pPr>
      <w:r>
        <w:t>Once this is done the active object will no longer attempt to defer the transition.</w:t>
      </w:r>
      <w:r w:rsidRPr="00E8576C">
        <w:rPr>
          <w:color w:val="000000"/>
        </w:rPr>
        <w:t xml:space="preserve"> </w:t>
      </w:r>
      <w:r w:rsidRPr="002A51BD">
        <w:rPr>
          <w:rFonts w:ascii="Lucida Console" w:hAnsi="Lucida Console"/>
          <w:color w:val="000000"/>
          <w:sz w:val="16"/>
          <w:szCs w:val="16"/>
        </w:rPr>
        <w:t>HandleTransitionL()</w:t>
      </w:r>
      <w:r w:rsidRPr="00C945FE">
        <w:rPr>
          <w:color w:val="000000"/>
        </w:rPr>
        <w:t xml:space="preserve"> should not call </w:t>
      </w:r>
      <w:r w:rsidRPr="002A51BD">
        <w:rPr>
          <w:rFonts w:ascii="Lucida Console" w:hAnsi="Lucida Console"/>
          <w:color w:val="000000"/>
          <w:sz w:val="16"/>
          <w:szCs w:val="16"/>
        </w:rPr>
        <w:t>AcknowledgeLastState()</w:t>
      </w:r>
      <w:r w:rsidRPr="00C945FE">
        <w:rPr>
          <w:color w:val="000000"/>
        </w:rPr>
        <w:t xml:space="preserve"> unless it can</w:t>
      </w:r>
      <w:r>
        <w:rPr>
          <w:color w:val="000000"/>
        </w:rPr>
        <w:t xml:space="preserve"> </w:t>
      </w:r>
      <w:r w:rsidRPr="00C945FE">
        <w:rPr>
          <w:color w:val="000000"/>
        </w:rPr>
        <w:t>trivially determine that no action at all is required for the given</w:t>
      </w:r>
      <w:r>
        <w:rPr>
          <w:color w:val="000000"/>
        </w:rPr>
        <w:t xml:space="preserve"> </w:t>
      </w:r>
      <w:r w:rsidRPr="00C945FE">
        <w:rPr>
          <w:color w:val="000000"/>
        </w:rPr>
        <w:t>transition</w:t>
      </w:r>
      <w:r>
        <w:rPr>
          <w:color w:val="000000"/>
        </w:rPr>
        <w:t xml:space="preserve">. </w:t>
      </w:r>
    </w:p>
    <w:p w:rsidR="00ED76A1" w:rsidRDefault="00ED76A1" w:rsidP="00ED76A1">
      <w:r w:rsidRPr="002A51BD">
        <w:rPr>
          <w:rFonts w:ascii="Lucida Console" w:hAnsi="Lucida Console"/>
          <w:sz w:val="16"/>
          <w:szCs w:val="16"/>
        </w:rPr>
        <w:t>aError</w:t>
      </w:r>
      <w:r>
        <w:t xml:space="preserve"> is the error returned to the Domain Manager. The client should set this to </w:t>
      </w:r>
      <w:r w:rsidRPr="002A51BD">
        <w:rPr>
          <w:rFonts w:ascii="Lucida Console" w:hAnsi="Lucida Console"/>
          <w:sz w:val="16"/>
          <w:szCs w:val="16"/>
        </w:rPr>
        <w:t xml:space="preserve">KErrNone </w:t>
      </w:r>
      <w:r>
        <w:t xml:space="preserve">if it successfully transitioned to the new state or to one of the system-wide error codes. </w:t>
      </w:r>
    </w:p>
    <w:p w:rsidR="00ED76A1" w:rsidRDefault="00ED76A1" w:rsidP="00ED76A1"/>
    <w:p w:rsidR="00ED76A1" w:rsidRDefault="00ED76A1" w:rsidP="00ED76A1">
      <w:pPr>
        <w:rPr>
          <w:rFonts w:cs="Arial"/>
          <w:color w:val="000000"/>
        </w:rPr>
      </w:pPr>
      <w:r>
        <w:rPr>
          <w:rFonts w:ascii="Lucida Console" w:hAnsi="Lucida Console"/>
          <w:color w:val="000000"/>
          <w:sz w:val="16"/>
          <w:szCs w:val="16"/>
        </w:rPr>
        <w:t xml:space="preserve">HandleDeferralError(TInt aError) </w:t>
      </w:r>
      <w:r w:rsidRPr="00B758D6">
        <w:rPr>
          <w:rFonts w:cs="Arial"/>
          <w:color w:val="000000"/>
        </w:rPr>
        <w:t xml:space="preserve">is </w:t>
      </w:r>
      <w:r>
        <w:rPr>
          <w:rFonts w:cs="Arial"/>
          <w:color w:val="000000"/>
        </w:rPr>
        <w:t xml:space="preserve">a method </w:t>
      </w:r>
      <w:r w:rsidRPr="00B758D6">
        <w:rPr>
          <w:rFonts w:cs="Arial"/>
          <w:color w:val="000000"/>
        </w:rPr>
        <w:t xml:space="preserve">called </w:t>
      </w:r>
      <w:r>
        <w:rPr>
          <w:rFonts w:cs="Arial"/>
          <w:color w:val="000000"/>
        </w:rPr>
        <w:t xml:space="preserve">when the internal </w:t>
      </w:r>
      <w:r w:rsidRPr="002A51BD">
        <w:rPr>
          <w:rFonts w:ascii="Lucida Console" w:hAnsi="Lucida Console" w:cs="Arial"/>
          <w:color w:val="000000"/>
          <w:sz w:val="16"/>
          <w:szCs w:val="16"/>
        </w:rPr>
        <w:t>CDmKeepAlive</w:t>
      </w:r>
      <w:r>
        <w:rPr>
          <w:rFonts w:ascii="Lucida Console" w:hAnsi="Lucida Console" w:cs="Arial"/>
          <w:color w:val="000000"/>
          <w:sz w:val="16"/>
          <w:szCs w:val="16"/>
        </w:rPr>
        <w:t xml:space="preserve"> </w:t>
      </w:r>
      <w:r w:rsidRPr="00B758D6">
        <w:rPr>
          <w:rFonts w:cs="Arial"/>
          <w:color w:val="000000"/>
        </w:rPr>
        <w:t>active object leaves</w:t>
      </w:r>
      <w:r>
        <w:rPr>
          <w:rFonts w:cs="Arial"/>
          <w:color w:val="000000"/>
        </w:rPr>
        <w:t>.</w:t>
      </w:r>
      <w:r w:rsidRPr="00B758D6">
        <w:rPr>
          <w:rFonts w:cs="Arial"/>
          <w:color w:val="000000"/>
        </w:rPr>
        <w:t xml:space="preserve"> The method </w:t>
      </w:r>
      <w:r w:rsidRPr="006A32DE">
        <w:rPr>
          <w:rFonts w:ascii="Lucida Console" w:hAnsi="Lucida Console" w:cs="Arial"/>
          <w:color w:val="000000"/>
          <w:sz w:val="16"/>
          <w:szCs w:val="16"/>
        </w:rPr>
        <w:t>RunError()</w:t>
      </w:r>
      <w:r w:rsidRPr="00B758D6">
        <w:rPr>
          <w:rFonts w:cs="Arial"/>
          <w:color w:val="000000"/>
        </w:rPr>
        <w:t xml:space="preserve"> of the </w:t>
      </w:r>
      <w:r w:rsidRPr="006A32DE">
        <w:rPr>
          <w:rFonts w:ascii="Lucida Console" w:hAnsi="Lucida Console" w:cs="Arial"/>
          <w:color w:val="000000"/>
          <w:sz w:val="16"/>
          <w:szCs w:val="16"/>
        </w:rPr>
        <w:t xml:space="preserve">CDmKeepAlive </w:t>
      </w:r>
      <w:r>
        <w:rPr>
          <w:rFonts w:cs="Arial"/>
          <w:color w:val="000000"/>
        </w:rPr>
        <w:t xml:space="preserve">class </w:t>
      </w:r>
      <w:r w:rsidRPr="00B758D6">
        <w:rPr>
          <w:rFonts w:cs="Arial"/>
          <w:color w:val="000000"/>
        </w:rPr>
        <w:t xml:space="preserve">calls this method. </w:t>
      </w:r>
    </w:p>
    <w:p w:rsidR="00ED76A1" w:rsidRDefault="00ED76A1" w:rsidP="00ED76A1">
      <w:pPr>
        <w:rPr>
          <w:rFonts w:cs="Arial"/>
          <w:color w:val="000000"/>
        </w:rPr>
      </w:pPr>
    </w:p>
    <w:p w:rsidR="00ED76A1" w:rsidRPr="003F1CC1" w:rsidRDefault="00ED76A1" w:rsidP="00ED76A1">
      <w:pPr>
        <w:pBdr>
          <w:top w:val="single" w:sz="8" w:space="1" w:color="A6A6A6"/>
          <w:left w:val="single" w:sz="8" w:space="4" w:color="A6A6A6"/>
          <w:bottom w:val="single" w:sz="8" w:space="7" w:color="A6A6A6"/>
          <w:right w:val="single" w:sz="8" w:space="4" w:color="A6A6A6"/>
        </w:pBdr>
        <w:shd w:val="solid" w:color="D9D9D9" w:fill="D9D9D9"/>
        <w:ind w:left="360" w:right="216"/>
        <w:rPr>
          <w:rFonts w:ascii="Nokia Standard Light" w:hAnsi="Nokia Standard Light"/>
          <w:color w:val="000000"/>
          <w:sz w:val="16"/>
          <w:szCs w:val="16"/>
        </w:rPr>
      </w:pPr>
      <w:r w:rsidRPr="003F1CC1">
        <w:rPr>
          <w:rFonts w:ascii="Nokia Standard Light" w:hAnsi="Nokia Standard Light"/>
          <w:color w:val="000000"/>
          <w:sz w:val="16"/>
          <w:szCs w:val="16"/>
        </w:rPr>
        <w:t>IMPORT_C virtual TInt HandleDeferralError (TInt aError);</w:t>
      </w:r>
    </w:p>
    <w:p w:rsidR="00ED76A1" w:rsidRDefault="00ED76A1" w:rsidP="00ED76A1">
      <w:r>
        <w:lastRenderedPageBreak/>
        <w:t xml:space="preserve">The default implementation of this function will simply ignore errors that it presumes the client </w:t>
      </w:r>
      <w:r w:rsidR="00331238">
        <w:t>cannot</w:t>
      </w:r>
      <w:r>
        <w:t xml:space="preserve"> or need not handle. The following are the error codes ignored:- </w:t>
      </w:r>
    </w:p>
    <w:p w:rsidR="00ED76A1" w:rsidRDefault="00ED76A1" w:rsidP="00ED76A1"/>
    <w:p w:rsidR="00ED76A1" w:rsidRPr="003F1CC1" w:rsidRDefault="00ED76A1" w:rsidP="00ED76A1">
      <w:pPr>
        <w:pBdr>
          <w:top w:val="single" w:sz="8" w:space="1" w:color="808080"/>
          <w:left w:val="single" w:sz="8" w:space="4" w:color="808080"/>
          <w:bottom w:val="single" w:sz="8" w:space="1" w:color="808080"/>
          <w:right w:val="single" w:sz="8" w:space="4" w:color="808080"/>
        </w:pBdr>
        <w:shd w:val="clear" w:color="auto" w:fill="D9D9D9"/>
        <w:ind w:left="270"/>
        <w:rPr>
          <w:rFonts w:ascii="Nokia Standard Light" w:hAnsi="Nokia Standard Light"/>
          <w:sz w:val="16"/>
          <w:szCs w:val="16"/>
        </w:rPr>
      </w:pPr>
      <w:r w:rsidRPr="003F1CC1">
        <w:rPr>
          <w:rFonts w:ascii="Nokia Standard Light" w:hAnsi="Nokia Standard Light"/>
          <w:color w:val="17365D"/>
          <w:sz w:val="16"/>
          <w:szCs w:val="16"/>
        </w:rPr>
        <w:t>KErrCompletion</w:t>
      </w:r>
      <w:r w:rsidRPr="003F1CC1">
        <w:rPr>
          <w:rFonts w:ascii="Nokia Standard Light" w:hAnsi="Nokia Standard Light"/>
          <w:color w:val="548DD4"/>
          <w:sz w:val="16"/>
          <w:szCs w:val="16"/>
        </w:rPr>
        <w:t xml:space="preserve"> </w:t>
      </w:r>
      <w:r w:rsidRPr="003F1CC1">
        <w:rPr>
          <w:rFonts w:ascii="Nokia Standard Light" w:hAnsi="Nokia Standard Light"/>
          <w:sz w:val="16"/>
          <w:szCs w:val="16"/>
        </w:rPr>
        <w:tab/>
        <w:t xml:space="preserve"> Client has now acknowledged notification - not an error.</w:t>
      </w:r>
    </w:p>
    <w:p w:rsidR="00ED76A1" w:rsidRPr="003F1CC1" w:rsidRDefault="00ED76A1" w:rsidP="00ED76A1">
      <w:pPr>
        <w:pBdr>
          <w:top w:val="single" w:sz="8" w:space="1" w:color="808080"/>
          <w:left w:val="single" w:sz="8" w:space="4" w:color="808080"/>
          <w:bottom w:val="single" w:sz="8" w:space="1" w:color="808080"/>
          <w:right w:val="single" w:sz="8" w:space="4" w:color="808080"/>
        </w:pBdr>
        <w:shd w:val="clear" w:color="auto" w:fill="D9D9D9"/>
        <w:ind w:left="270"/>
        <w:rPr>
          <w:rFonts w:ascii="Nokia Standard Light" w:hAnsi="Nokia Standard Light"/>
          <w:sz w:val="16"/>
          <w:szCs w:val="16"/>
        </w:rPr>
      </w:pPr>
      <w:r w:rsidRPr="003F1CC1">
        <w:rPr>
          <w:rFonts w:ascii="Nokia Standard Light" w:hAnsi="Nokia Standard Light"/>
          <w:color w:val="17365D"/>
          <w:sz w:val="16"/>
          <w:szCs w:val="16"/>
        </w:rPr>
        <w:t xml:space="preserve">KErrCancel </w:t>
      </w:r>
      <w:r w:rsidRPr="003F1CC1">
        <w:rPr>
          <w:rFonts w:ascii="Nokia Standard Light" w:hAnsi="Nokia Standard Light"/>
          <w:sz w:val="16"/>
          <w:szCs w:val="16"/>
        </w:rPr>
        <w:tab/>
      </w:r>
      <w:r w:rsidRPr="003F1CC1">
        <w:rPr>
          <w:rFonts w:ascii="Nokia Standard Light" w:hAnsi="Nokia Standard Light"/>
          <w:sz w:val="16"/>
          <w:szCs w:val="16"/>
        </w:rPr>
        <w:tab/>
        <w:t xml:space="preserve"> Server cancelled request - client can do nothing.</w:t>
      </w:r>
    </w:p>
    <w:p w:rsidR="00ED76A1" w:rsidRPr="003F1CC1" w:rsidRDefault="00ED76A1" w:rsidP="00ED76A1">
      <w:pPr>
        <w:pBdr>
          <w:top w:val="single" w:sz="8" w:space="1" w:color="808080"/>
          <w:left w:val="single" w:sz="8" w:space="4" w:color="808080"/>
          <w:bottom w:val="single" w:sz="8" w:space="1" w:color="808080"/>
          <w:right w:val="single" w:sz="8" w:space="4" w:color="808080"/>
        </w:pBdr>
        <w:shd w:val="clear" w:color="auto" w:fill="D9D9D9"/>
        <w:ind w:left="270"/>
        <w:rPr>
          <w:rFonts w:ascii="Nokia Standard Light" w:hAnsi="Nokia Standard Light"/>
          <w:sz w:val="16"/>
          <w:szCs w:val="16"/>
        </w:rPr>
      </w:pPr>
      <w:r w:rsidRPr="003F1CC1">
        <w:rPr>
          <w:rFonts w:ascii="Nokia Standard Light" w:hAnsi="Nokia Standard Light"/>
          <w:color w:val="17365D"/>
          <w:sz w:val="16"/>
          <w:szCs w:val="16"/>
        </w:rPr>
        <w:t>KErrNotSupported</w:t>
      </w:r>
      <w:r w:rsidRPr="003F1CC1">
        <w:rPr>
          <w:rFonts w:ascii="Nokia Standard Light" w:hAnsi="Nokia Standard Light"/>
          <w:sz w:val="16"/>
          <w:szCs w:val="16"/>
        </w:rPr>
        <w:t xml:space="preserve"> </w:t>
      </w:r>
      <w:r w:rsidRPr="003F1CC1">
        <w:rPr>
          <w:rFonts w:ascii="Nokia Standard Light" w:hAnsi="Nokia Standard Light"/>
          <w:sz w:val="16"/>
          <w:szCs w:val="16"/>
        </w:rPr>
        <w:tab/>
        <w:t xml:space="preserve"> Deferral not possible - client can do nothing.</w:t>
      </w:r>
    </w:p>
    <w:p w:rsidR="00ED76A1" w:rsidRPr="003F1CC1" w:rsidRDefault="00ED76A1" w:rsidP="00ED76A1">
      <w:pPr>
        <w:pBdr>
          <w:top w:val="single" w:sz="8" w:space="1" w:color="808080"/>
          <w:left w:val="single" w:sz="8" w:space="4" w:color="808080"/>
          <w:bottom w:val="single" w:sz="8" w:space="1" w:color="808080"/>
          <w:right w:val="single" w:sz="8" w:space="4" w:color="808080"/>
        </w:pBdr>
        <w:shd w:val="clear" w:color="auto" w:fill="D9D9D9"/>
        <w:ind w:left="270"/>
        <w:rPr>
          <w:rFonts w:ascii="Nokia Standard Light" w:hAnsi="Nokia Standard Light"/>
          <w:sz w:val="16"/>
          <w:szCs w:val="16"/>
        </w:rPr>
      </w:pPr>
      <w:r w:rsidRPr="003F1CC1">
        <w:rPr>
          <w:rFonts w:ascii="Nokia Standard Light" w:hAnsi="Nokia Standard Light"/>
          <w:color w:val="17365D"/>
          <w:sz w:val="16"/>
          <w:szCs w:val="16"/>
        </w:rPr>
        <w:t>KErrNotReady</w:t>
      </w:r>
      <w:r w:rsidRPr="003F1CC1">
        <w:rPr>
          <w:rFonts w:ascii="Nokia Standard Light" w:hAnsi="Nokia Standard Light"/>
          <w:sz w:val="16"/>
          <w:szCs w:val="16"/>
        </w:rPr>
        <w:tab/>
      </w:r>
      <w:r w:rsidRPr="003F1CC1">
        <w:rPr>
          <w:rFonts w:ascii="Nokia Standard Light" w:hAnsi="Nokia Standard Light"/>
          <w:sz w:val="16"/>
          <w:szCs w:val="16"/>
        </w:rPr>
        <w:tab/>
        <w:t xml:space="preserve"> Deferral too late or too early - client can do nothing.</w:t>
      </w:r>
    </w:p>
    <w:p w:rsidR="00ED76A1" w:rsidRDefault="00ED76A1" w:rsidP="00ED76A1"/>
    <w:p w:rsidR="00ED76A1" w:rsidRDefault="00ED76A1" w:rsidP="00ED76A1">
      <w:r>
        <w:t>If the client does want to handle or inspect these errors e.g. for diagnostic purposes, they can override this method. All other error codes will be returned unhandled to the active scheduler, leading to a panic.</w:t>
      </w:r>
    </w:p>
    <w:p w:rsidR="00ED76A1" w:rsidRDefault="00ED76A1" w:rsidP="00ED76A1"/>
    <w:p w:rsidR="00ED76A1" w:rsidRDefault="00ED76A1" w:rsidP="00ED76A1">
      <w:r>
        <w:rPr>
          <w:rFonts w:cs="Arial"/>
          <w:color w:val="000000"/>
        </w:rPr>
        <w:t>Finally,</w:t>
      </w:r>
      <w:r w:rsidRPr="00C945FE">
        <w:rPr>
          <w:rFonts w:cs="Arial"/>
          <w:color w:val="000000"/>
        </w:rPr>
        <w:t xml:space="preserve"> the</w:t>
      </w:r>
      <w:r>
        <w:rPr>
          <w:rFonts w:cs="Arial"/>
          <w:color w:val="000000"/>
        </w:rPr>
        <w:t xml:space="preserve">re are two </w:t>
      </w:r>
      <w:r w:rsidRPr="00C945FE">
        <w:rPr>
          <w:rFonts w:cs="Arial"/>
          <w:color w:val="000000"/>
        </w:rPr>
        <w:t>p</w:t>
      </w:r>
      <w:r>
        <w:rPr>
          <w:rFonts w:cs="Arial"/>
          <w:color w:val="000000"/>
        </w:rPr>
        <w:t xml:space="preserve">rotected </w:t>
      </w:r>
      <w:r w:rsidRPr="00C945FE">
        <w:rPr>
          <w:rFonts w:cs="Arial"/>
          <w:color w:val="000000"/>
        </w:rPr>
        <w:t>members</w:t>
      </w:r>
      <w:r>
        <w:t xml:space="preserve">. </w:t>
      </w:r>
    </w:p>
    <w:p w:rsidR="00ED76A1" w:rsidRDefault="00ED76A1" w:rsidP="00ED76A1">
      <w:r w:rsidRPr="00FE1478">
        <w:rPr>
          <w:rFonts w:ascii="Lucida Console" w:hAnsi="Lucida Console"/>
          <w:color w:val="000000"/>
          <w:sz w:val="16"/>
          <w:szCs w:val="16"/>
        </w:rPr>
        <w:t>ConstructL()</w:t>
      </w:r>
      <w:r>
        <w:rPr>
          <w:rFonts w:ascii="Lucida Console" w:hAnsi="Lucida Console"/>
          <w:color w:val="000000"/>
          <w:sz w:val="16"/>
          <w:szCs w:val="16"/>
        </w:rPr>
        <w:t xml:space="preserve"> </w:t>
      </w:r>
      <w:r>
        <w:t xml:space="preserve">is the second–phase constructor which completes the construction of a </w:t>
      </w:r>
      <w:r w:rsidRPr="002A51BD">
        <w:rPr>
          <w:rFonts w:ascii="Lucida Console" w:hAnsi="Lucida Console"/>
          <w:sz w:val="16"/>
          <w:szCs w:val="16"/>
        </w:rPr>
        <w:t>CDmDomainKeepAlive</w:t>
      </w:r>
      <w:r>
        <w:t xml:space="preserve"> object.</w:t>
      </w:r>
    </w:p>
    <w:p w:rsidR="00ED76A1" w:rsidRDefault="00ED76A1" w:rsidP="00ED76A1"/>
    <w:p w:rsidR="00ED76A1" w:rsidRPr="003F1CC1" w:rsidRDefault="00ED76A1" w:rsidP="00ED76A1">
      <w:pPr>
        <w:pBdr>
          <w:top w:val="single" w:sz="8" w:space="1" w:color="A6A6A6"/>
          <w:left w:val="single" w:sz="8" w:space="4" w:color="A6A6A6"/>
          <w:bottom w:val="single" w:sz="8" w:space="7" w:color="A6A6A6"/>
          <w:right w:val="single" w:sz="8" w:space="4" w:color="A6A6A6"/>
        </w:pBdr>
        <w:shd w:val="solid" w:color="D9D9D9" w:fill="D9D9D9"/>
        <w:ind w:firstLine="720"/>
        <w:rPr>
          <w:rFonts w:ascii="Nokia Standard Light" w:hAnsi="Nokia Standard Light"/>
          <w:color w:val="000000"/>
          <w:sz w:val="16"/>
          <w:szCs w:val="16"/>
        </w:rPr>
      </w:pPr>
      <w:r w:rsidRPr="003F1CC1">
        <w:rPr>
          <w:rFonts w:ascii="Nokia Standard Light" w:hAnsi="Nokia Standard Light"/>
          <w:color w:val="000000"/>
          <w:sz w:val="16"/>
          <w:szCs w:val="16"/>
        </w:rPr>
        <w:t>IMPORT_C void ConstructL ();</w:t>
      </w:r>
    </w:p>
    <w:p w:rsidR="00ED76A1" w:rsidRDefault="00ED76A1" w:rsidP="00ED76A1">
      <w:pPr>
        <w:rPr>
          <w:rFonts w:ascii="Lucida Console" w:hAnsi="Lucida Console"/>
          <w:sz w:val="16"/>
          <w:szCs w:val="16"/>
        </w:rPr>
      </w:pPr>
    </w:p>
    <w:p w:rsidR="00ED76A1" w:rsidRDefault="00ED76A1" w:rsidP="00ED76A1">
      <w:r w:rsidRPr="005F4AC5">
        <w:rPr>
          <w:rFonts w:ascii="Lucida Console" w:hAnsi="Lucida Console"/>
          <w:sz w:val="16"/>
          <w:szCs w:val="16"/>
        </w:rPr>
        <w:t>RunL()</w:t>
      </w:r>
      <w:r>
        <w:t xml:space="preserve"> is the asynchronous event handler function for a </w:t>
      </w:r>
      <w:r w:rsidRPr="002A51BD">
        <w:rPr>
          <w:rFonts w:ascii="Lucida Console" w:hAnsi="Lucida Console"/>
          <w:sz w:val="16"/>
          <w:szCs w:val="16"/>
        </w:rPr>
        <w:t>CDmDomainKeepAlive</w:t>
      </w:r>
      <w:r>
        <w:t xml:space="preserve"> object. This function is called by the Active Scheduler when any outstanding request to the Domain Manger server is completed. </w:t>
      </w:r>
    </w:p>
    <w:p w:rsidR="00ED76A1" w:rsidRDefault="00ED76A1" w:rsidP="00ED76A1"/>
    <w:p w:rsidR="00ED76A1" w:rsidRPr="003F1CC1" w:rsidRDefault="00ED76A1" w:rsidP="00ED76A1">
      <w:pPr>
        <w:pBdr>
          <w:top w:val="single" w:sz="8" w:space="1" w:color="A6A6A6"/>
          <w:left w:val="single" w:sz="8" w:space="4" w:color="A6A6A6"/>
          <w:bottom w:val="single" w:sz="8" w:space="7" w:color="A6A6A6"/>
          <w:right w:val="single" w:sz="8" w:space="4" w:color="A6A6A6"/>
        </w:pBdr>
        <w:shd w:val="solid" w:color="D9D9D9" w:fill="D9D9D9"/>
        <w:ind w:firstLine="720"/>
        <w:rPr>
          <w:rFonts w:ascii="Nokia Standard Light" w:hAnsi="Nokia Standard Light"/>
          <w:color w:val="000000"/>
          <w:sz w:val="16"/>
          <w:szCs w:val="16"/>
        </w:rPr>
      </w:pPr>
      <w:r w:rsidRPr="003F1CC1">
        <w:rPr>
          <w:rFonts w:ascii="Nokia Standard Light" w:hAnsi="Nokia Standard Light"/>
          <w:color w:val="000000"/>
          <w:sz w:val="16"/>
          <w:szCs w:val="16"/>
        </w:rPr>
        <w:t>IMPORT_C void RunL ();</w:t>
      </w:r>
    </w:p>
    <w:p w:rsidR="00ED76A1" w:rsidRDefault="00ED76A1" w:rsidP="00ED76A1"/>
    <w:p w:rsidR="00ED76A1" w:rsidRDefault="00ED76A1" w:rsidP="00ED76A1">
      <w:r>
        <w:t>For this object, the function h</w:t>
      </w:r>
      <w:r w:rsidRPr="005F4AC5">
        <w:t>andle</w:t>
      </w:r>
      <w:r>
        <w:t>s</w:t>
      </w:r>
      <w:r w:rsidRPr="005F4AC5">
        <w:t xml:space="preserve"> completion of request notifications</w:t>
      </w:r>
      <w:r>
        <w:t xml:space="preserve"> and commencement of</w:t>
      </w:r>
      <w:r w:rsidRPr="005F4AC5">
        <w:t xml:space="preserve"> deferrals.</w:t>
      </w:r>
      <w:r>
        <w:t xml:space="preserve"> Clients of this interface should not need to override this, they will be notified of events via calls to </w:t>
      </w:r>
      <w:r w:rsidRPr="003806B8">
        <w:rPr>
          <w:rFonts w:ascii="Lucida Console" w:hAnsi="Lucida Console"/>
          <w:sz w:val="16"/>
          <w:szCs w:val="16"/>
        </w:rPr>
        <w:t>HandleTransitionL()</w:t>
      </w:r>
      <w:r>
        <w:t>.</w:t>
      </w:r>
    </w:p>
    <w:p w:rsidR="00ED76A1" w:rsidRDefault="00ED76A1" w:rsidP="00ED76A1"/>
    <w:p w:rsidR="00E27C7E" w:rsidRDefault="00E27C7E" w:rsidP="00ED76A1"/>
    <w:p w:rsidR="00ED76A1" w:rsidRDefault="00ED76A1" w:rsidP="00ED76A1">
      <w:pPr>
        <w:pStyle w:val="Heading3"/>
        <w:keepLines w:val="0"/>
        <w:tabs>
          <w:tab w:val="num" w:pos="1440"/>
        </w:tabs>
        <w:spacing w:before="120" w:after="120"/>
        <w:ind w:left="1440" w:right="43" w:hanging="720"/>
      </w:pPr>
      <w:bookmarkStart w:id="42" w:name="_Toc273547760"/>
      <w:bookmarkStart w:id="43" w:name="_Toc273964140"/>
      <w:r>
        <w:t xml:space="preserve">Implementing a </w:t>
      </w:r>
      <w:r w:rsidRPr="0048769D">
        <w:t>CDomainMemberKeepAlive</w:t>
      </w:r>
      <w:r>
        <w:t xml:space="preserve"> object</w:t>
      </w:r>
      <w:bookmarkEnd w:id="42"/>
      <w:bookmarkEnd w:id="43"/>
    </w:p>
    <w:p w:rsidR="00ED76A1" w:rsidRDefault="00ED76A1" w:rsidP="00ED76A1">
      <w:r>
        <w:t xml:space="preserve">Implementing a </w:t>
      </w:r>
      <w:r w:rsidRPr="003806B8">
        <w:rPr>
          <w:rFonts w:ascii="Lucida Console" w:hAnsi="Lucida Console"/>
          <w:sz w:val="16"/>
          <w:szCs w:val="16"/>
        </w:rPr>
        <w:t>CDomainMemberKeepAlive</w:t>
      </w:r>
      <w:r>
        <w:t xml:space="preserve"> object for making deferral request is quite simple. It is summarized in the following steps.</w:t>
      </w:r>
    </w:p>
    <w:p w:rsidR="00ED76A1" w:rsidRPr="00CD60F2" w:rsidRDefault="00ED76A1" w:rsidP="00ED76A1">
      <w:pPr>
        <w:keepLines w:val="0"/>
        <w:numPr>
          <w:ilvl w:val="0"/>
          <w:numId w:val="26"/>
        </w:numPr>
        <w:spacing w:after="120"/>
      </w:pPr>
      <w:r>
        <w:t xml:space="preserve">Create a class derived from </w:t>
      </w:r>
      <w:r w:rsidRPr="00CF6806">
        <w:rPr>
          <w:rFonts w:ascii="Lucida Console" w:hAnsi="Lucida Console"/>
          <w:sz w:val="16"/>
          <w:szCs w:val="16"/>
        </w:rPr>
        <w:t>CDmDomainKeepAlive</w:t>
      </w:r>
      <w:r>
        <w:rPr>
          <w:rFonts w:ascii="Lucida Console" w:hAnsi="Lucida Console"/>
          <w:sz w:val="16"/>
          <w:szCs w:val="16"/>
        </w:rPr>
        <w:t>.</w:t>
      </w:r>
    </w:p>
    <w:p w:rsidR="00ED76A1" w:rsidRPr="00CD60F2" w:rsidRDefault="00ED76A1" w:rsidP="00ED76A1">
      <w:pPr>
        <w:keepLines w:val="0"/>
        <w:numPr>
          <w:ilvl w:val="0"/>
          <w:numId w:val="26"/>
        </w:numPr>
        <w:spacing w:after="120"/>
      </w:pPr>
      <w:r w:rsidRPr="00CD60F2">
        <w:rPr>
          <w:rFonts w:cs="Arial"/>
          <w:color w:val="000000"/>
        </w:rPr>
        <w:t xml:space="preserve">Implement </w:t>
      </w:r>
      <w:r w:rsidRPr="00CD60F2">
        <w:rPr>
          <w:rFonts w:ascii="Lucida Console" w:hAnsi="Lucida Console" w:cs="Arial"/>
          <w:color w:val="000000"/>
          <w:sz w:val="16"/>
          <w:szCs w:val="16"/>
        </w:rPr>
        <w:t>NewL()</w:t>
      </w:r>
      <w:r w:rsidRPr="00CD60F2">
        <w:rPr>
          <w:rFonts w:cs="Arial"/>
          <w:color w:val="000000"/>
        </w:rPr>
        <w:t xml:space="preserve"> and </w:t>
      </w:r>
      <w:r w:rsidRPr="00CD60F2">
        <w:rPr>
          <w:rFonts w:ascii="Lucida Console" w:hAnsi="Lucida Console" w:cs="Arial"/>
          <w:color w:val="000000"/>
          <w:sz w:val="16"/>
          <w:szCs w:val="16"/>
        </w:rPr>
        <w:t>NewLC()</w:t>
      </w:r>
      <w:r>
        <w:rPr>
          <w:rFonts w:cs="Arial"/>
          <w:color w:val="000000"/>
        </w:rPr>
        <w:t xml:space="preserve"> as normal, call </w:t>
      </w:r>
      <w:r w:rsidRPr="00CD60F2">
        <w:rPr>
          <w:rFonts w:ascii="Lucida Console" w:hAnsi="Lucida Console" w:cs="Arial"/>
          <w:color w:val="000000"/>
          <w:sz w:val="16"/>
          <w:szCs w:val="16"/>
        </w:rPr>
        <w:t>Con</w:t>
      </w:r>
      <w:r>
        <w:rPr>
          <w:rFonts w:ascii="Lucida Console" w:hAnsi="Lucida Console" w:cs="Arial"/>
          <w:color w:val="000000"/>
          <w:sz w:val="16"/>
          <w:szCs w:val="16"/>
        </w:rPr>
        <w:t>s</w:t>
      </w:r>
      <w:r w:rsidRPr="00CD60F2">
        <w:rPr>
          <w:rFonts w:ascii="Lucida Console" w:hAnsi="Lucida Console" w:cs="Arial"/>
          <w:color w:val="000000"/>
          <w:sz w:val="16"/>
          <w:szCs w:val="16"/>
        </w:rPr>
        <w:t>tructL()</w:t>
      </w:r>
      <w:r>
        <w:rPr>
          <w:rFonts w:cs="Arial"/>
          <w:color w:val="000000"/>
        </w:rPr>
        <w:t xml:space="preserve"> and connect to a Domain.</w:t>
      </w:r>
    </w:p>
    <w:p w:rsidR="00ED76A1" w:rsidRDefault="00ED76A1" w:rsidP="00ED76A1">
      <w:pPr>
        <w:keepLines w:val="0"/>
        <w:numPr>
          <w:ilvl w:val="0"/>
          <w:numId w:val="26"/>
        </w:numPr>
        <w:spacing w:after="120"/>
      </w:pPr>
      <w:r w:rsidRPr="00CD60F2">
        <w:rPr>
          <w:rFonts w:cs="Arial"/>
        </w:rPr>
        <w:t>Implement</w:t>
      </w:r>
      <w:r w:rsidRPr="00CD60F2">
        <w:rPr>
          <w:rFonts w:cs="Arial"/>
          <w:sz w:val="16"/>
          <w:szCs w:val="16"/>
        </w:rPr>
        <w:t xml:space="preserve"> </w:t>
      </w:r>
      <w:r w:rsidRPr="00CF6806">
        <w:rPr>
          <w:rFonts w:ascii="Lucida Console" w:hAnsi="Lucida Console"/>
          <w:sz w:val="16"/>
          <w:szCs w:val="16"/>
        </w:rPr>
        <w:t>HandleTransitionL()</w:t>
      </w:r>
      <w:r>
        <w:rPr>
          <w:rFonts w:ascii="Lucida Console" w:hAnsi="Lucida Console"/>
          <w:sz w:val="16"/>
          <w:szCs w:val="16"/>
        </w:rPr>
        <w:t xml:space="preserve"> </w:t>
      </w:r>
      <w:r w:rsidRPr="00CD60F2">
        <w:rPr>
          <w:rFonts w:cs="Arial"/>
        </w:rPr>
        <w:t>to handle</w:t>
      </w:r>
      <w:r>
        <w:rPr>
          <w:rFonts w:cs="Arial"/>
        </w:rPr>
        <w:t xml:space="preserve"> </w:t>
      </w:r>
      <w:r>
        <w:t>transition notifications.</w:t>
      </w:r>
    </w:p>
    <w:p w:rsidR="00ED76A1" w:rsidRDefault="00ED76A1" w:rsidP="00ED76A1">
      <w:pPr>
        <w:keepLines w:val="0"/>
        <w:numPr>
          <w:ilvl w:val="0"/>
          <w:numId w:val="26"/>
        </w:numPr>
        <w:spacing w:after="120"/>
      </w:pPr>
      <w:r w:rsidRPr="002E24A2">
        <w:rPr>
          <w:rFonts w:cs="Arial"/>
        </w:rPr>
        <w:t>Implement</w:t>
      </w:r>
      <w:r w:rsidRPr="002E24A2">
        <w:rPr>
          <w:rFonts w:cs="Arial"/>
          <w:sz w:val="16"/>
          <w:szCs w:val="16"/>
        </w:rPr>
        <w:t xml:space="preserve"> </w:t>
      </w:r>
      <w:r>
        <w:rPr>
          <w:rFonts w:cs="Arial"/>
        </w:rPr>
        <w:t xml:space="preserve">a </w:t>
      </w:r>
      <w:r w:rsidRPr="002E24A2">
        <w:rPr>
          <w:rFonts w:cs="Arial"/>
        </w:rPr>
        <w:t>function which makes a call</w:t>
      </w:r>
      <w:r w:rsidRPr="002E24A2">
        <w:rPr>
          <w:rFonts w:cs="Arial"/>
          <w:sz w:val="16"/>
          <w:szCs w:val="16"/>
        </w:rPr>
        <w:t xml:space="preserve"> </w:t>
      </w:r>
      <w:r>
        <w:rPr>
          <w:rFonts w:cs="Arial"/>
          <w:sz w:val="16"/>
          <w:szCs w:val="16"/>
        </w:rPr>
        <w:t xml:space="preserve">to </w:t>
      </w:r>
      <w:r w:rsidRPr="002E24A2">
        <w:rPr>
          <w:rFonts w:ascii="Lucida Console" w:hAnsi="Lucida Console"/>
          <w:color w:val="000000"/>
          <w:sz w:val="16"/>
          <w:szCs w:val="16"/>
        </w:rPr>
        <w:t>AcknowledgeLastState()</w:t>
      </w:r>
      <w:r w:rsidRPr="002E24A2">
        <w:rPr>
          <w:color w:val="000000"/>
        </w:rPr>
        <w:t xml:space="preserve"> once </w:t>
      </w:r>
      <w:r>
        <w:rPr>
          <w:color w:val="000000"/>
        </w:rPr>
        <w:t>the client has completed all its</w:t>
      </w:r>
      <w:r>
        <w:t xml:space="preserve"> asynchronous tasks i.e. tasks needing completion before transition. </w:t>
      </w:r>
    </w:p>
    <w:p w:rsidR="00ED76A1" w:rsidRPr="00CD60F2" w:rsidRDefault="00ED76A1" w:rsidP="00ED76A1">
      <w:pPr>
        <w:keepLines w:val="0"/>
        <w:numPr>
          <w:ilvl w:val="0"/>
          <w:numId w:val="26"/>
        </w:numPr>
        <w:spacing w:after="120"/>
      </w:pPr>
      <w:r>
        <w:t>Optionally override</w:t>
      </w:r>
      <w:r w:rsidRPr="002E24A2">
        <w:rPr>
          <w:rFonts w:ascii="Lucida Console" w:hAnsi="Lucida Console"/>
          <w:color w:val="000000"/>
          <w:sz w:val="16"/>
          <w:szCs w:val="16"/>
        </w:rPr>
        <w:t xml:space="preserve"> HandleDeferralError</w:t>
      </w:r>
      <w:r>
        <w:rPr>
          <w:rFonts w:ascii="Lucida Console" w:hAnsi="Lucida Console"/>
          <w:color w:val="000000"/>
          <w:sz w:val="16"/>
          <w:szCs w:val="16"/>
        </w:rPr>
        <w:t xml:space="preserve">() </w:t>
      </w:r>
      <w:r w:rsidRPr="002E24A2">
        <w:rPr>
          <w:rFonts w:cs="Arial"/>
          <w:color w:val="000000"/>
        </w:rPr>
        <w:t>to handle deferral errors</w:t>
      </w:r>
      <w:r w:rsidRPr="00CD60F2">
        <w:rPr>
          <w:rFonts w:cs="Arial"/>
          <w:color w:val="000000"/>
        </w:rPr>
        <w:t>.</w:t>
      </w:r>
    </w:p>
    <w:p w:rsidR="00ED76A1" w:rsidRPr="003B0C77" w:rsidRDefault="00ED76A1" w:rsidP="00ED76A1">
      <w:pPr>
        <w:keepLines w:val="0"/>
        <w:numPr>
          <w:ilvl w:val="0"/>
          <w:numId w:val="26"/>
        </w:numPr>
        <w:spacing w:after="120"/>
      </w:pPr>
      <w:r w:rsidRPr="00CD60F2">
        <w:rPr>
          <w:rFonts w:cs="Arial"/>
          <w:color w:val="000000"/>
        </w:rPr>
        <w:t xml:space="preserve">Implement the destructor to </w:t>
      </w:r>
      <w:r>
        <w:rPr>
          <w:rFonts w:cs="Arial"/>
          <w:color w:val="000000"/>
        </w:rPr>
        <w:t xml:space="preserve">handle cleanup of derived class. </w:t>
      </w:r>
    </w:p>
    <w:p w:rsidR="003B0C77" w:rsidRPr="003607B0" w:rsidRDefault="003B0C77" w:rsidP="00ED76A1">
      <w:pPr>
        <w:keepLines w:val="0"/>
        <w:numPr>
          <w:ilvl w:val="0"/>
          <w:numId w:val="26"/>
        </w:numPr>
        <w:spacing w:after="120"/>
      </w:pPr>
    </w:p>
    <w:p w:rsidR="00ED76A1" w:rsidRDefault="00ED76A1" w:rsidP="00ED76A1">
      <w:pPr>
        <w:pStyle w:val="Heading3"/>
        <w:keepLines w:val="0"/>
        <w:tabs>
          <w:tab w:val="num" w:pos="1440"/>
        </w:tabs>
        <w:spacing w:before="120" w:after="120"/>
        <w:ind w:left="1440" w:right="43" w:hanging="720"/>
      </w:pPr>
      <w:bookmarkStart w:id="44" w:name="_Toc273547761"/>
      <w:bookmarkStart w:id="45" w:name="_Toc273964141"/>
      <w:r w:rsidRPr="0048769D">
        <w:t>CDomainMemberKeepAlive</w:t>
      </w:r>
      <w:r>
        <w:t xml:space="preserve"> </w:t>
      </w:r>
      <w:r w:rsidR="007731F8">
        <w:t>c</w:t>
      </w:r>
      <w:r>
        <w:t>lass</w:t>
      </w:r>
      <w:bookmarkEnd w:id="44"/>
      <w:r w:rsidR="007731F8">
        <w:t xml:space="preserve"> example</w:t>
      </w:r>
      <w:bookmarkEnd w:id="45"/>
    </w:p>
    <w:p w:rsidR="00ED76A1" w:rsidRDefault="00ED76A1" w:rsidP="00ED76A1">
      <w:pPr>
        <w:rPr>
          <w:rFonts w:cs="Arial"/>
        </w:rPr>
      </w:pPr>
      <w:r w:rsidRPr="00ED7202">
        <w:rPr>
          <w:rFonts w:cs="Arial"/>
        </w:rPr>
        <w:t xml:space="preserve">This section describes how to implement and use a </w:t>
      </w:r>
      <w:r>
        <w:rPr>
          <w:rFonts w:cs="Arial"/>
        </w:rPr>
        <w:t xml:space="preserve">class derived from </w:t>
      </w:r>
      <w:r w:rsidRPr="00ED7202">
        <w:rPr>
          <w:rFonts w:ascii="Lucida Console" w:hAnsi="Lucida Console" w:cs="Arial"/>
          <w:sz w:val="16"/>
          <w:szCs w:val="16"/>
        </w:rPr>
        <w:t>CDmDomainKeepAlive</w:t>
      </w:r>
      <w:r>
        <w:rPr>
          <w:rFonts w:ascii="Lucida Console" w:hAnsi="Lucida Console" w:cs="Arial"/>
          <w:sz w:val="16"/>
          <w:szCs w:val="16"/>
        </w:rPr>
        <w:t>.</w:t>
      </w:r>
      <w:r w:rsidRPr="00ED7202">
        <w:rPr>
          <w:rFonts w:cs="Arial"/>
        </w:rPr>
        <w:t xml:space="preserve"> It covers the implementatio</w:t>
      </w:r>
      <w:r>
        <w:rPr>
          <w:rFonts w:cs="Arial"/>
        </w:rPr>
        <w:t xml:space="preserve">n of the constructor </w:t>
      </w:r>
      <w:r w:rsidRPr="00ED7202">
        <w:rPr>
          <w:rFonts w:cs="Arial"/>
        </w:rPr>
        <w:t xml:space="preserve">and implementation of the method </w:t>
      </w:r>
      <w:r>
        <w:rPr>
          <w:rFonts w:ascii="Lucida Console" w:hAnsi="Lucida Console" w:cs="Arial"/>
          <w:sz w:val="16"/>
          <w:szCs w:val="16"/>
        </w:rPr>
        <w:t>HandleTransitionL().</w:t>
      </w:r>
      <w:r w:rsidRPr="00543E2C">
        <w:rPr>
          <w:rFonts w:cs="Arial"/>
        </w:rPr>
        <w:t xml:space="preserve"> </w:t>
      </w:r>
    </w:p>
    <w:p w:rsidR="00E27C7E" w:rsidRDefault="00E27C7E" w:rsidP="00ED76A1">
      <w:pPr>
        <w:rPr>
          <w:rFonts w:cs="Arial"/>
        </w:rPr>
      </w:pPr>
    </w:p>
    <w:p w:rsidR="00ED76A1" w:rsidRDefault="00ED76A1" w:rsidP="00ED76A1">
      <w:pPr>
        <w:rPr>
          <w:rFonts w:cs="Arial"/>
        </w:rPr>
      </w:pPr>
      <w:r w:rsidRPr="00543E2C">
        <w:rPr>
          <w:rFonts w:cs="Arial"/>
        </w:rPr>
        <w:t xml:space="preserve">An example class </w:t>
      </w:r>
      <w:r w:rsidRPr="00C676EF">
        <w:rPr>
          <w:rFonts w:ascii="Lucida Console" w:hAnsi="Lucida Console" w:cs="Arial"/>
          <w:sz w:val="16"/>
          <w:szCs w:val="16"/>
        </w:rPr>
        <w:t>CDomainMemberTask</w:t>
      </w:r>
      <w:r w:rsidRPr="00C676EF">
        <w:rPr>
          <w:rFonts w:cs="Arial"/>
        </w:rPr>
        <w:t xml:space="preserve"> </w:t>
      </w:r>
      <w:r w:rsidRPr="00543E2C">
        <w:rPr>
          <w:rFonts w:cs="Arial"/>
        </w:rPr>
        <w:t xml:space="preserve">used </w:t>
      </w:r>
      <w:r>
        <w:rPr>
          <w:rFonts w:cs="Arial"/>
        </w:rPr>
        <w:t>for</w:t>
      </w:r>
      <w:r w:rsidRPr="00543E2C">
        <w:rPr>
          <w:rFonts w:cs="Arial"/>
        </w:rPr>
        <w:t xml:space="preserve"> running asynchronous tasks</w:t>
      </w:r>
      <w:r>
        <w:rPr>
          <w:rFonts w:cs="Arial"/>
        </w:rPr>
        <w:t xml:space="preserve"> and also </w:t>
      </w:r>
      <w:r w:rsidR="00331238">
        <w:rPr>
          <w:rFonts w:cs="Arial"/>
        </w:rPr>
        <w:t>signaling</w:t>
      </w:r>
      <w:r>
        <w:rPr>
          <w:rFonts w:cs="Arial"/>
        </w:rPr>
        <w:t xml:space="preserve"> the completion of a domain transition is also</w:t>
      </w:r>
      <w:r w:rsidRPr="00543E2C">
        <w:rPr>
          <w:rFonts w:cs="Arial"/>
        </w:rPr>
        <w:t xml:space="preserve"> shown.</w:t>
      </w:r>
      <w:r>
        <w:rPr>
          <w:rFonts w:cs="Arial"/>
        </w:rPr>
        <w:t xml:space="preserve"> This class is required to illustrate the practical use of deferrals. </w:t>
      </w:r>
    </w:p>
    <w:p w:rsidR="00E27C7E" w:rsidRDefault="00E27C7E" w:rsidP="00ED76A1">
      <w:pPr>
        <w:rPr>
          <w:rFonts w:cs="Arial"/>
        </w:rPr>
      </w:pPr>
    </w:p>
    <w:p w:rsidR="00ED76A1" w:rsidRDefault="00ED76A1" w:rsidP="00ED76A1">
      <w:pPr>
        <w:rPr>
          <w:rFonts w:cs="Arial"/>
        </w:rPr>
      </w:pPr>
      <w:r>
        <w:t xml:space="preserve">The example class </w:t>
      </w:r>
      <w:r w:rsidRPr="00C676EF">
        <w:rPr>
          <w:rFonts w:ascii="Lucida Console" w:hAnsi="Lucida Console" w:cs="Arial"/>
          <w:sz w:val="16"/>
          <w:szCs w:val="16"/>
        </w:rPr>
        <w:t>CDomainMemberTask</w:t>
      </w:r>
      <w:r w:rsidRPr="00C676EF">
        <w:rPr>
          <w:rFonts w:cs="Arial"/>
        </w:rPr>
        <w:t xml:space="preserve"> </w:t>
      </w:r>
      <w:r>
        <w:rPr>
          <w:rFonts w:cs="Arial"/>
        </w:rPr>
        <w:t xml:space="preserve">used for </w:t>
      </w:r>
      <w:r w:rsidRPr="00543E2C">
        <w:rPr>
          <w:rFonts w:cs="Arial"/>
        </w:rPr>
        <w:t>running asynchronous tasks</w:t>
      </w:r>
      <w:r>
        <w:rPr>
          <w:rFonts w:cs="Arial"/>
        </w:rPr>
        <w:t xml:space="preserve"> is shown below.</w:t>
      </w:r>
    </w:p>
    <w:p w:rsidR="00ED76A1" w:rsidRPr="003F1CC1" w:rsidRDefault="00ED76A1"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sidRPr="003F1CC1">
        <w:rPr>
          <w:rFonts w:ascii="Nokia Standard Light" w:hAnsi="Nokia Standard Light"/>
          <w:sz w:val="16"/>
          <w:szCs w:val="16"/>
        </w:rPr>
        <w:t>//////////////////////////////////////////////////////////////////////////////////////////////////////</w:t>
      </w:r>
    </w:p>
    <w:p w:rsidR="00ED76A1" w:rsidRPr="003F1CC1" w:rsidRDefault="00ED76A1"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sidRPr="003F1CC1">
        <w:rPr>
          <w:rFonts w:ascii="Nokia Standard Light" w:hAnsi="Nokia Standard Light"/>
          <w:sz w:val="16"/>
          <w:szCs w:val="16"/>
        </w:rPr>
        <w:t>//</w:t>
      </w:r>
    </w:p>
    <w:p w:rsidR="00ED76A1" w:rsidRPr="003F1CC1" w:rsidRDefault="00ED76A1"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sidRPr="003F1CC1">
        <w:rPr>
          <w:rFonts w:ascii="Nokia Standard Light" w:hAnsi="Nokia Standard Light"/>
          <w:sz w:val="16"/>
          <w:szCs w:val="16"/>
        </w:rPr>
        <w:t>//   CDomainMemberTask</w:t>
      </w:r>
    </w:p>
    <w:p w:rsidR="00ED76A1" w:rsidRPr="003F1CC1" w:rsidRDefault="00ED76A1"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sidRPr="003F1CC1">
        <w:rPr>
          <w:rFonts w:ascii="Nokia Standard Light" w:hAnsi="Nokia Standard Light"/>
          <w:sz w:val="16"/>
          <w:szCs w:val="16"/>
        </w:rPr>
        <w:t>//</w:t>
      </w:r>
    </w:p>
    <w:p w:rsidR="00ED76A1" w:rsidRPr="003F1CC1" w:rsidRDefault="00ED76A1"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sidRPr="003F1CC1">
        <w:rPr>
          <w:rFonts w:ascii="Nokia Standard Light" w:hAnsi="Nokia Standard Light"/>
          <w:sz w:val="16"/>
          <w:szCs w:val="16"/>
        </w:rPr>
        <w:t xml:space="preserve">//   This class simulates the execution of a task carried out by the domain member while </w:t>
      </w:r>
    </w:p>
    <w:p w:rsidR="00ED76A1" w:rsidRPr="003F1CC1" w:rsidRDefault="00ED76A1"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sidRPr="003F1CC1">
        <w:rPr>
          <w:rFonts w:ascii="Nokia Standard Light" w:hAnsi="Nokia Standard Light"/>
          <w:sz w:val="16"/>
          <w:szCs w:val="16"/>
        </w:rPr>
        <w:t xml:space="preserve">//   it defers a domain transition request. The class is derived from CTimer. It uses the </w:t>
      </w:r>
    </w:p>
    <w:p w:rsidR="00ED76A1" w:rsidRPr="003F1CC1" w:rsidRDefault="00ED76A1"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sidRPr="003F1CC1">
        <w:rPr>
          <w:rFonts w:ascii="Nokia Standard Light" w:hAnsi="Nokia Standard Light"/>
          <w:sz w:val="16"/>
          <w:szCs w:val="16"/>
        </w:rPr>
        <w:t>//   method CTimer::After (aInterval) to simulate the execution of a task by submitting a timer request</w:t>
      </w:r>
    </w:p>
    <w:p w:rsidR="00ED76A1" w:rsidRPr="003F1CC1" w:rsidRDefault="00ED76A1"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sidRPr="003F1CC1">
        <w:rPr>
          <w:rFonts w:ascii="Nokia Standard Light" w:hAnsi="Nokia Standard Light"/>
          <w:sz w:val="16"/>
          <w:szCs w:val="16"/>
        </w:rPr>
        <w:t>//   which once completed could be repeated based on the value of iRepeatCount.</w:t>
      </w:r>
    </w:p>
    <w:p w:rsidR="00ED76A1" w:rsidRDefault="00ED76A1"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sidRPr="003F1CC1">
        <w:rPr>
          <w:rFonts w:ascii="Nokia Standard Light" w:hAnsi="Nokia Standard Light"/>
          <w:sz w:val="16"/>
          <w:szCs w:val="16"/>
        </w:rPr>
        <w:t>//////////////////////////////////////////////////////////////////////////////////////////////////////</w:t>
      </w:r>
    </w:p>
    <w:p w:rsidR="00ED76A1" w:rsidRDefault="00ED76A1"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p>
    <w:p w:rsidR="00ED76A1" w:rsidRDefault="00ED76A1"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sidRPr="003F1CC1">
        <w:rPr>
          <w:rFonts w:ascii="Nokia Standard Light" w:hAnsi="Nokia Standard Light"/>
          <w:sz w:val="16"/>
          <w:szCs w:val="16"/>
        </w:rPr>
        <w:t>class CDomainMemberTask: public CTimer</w:t>
      </w:r>
    </w:p>
    <w:p w:rsidR="00ED76A1" w:rsidRDefault="007731F8"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w:t>
      </w:r>
    </w:p>
    <w:p w:rsidR="00ED76A1" w:rsidRPr="003F1CC1" w:rsidRDefault="00ED76A1"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sidRPr="003F1CC1">
        <w:rPr>
          <w:rFonts w:ascii="Nokia Standard Light" w:hAnsi="Nokia Standard Light"/>
          <w:sz w:val="16"/>
          <w:szCs w:val="16"/>
        </w:rPr>
        <w:t xml:space="preserve">public: </w:t>
      </w:r>
    </w:p>
    <w:p w:rsidR="00ED76A1" w:rsidRPr="003F1CC1" w:rsidRDefault="007731F8"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static CDomainMemberTask* NewLC ();</w:t>
      </w:r>
    </w:p>
    <w:p w:rsidR="00ED76A1" w:rsidRPr="003F1CC1" w:rsidRDefault="007731F8"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~CDomainMemberTask ();</w:t>
      </w:r>
    </w:p>
    <w:p w:rsidR="00ED76A1" w:rsidRPr="003F1CC1" w:rsidRDefault="007731F8"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void BeginTask (TInt aRepeat, TInt aInterval, CDomainMemberKeepAlive* aDomainMemberKeepAlive);</w:t>
      </w:r>
    </w:p>
    <w:p w:rsidR="00ED76A1" w:rsidRPr="003F1CC1" w:rsidRDefault="007731F8"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void CompleteTask ();</w:t>
      </w:r>
    </w:p>
    <w:p w:rsidR="00ED76A1" w:rsidRPr="003F1CC1" w:rsidRDefault="007731F8"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void RunL ();</w:t>
      </w:r>
    </w:p>
    <w:p w:rsidR="00ED76A1" w:rsidRPr="003F1CC1" w:rsidRDefault="00ED76A1"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sidRPr="003F1CC1">
        <w:rPr>
          <w:rFonts w:ascii="Nokia Standard Light" w:hAnsi="Nokia Standard Light"/>
          <w:sz w:val="16"/>
          <w:szCs w:val="16"/>
        </w:rPr>
        <w:t>private:</w:t>
      </w:r>
    </w:p>
    <w:p w:rsidR="00ED76A1" w:rsidRPr="003F1CC1" w:rsidRDefault="007731F8"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CDomainMemberTask ();</w:t>
      </w:r>
    </w:p>
    <w:p w:rsidR="00ED76A1" w:rsidRPr="003F1CC1" w:rsidRDefault="00ED76A1"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sidRPr="003F1CC1">
        <w:rPr>
          <w:rFonts w:ascii="Nokia Standard Light" w:hAnsi="Nokia Standard Light"/>
          <w:sz w:val="16"/>
          <w:szCs w:val="16"/>
        </w:rPr>
        <w:t>private:</w:t>
      </w:r>
    </w:p>
    <w:p w:rsidR="00ED76A1" w:rsidRPr="003F1CC1" w:rsidRDefault="007731F8"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TInt iRepeatCount;</w:t>
      </w:r>
    </w:p>
    <w:p w:rsidR="00ED76A1" w:rsidRPr="003F1CC1" w:rsidRDefault="007731F8"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TInt iInterval;</w:t>
      </w:r>
      <w:r w:rsidR="00ED76A1" w:rsidRPr="003F1CC1">
        <w:rPr>
          <w:rFonts w:ascii="Nokia Standard Light" w:hAnsi="Nokia Standard Light"/>
          <w:sz w:val="16"/>
          <w:szCs w:val="16"/>
        </w:rPr>
        <w:tab/>
      </w:r>
    </w:p>
    <w:p w:rsidR="00ED76A1" w:rsidRPr="003F1CC1" w:rsidRDefault="007731F8" w:rsidP="00ED76A1">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CDomainMemberKeepAlive* iDomainMemberKeepAlive;</w:t>
      </w:r>
    </w:p>
    <w:p w:rsidR="00ED76A1" w:rsidRPr="003F1CC1" w:rsidRDefault="007731F8" w:rsidP="007731F8">
      <w:pPr>
        <w:pBdr>
          <w:top w:val="single" w:sz="8" w:space="1" w:color="BFBFBF"/>
          <w:left w:val="single" w:sz="8" w:space="4" w:color="BFBFBF"/>
          <w:bottom w:val="single" w:sz="8" w:space="1" w:color="BFBFBF"/>
          <w:right w:val="single" w:sz="8" w:space="4" w:color="BFBFBF"/>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w:t>
      </w:r>
    </w:p>
    <w:p w:rsidR="00ED76A1" w:rsidRDefault="00ED76A1" w:rsidP="00ED76A1"/>
    <w:p w:rsidR="00ED76A1" w:rsidRDefault="00ED76A1" w:rsidP="00ED76A1">
      <w:pPr>
        <w:rPr>
          <w:rFonts w:cs="Arial"/>
        </w:rPr>
      </w:pPr>
      <w:r>
        <w:t xml:space="preserve">An example of a class derived from </w:t>
      </w:r>
      <w:r w:rsidRPr="00552387">
        <w:rPr>
          <w:rFonts w:ascii="Lucida Console" w:hAnsi="Lucida Console" w:cs="Arial"/>
          <w:sz w:val="16"/>
          <w:szCs w:val="16"/>
        </w:rPr>
        <w:t>CDmDomainKeepAlive</w:t>
      </w:r>
      <w:r>
        <w:rPr>
          <w:rFonts w:cs="Arial"/>
        </w:rPr>
        <w:t xml:space="preserve"> is shown below.</w:t>
      </w:r>
    </w:p>
    <w:p w:rsidR="00E27C7E" w:rsidRDefault="00E27C7E" w:rsidP="00ED76A1">
      <w:pPr>
        <w:rPr>
          <w:rFonts w:cs="Arial"/>
        </w:rPr>
      </w:pPr>
    </w:p>
    <w:p w:rsidR="00ED76A1" w:rsidRPr="003F1CC1" w:rsidRDefault="00ED76A1"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sidRPr="003F1CC1">
        <w:rPr>
          <w:rFonts w:ascii="Nokia Standard Light" w:hAnsi="Nokia Standard Light" w:cs="Arial"/>
          <w:sz w:val="16"/>
          <w:szCs w:val="16"/>
        </w:rPr>
        <w:t>//Forward declaration of CDomainMemberTask</w:t>
      </w:r>
    </w:p>
    <w:p w:rsidR="00ED76A1" w:rsidRPr="003F1CC1" w:rsidRDefault="00ED76A1"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sidRPr="003F1CC1">
        <w:rPr>
          <w:rFonts w:ascii="Nokia Standard Light" w:hAnsi="Nokia Standard Light" w:cs="Arial"/>
          <w:sz w:val="16"/>
          <w:szCs w:val="16"/>
        </w:rPr>
        <w:t>class CDomainMemberTask;</w:t>
      </w:r>
    </w:p>
    <w:p w:rsidR="00ED76A1" w:rsidRPr="003F1CC1" w:rsidRDefault="00ED76A1"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p>
    <w:p w:rsidR="00ED76A1" w:rsidRPr="003F1CC1" w:rsidRDefault="00ED76A1"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sidRPr="003F1CC1">
        <w:rPr>
          <w:rFonts w:ascii="Nokia Standard Light" w:hAnsi="Nokia Standard Light" w:cs="Arial"/>
          <w:sz w:val="16"/>
          <w:szCs w:val="16"/>
        </w:rPr>
        <w:t>/////////////////////////////////////////////////////////////////////////////</w:t>
      </w:r>
      <w:r>
        <w:rPr>
          <w:rFonts w:ascii="Nokia Standard Light" w:hAnsi="Nokia Standard Light" w:cs="Arial"/>
          <w:sz w:val="16"/>
          <w:szCs w:val="16"/>
        </w:rPr>
        <w:t>/////////////</w:t>
      </w:r>
    </w:p>
    <w:p w:rsidR="00ED76A1" w:rsidRPr="003F1CC1" w:rsidRDefault="00ED76A1"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sidRPr="003F1CC1">
        <w:rPr>
          <w:rFonts w:ascii="Nokia Standard Light" w:hAnsi="Nokia Standard Light" w:cs="Arial"/>
          <w:sz w:val="16"/>
          <w:szCs w:val="16"/>
        </w:rPr>
        <w:t>//</w:t>
      </w:r>
    </w:p>
    <w:p w:rsidR="00ED76A1" w:rsidRPr="003F1CC1" w:rsidRDefault="00ED76A1"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sidRPr="003F1CC1">
        <w:rPr>
          <w:rFonts w:ascii="Nokia Standard Light" w:hAnsi="Nokia Standard Light" w:cs="Arial"/>
          <w:sz w:val="16"/>
          <w:szCs w:val="16"/>
        </w:rPr>
        <w:t>//   CDomainMemberKeepAlive</w:t>
      </w:r>
    </w:p>
    <w:p w:rsidR="00ED76A1" w:rsidRPr="003F1CC1" w:rsidRDefault="00ED76A1"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sidRPr="003F1CC1">
        <w:rPr>
          <w:rFonts w:ascii="Nokia Standard Light" w:hAnsi="Nokia Standard Light" w:cs="Arial"/>
          <w:sz w:val="16"/>
          <w:szCs w:val="16"/>
        </w:rPr>
        <w:t>//</w:t>
      </w:r>
    </w:p>
    <w:p w:rsidR="00ED76A1" w:rsidRPr="003F1CC1" w:rsidRDefault="00ED76A1"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sidRPr="003F1CC1">
        <w:rPr>
          <w:rFonts w:ascii="Nokia Standard Light" w:hAnsi="Nokia Standard Light" w:cs="Arial"/>
          <w:sz w:val="16"/>
          <w:szCs w:val="16"/>
        </w:rPr>
        <w:t>//   This class is derived from CDmDomainKeepAlive. CDomainMemberKeepAlive</w:t>
      </w:r>
    </w:p>
    <w:p w:rsidR="00ED76A1" w:rsidRPr="003F1CC1" w:rsidRDefault="00ED76A1"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sidRPr="003F1CC1">
        <w:rPr>
          <w:rFonts w:ascii="Nokia Standard Light" w:hAnsi="Nokia Standard Light" w:cs="Arial"/>
          <w:sz w:val="16"/>
          <w:szCs w:val="16"/>
        </w:rPr>
        <w:t>//   represents a Domain Member and uses CDmDomainKeepAlive interface for</w:t>
      </w:r>
    </w:p>
    <w:p w:rsidR="00ED76A1" w:rsidRPr="003F1CC1" w:rsidRDefault="00ED76A1"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sidRPr="003F1CC1">
        <w:rPr>
          <w:rFonts w:ascii="Nokia Standard Light" w:hAnsi="Nokia Standard Light" w:cs="Arial"/>
          <w:sz w:val="16"/>
          <w:szCs w:val="16"/>
        </w:rPr>
        <w:t>//   deferring transition requests.</w:t>
      </w:r>
    </w:p>
    <w:p w:rsidR="00ED76A1" w:rsidRPr="003F1CC1" w:rsidRDefault="00ED76A1"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sidRPr="003F1CC1">
        <w:rPr>
          <w:rFonts w:ascii="Nokia Standard Light" w:hAnsi="Nokia Standard Light" w:cs="Arial"/>
          <w:sz w:val="16"/>
          <w:szCs w:val="16"/>
        </w:rPr>
        <w:t>/////////////////////////////////////</w:t>
      </w:r>
      <w:r>
        <w:rPr>
          <w:rFonts w:ascii="Nokia Standard Light" w:hAnsi="Nokia Standard Light" w:cs="Arial"/>
          <w:sz w:val="16"/>
          <w:szCs w:val="16"/>
        </w:rPr>
        <w:t>///////////////////////////////</w:t>
      </w:r>
      <w:r w:rsidRPr="003F1CC1">
        <w:rPr>
          <w:rFonts w:ascii="Nokia Standard Light" w:hAnsi="Nokia Standard Light" w:cs="Arial"/>
          <w:sz w:val="16"/>
          <w:szCs w:val="16"/>
        </w:rPr>
        <w:t>/////</w:t>
      </w:r>
      <w:r>
        <w:rPr>
          <w:rFonts w:ascii="Nokia Standard Light" w:hAnsi="Nokia Standard Light" w:cs="Arial"/>
          <w:sz w:val="16"/>
          <w:szCs w:val="16"/>
        </w:rPr>
        <w:t>////////////////</w:t>
      </w:r>
    </w:p>
    <w:p w:rsidR="00ED76A1" w:rsidRPr="003F1CC1" w:rsidRDefault="00ED76A1"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sidRPr="003F1CC1">
        <w:rPr>
          <w:rFonts w:ascii="Nokia Standard Light" w:hAnsi="Nokia Standard Light" w:cs="Arial"/>
          <w:sz w:val="16"/>
          <w:szCs w:val="16"/>
        </w:rPr>
        <w:t>class CDomainMemberKeepAlive: public CDmDomainKeepAlive</w:t>
      </w:r>
      <w:r w:rsidRPr="003F1CC1">
        <w:rPr>
          <w:rFonts w:ascii="Nokia Standard Light" w:hAnsi="Nokia Standard Light" w:cs="Arial"/>
          <w:sz w:val="16"/>
          <w:szCs w:val="16"/>
        </w:rPr>
        <w:tab/>
      </w:r>
    </w:p>
    <w:p w:rsidR="00ED76A1" w:rsidRPr="003F1CC1" w:rsidRDefault="007731F8"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Pr>
          <w:rFonts w:ascii="Nokia Standard Light" w:hAnsi="Nokia Standard Light" w:cs="Arial"/>
          <w:sz w:val="16"/>
          <w:szCs w:val="16"/>
        </w:rPr>
        <w:t xml:space="preserve">          </w:t>
      </w:r>
      <w:r w:rsidR="00ED76A1" w:rsidRPr="003F1CC1">
        <w:rPr>
          <w:rFonts w:ascii="Nokia Standard Light" w:hAnsi="Nokia Standard Light" w:cs="Arial"/>
          <w:sz w:val="16"/>
          <w:szCs w:val="16"/>
        </w:rPr>
        <w:t>{</w:t>
      </w:r>
    </w:p>
    <w:p w:rsidR="00ED76A1" w:rsidRPr="003F1CC1" w:rsidRDefault="00ED76A1"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sidRPr="003F1CC1">
        <w:rPr>
          <w:rFonts w:ascii="Nokia Standard Light" w:hAnsi="Nokia Standard Light" w:cs="Arial"/>
          <w:sz w:val="16"/>
          <w:szCs w:val="16"/>
        </w:rPr>
        <w:t>public:</w:t>
      </w:r>
    </w:p>
    <w:p w:rsidR="00ED76A1" w:rsidRPr="003F1CC1" w:rsidRDefault="007731F8"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Pr>
          <w:rFonts w:ascii="Nokia Standard Light" w:hAnsi="Nokia Standard Light" w:cs="Arial"/>
          <w:sz w:val="16"/>
          <w:szCs w:val="16"/>
        </w:rPr>
        <w:t xml:space="preserve">           </w:t>
      </w:r>
      <w:r w:rsidR="00ED76A1" w:rsidRPr="003F1CC1">
        <w:rPr>
          <w:rFonts w:ascii="Nokia Standard Light" w:hAnsi="Nokia Standard Light" w:cs="Arial"/>
          <w:sz w:val="16"/>
          <w:szCs w:val="16"/>
        </w:rPr>
        <w:t>static CDomainMemberKeepAlive* NewL (TDmHierarchyId aHierarchy, TDmDomainId aId);</w:t>
      </w:r>
    </w:p>
    <w:p w:rsidR="00ED76A1" w:rsidRPr="003F1CC1" w:rsidRDefault="007731F8"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Pr>
          <w:rFonts w:ascii="Nokia Standard Light" w:hAnsi="Nokia Standard Light" w:cs="Arial"/>
          <w:sz w:val="16"/>
          <w:szCs w:val="16"/>
        </w:rPr>
        <w:t xml:space="preserve">           </w:t>
      </w:r>
      <w:r w:rsidR="00ED76A1" w:rsidRPr="003F1CC1">
        <w:rPr>
          <w:rFonts w:ascii="Nokia Standard Light" w:hAnsi="Nokia Standard Light" w:cs="Arial"/>
          <w:sz w:val="16"/>
          <w:szCs w:val="16"/>
        </w:rPr>
        <w:t>~CDomainMemberKeepAlive ();</w:t>
      </w:r>
    </w:p>
    <w:p w:rsidR="00ED76A1" w:rsidRPr="003F1CC1" w:rsidRDefault="007731F8"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Pr>
          <w:rFonts w:ascii="Nokia Standard Light" w:hAnsi="Nokia Standard Light" w:cs="Arial"/>
          <w:sz w:val="16"/>
          <w:szCs w:val="16"/>
        </w:rPr>
        <w:t xml:space="preserve">           </w:t>
      </w:r>
      <w:r w:rsidR="00ED76A1" w:rsidRPr="003F1CC1">
        <w:rPr>
          <w:rFonts w:ascii="Nokia Standard Light" w:hAnsi="Nokia Standard Light" w:cs="Arial"/>
          <w:sz w:val="16"/>
          <w:szCs w:val="16"/>
        </w:rPr>
        <w:t>void HandleTransitionL ();</w:t>
      </w:r>
    </w:p>
    <w:p w:rsidR="00ED76A1" w:rsidRPr="003F1CC1" w:rsidRDefault="007731F8"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Pr>
          <w:rFonts w:ascii="Nokia Standard Light" w:hAnsi="Nokia Standard Light" w:cs="Arial"/>
          <w:sz w:val="16"/>
          <w:szCs w:val="16"/>
        </w:rPr>
        <w:t xml:space="preserve">           </w:t>
      </w:r>
      <w:r w:rsidR="00ED76A1" w:rsidRPr="003F1CC1">
        <w:rPr>
          <w:rFonts w:ascii="Nokia Standard Light" w:hAnsi="Nokia Standard Light" w:cs="Arial"/>
          <w:sz w:val="16"/>
          <w:szCs w:val="16"/>
        </w:rPr>
        <w:t>void DoTaskL ();</w:t>
      </w:r>
      <w:r w:rsidR="00ED76A1">
        <w:rPr>
          <w:rFonts w:ascii="Nokia Standard Light" w:hAnsi="Nokia Standard Light" w:cs="Arial"/>
          <w:sz w:val="16"/>
          <w:szCs w:val="16"/>
        </w:rPr>
        <w:t xml:space="preserve"> //A method used </w:t>
      </w:r>
      <w:r w:rsidR="00ED76A1" w:rsidRPr="003F1CC1">
        <w:rPr>
          <w:rFonts w:ascii="Nokia Standard Light" w:hAnsi="Nokia Standard Light" w:cs="Arial"/>
          <w:sz w:val="16"/>
          <w:szCs w:val="16"/>
        </w:rPr>
        <w:t>to simulate the execution of a task</w:t>
      </w:r>
    </w:p>
    <w:p w:rsidR="00ED76A1" w:rsidRPr="003F1CC1" w:rsidRDefault="00ED76A1"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sidRPr="003F1CC1">
        <w:rPr>
          <w:rFonts w:ascii="Nokia Standard Light" w:hAnsi="Nokia Standard Light" w:cs="Arial"/>
          <w:sz w:val="16"/>
          <w:szCs w:val="16"/>
        </w:rPr>
        <w:t>private:</w:t>
      </w:r>
    </w:p>
    <w:p w:rsidR="00ED76A1" w:rsidRPr="003F1CC1" w:rsidRDefault="007731F8"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Pr>
          <w:rFonts w:ascii="Nokia Standard Light" w:hAnsi="Nokia Standard Light" w:cs="Arial"/>
          <w:sz w:val="16"/>
          <w:szCs w:val="16"/>
        </w:rPr>
        <w:t xml:space="preserve">           </w:t>
      </w:r>
      <w:r w:rsidR="00ED76A1" w:rsidRPr="003F1CC1">
        <w:rPr>
          <w:rFonts w:ascii="Nokia Standard Light" w:hAnsi="Nokia Standard Light" w:cs="Arial"/>
          <w:sz w:val="16"/>
          <w:szCs w:val="16"/>
        </w:rPr>
        <w:t>CDomainMemberKeepAlive (TDmHierarchyId aHierarchy, TDmDomainId aId);</w:t>
      </w:r>
    </w:p>
    <w:p w:rsidR="00ED76A1" w:rsidRPr="003F1CC1" w:rsidRDefault="00ED76A1"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sidRPr="003F1CC1">
        <w:rPr>
          <w:rFonts w:ascii="Nokia Standard Light" w:hAnsi="Nokia Standard Light" w:cs="Arial"/>
          <w:sz w:val="16"/>
          <w:szCs w:val="16"/>
        </w:rPr>
        <w:t>private:</w:t>
      </w:r>
    </w:p>
    <w:p w:rsidR="00ED76A1" w:rsidRPr="003F1CC1" w:rsidRDefault="007731F8"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Pr>
          <w:rFonts w:ascii="Nokia Standard Light" w:hAnsi="Nokia Standard Light" w:cs="Arial"/>
          <w:sz w:val="16"/>
          <w:szCs w:val="16"/>
        </w:rPr>
        <w:t xml:space="preserve">           </w:t>
      </w:r>
      <w:r w:rsidR="00ED76A1" w:rsidRPr="003F1CC1">
        <w:rPr>
          <w:rFonts w:ascii="Nokia Standard Light" w:hAnsi="Nokia Standard Light" w:cs="Arial"/>
          <w:sz w:val="16"/>
          <w:szCs w:val="16"/>
        </w:rPr>
        <w:t>TDmHierarchyId</w:t>
      </w:r>
      <w:r w:rsidR="00ED76A1">
        <w:rPr>
          <w:rFonts w:ascii="Nokia Standard Light" w:hAnsi="Nokia Standard Light" w:cs="Arial"/>
          <w:sz w:val="16"/>
          <w:szCs w:val="16"/>
        </w:rPr>
        <w:t xml:space="preserve"> </w:t>
      </w:r>
      <w:r w:rsidR="00ED76A1" w:rsidRPr="003F1CC1">
        <w:rPr>
          <w:rFonts w:ascii="Nokia Standard Light" w:hAnsi="Nokia Standard Light" w:cs="Arial"/>
          <w:sz w:val="16"/>
          <w:szCs w:val="16"/>
        </w:rPr>
        <w:t>iHierarchy;</w:t>
      </w:r>
    </w:p>
    <w:p w:rsidR="00ED76A1" w:rsidRPr="003F1CC1" w:rsidRDefault="007731F8"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Pr>
          <w:rFonts w:ascii="Nokia Standard Light" w:hAnsi="Nokia Standard Light" w:cs="Arial"/>
          <w:sz w:val="16"/>
          <w:szCs w:val="16"/>
        </w:rPr>
        <w:t xml:space="preserve">           </w:t>
      </w:r>
      <w:r w:rsidR="00ED76A1" w:rsidRPr="003F1CC1">
        <w:rPr>
          <w:rFonts w:ascii="Nokia Standard Light" w:hAnsi="Nokia Standard Light" w:cs="Arial"/>
          <w:sz w:val="16"/>
          <w:szCs w:val="16"/>
        </w:rPr>
        <w:t>TDmD</w:t>
      </w:r>
      <w:r w:rsidR="00ED76A1">
        <w:rPr>
          <w:rFonts w:ascii="Nokia Standard Light" w:hAnsi="Nokia Standard Light" w:cs="Arial"/>
          <w:sz w:val="16"/>
          <w:szCs w:val="16"/>
        </w:rPr>
        <w:t xml:space="preserve">omainId </w:t>
      </w:r>
      <w:r w:rsidR="00ED76A1" w:rsidRPr="003F1CC1">
        <w:rPr>
          <w:rFonts w:ascii="Nokia Standard Light" w:hAnsi="Nokia Standard Light" w:cs="Arial"/>
          <w:sz w:val="16"/>
          <w:szCs w:val="16"/>
        </w:rPr>
        <w:t>iId;</w:t>
      </w:r>
    </w:p>
    <w:p w:rsidR="00ED76A1" w:rsidRPr="003F1CC1" w:rsidRDefault="007731F8"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Pr>
          <w:rFonts w:ascii="Nokia Standard Light" w:hAnsi="Nokia Standard Light" w:cs="Arial"/>
          <w:sz w:val="16"/>
          <w:szCs w:val="16"/>
        </w:rPr>
        <w:t xml:space="preserve">           </w:t>
      </w:r>
      <w:r w:rsidR="00ED76A1" w:rsidRPr="003F1CC1">
        <w:rPr>
          <w:rFonts w:ascii="Nokia Standard Light" w:hAnsi="Nokia Standard Light" w:cs="Arial"/>
          <w:sz w:val="16"/>
          <w:szCs w:val="16"/>
        </w:rPr>
        <w:t>CDomainMemberTask*</w:t>
      </w:r>
      <w:r w:rsidR="00ED76A1">
        <w:rPr>
          <w:rFonts w:ascii="Nokia Standard Light" w:hAnsi="Nokia Standard Light" w:cs="Arial"/>
          <w:sz w:val="16"/>
          <w:szCs w:val="16"/>
        </w:rPr>
        <w:t xml:space="preserve">  </w:t>
      </w:r>
      <w:r w:rsidR="00ED76A1" w:rsidRPr="003F1CC1">
        <w:rPr>
          <w:rFonts w:ascii="Nokia Standard Light" w:hAnsi="Nokia Standard Light" w:cs="Arial"/>
          <w:sz w:val="16"/>
          <w:szCs w:val="16"/>
        </w:rPr>
        <w:t>iMemberTask;</w:t>
      </w:r>
      <w:r w:rsidR="00ED76A1">
        <w:rPr>
          <w:rFonts w:ascii="Nokia Standard Light" w:hAnsi="Nokia Standard Light" w:cs="Arial"/>
          <w:sz w:val="16"/>
          <w:szCs w:val="16"/>
        </w:rPr>
        <w:t xml:space="preserve">    </w:t>
      </w:r>
      <w:r w:rsidR="00ED76A1" w:rsidRPr="003F1CC1">
        <w:rPr>
          <w:rFonts w:ascii="Nokia Standard Light" w:hAnsi="Nokia Standard Light" w:cs="Arial"/>
          <w:sz w:val="16"/>
          <w:szCs w:val="16"/>
        </w:rPr>
        <w:t>//</w:t>
      </w:r>
      <w:r w:rsidR="00ED76A1">
        <w:rPr>
          <w:rFonts w:ascii="Nokia Standard Light" w:hAnsi="Nokia Standard Light" w:cs="Arial"/>
          <w:sz w:val="16"/>
          <w:szCs w:val="16"/>
        </w:rPr>
        <w:t xml:space="preserve"> </w:t>
      </w:r>
      <w:r w:rsidR="00ED76A1" w:rsidRPr="003F1CC1">
        <w:rPr>
          <w:rFonts w:ascii="Nokia Standard Light" w:hAnsi="Nokia Standard Light" w:cs="Arial"/>
          <w:sz w:val="16"/>
          <w:szCs w:val="16"/>
        </w:rPr>
        <w:t>Pointer to the class which handles execution of a task</w:t>
      </w:r>
    </w:p>
    <w:p w:rsidR="00ED76A1" w:rsidRPr="003F1CC1" w:rsidRDefault="007731F8" w:rsidP="00ED76A1">
      <w:pPr>
        <w:pBdr>
          <w:top w:val="single" w:sz="8" w:space="1" w:color="808080"/>
          <w:left w:val="single" w:sz="8" w:space="4" w:color="808080"/>
          <w:bottom w:val="single" w:sz="8" w:space="0" w:color="808080"/>
          <w:right w:val="single" w:sz="8" w:space="4" w:color="808080"/>
        </w:pBdr>
        <w:shd w:val="pct12" w:color="auto" w:fill="auto"/>
        <w:rPr>
          <w:rFonts w:ascii="Nokia Standard Light" w:hAnsi="Nokia Standard Light" w:cs="Arial"/>
          <w:sz w:val="16"/>
          <w:szCs w:val="16"/>
        </w:rPr>
      </w:pPr>
      <w:r>
        <w:rPr>
          <w:rFonts w:ascii="Nokia Standard Light" w:hAnsi="Nokia Standard Light" w:cs="Arial"/>
          <w:sz w:val="16"/>
          <w:szCs w:val="16"/>
        </w:rPr>
        <w:t xml:space="preserve">           </w:t>
      </w:r>
      <w:r w:rsidR="00ED76A1" w:rsidRPr="003F1CC1">
        <w:rPr>
          <w:rFonts w:ascii="Nokia Standard Light" w:hAnsi="Nokia Standard Light" w:cs="Arial"/>
          <w:sz w:val="16"/>
          <w:szCs w:val="16"/>
        </w:rPr>
        <w:t>};</w:t>
      </w:r>
    </w:p>
    <w:p w:rsidR="00ED76A1" w:rsidRPr="00D51CA9" w:rsidRDefault="00ED76A1" w:rsidP="00ED76A1"/>
    <w:p w:rsidR="00ED76A1" w:rsidRDefault="00ED76A1" w:rsidP="00ED76A1">
      <w:pPr>
        <w:pStyle w:val="Heading4"/>
        <w:keepLines w:val="0"/>
        <w:tabs>
          <w:tab w:val="num" w:pos="864"/>
        </w:tabs>
        <w:spacing w:before="120" w:after="120"/>
        <w:ind w:left="864" w:hanging="864"/>
      </w:pPr>
      <w:bookmarkStart w:id="46" w:name="_Toc273547762"/>
      <w:bookmarkStart w:id="47" w:name="_Toc273964142"/>
      <w:r>
        <w:t>Construction</w:t>
      </w:r>
      <w:bookmarkEnd w:id="46"/>
      <w:bookmarkEnd w:id="47"/>
    </w:p>
    <w:p w:rsidR="00ED76A1" w:rsidRDefault="00ED76A1" w:rsidP="00ED76A1">
      <w:pPr>
        <w:rPr>
          <w:rFonts w:cs="Arial"/>
          <w:color w:val="000000"/>
        </w:rPr>
      </w:pPr>
      <w:r>
        <w:t xml:space="preserve">The code below shows the implementation of the </w:t>
      </w:r>
      <w:r>
        <w:rPr>
          <w:rFonts w:cs="Arial"/>
        </w:rPr>
        <w:t xml:space="preserve">method </w:t>
      </w:r>
      <w:r w:rsidRPr="003806B8">
        <w:rPr>
          <w:rFonts w:ascii="Lucida Console" w:hAnsi="Lucida Console"/>
          <w:sz w:val="16"/>
          <w:szCs w:val="16"/>
        </w:rPr>
        <w:t>NewL()</w:t>
      </w:r>
      <w:r>
        <w:t xml:space="preserve"> in</w:t>
      </w:r>
      <w:r>
        <w:rPr>
          <w:rFonts w:cs="Arial"/>
        </w:rPr>
        <w:t xml:space="preserve"> </w:t>
      </w:r>
      <w:r w:rsidRPr="00050EAD">
        <w:rPr>
          <w:rFonts w:ascii="Lucida Console" w:hAnsi="Lucida Console" w:cs="Arial"/>
          <w:sz w:val="16"/>
          <w:szCs w:val="16"/>
        </w:rPr>
        <w:t>CDomainMemberKeepAlive</w:t>
      </w:r>
      <w:r>
        <w:rPr>
          <w:rFonts w:ascii="Lucida Console" w:hAnsi="Lucida Console" w:cs="Arial"/>
          <w:sz w:val="16"/>
          <w:szCs w:val="16"/>
        </w:rPr>
        <w:t xml:space="preserve"> c</w:t>
      </w:r>
      <w:r w:rsidRPr="008B5DDE">
        <w:rPr>
          <w:rFonts w:cs="Arial"/>
        </w:rPr>
        <w:t>lass</w:t>
      </w:r>
      <w:r>
        <w:rPr>
          <w:rFonts w:ascii="Lucida Console" w:hAnsi="Lucida Console"/>
          <w:sz w:val="16"/>
          <w:szCs w:val="16"/>
        </w:rPr>
        <w:t xml:space="preserve">. </w:t>
      </w:r>
      <w:r w:rsidRPr="00552387">
        <w:rPr>
          <w:rFonts w:cs="Arial"/>
        </w:rPr>
        <w:t>Here, the</w:t>
      </w:r>
      <w:r>
        <w:rPr>
          <w:rFonts w:cs="Arial"/>
          <w:color w:val="000000"/>
        </w:rPr>
        <w:t xml:space="preserve"> </w:t>
      </w:r>
      <w:r w:rsidRPr="00CD60F2">
        <w:rPr>
          <w:rFonts w:ascii="Lucida Console" w:hAnsi="Lucida Console" w:cs="Arial"/>
          <w:color w:val="000000"/>
          <w:sz w:val="16"/>
          <w:szCs w:val="16"/>
        </w:rPr>
        <w:t>Con</w:t>
      </w:r>
      <w:r>
        <w:rPr>
          <w:rFonts w:ascii="Lucida Console" w:hAnsi="Lucida Console" w:cs="Arial"/>
          <w:color w:val="000000"/>
          <w:sz w:val="16"/>
          <w:szCs w:val="16"/>
        </w:rPr>
        <w:t>s</w:t>
      </w:r>
      <w:r w:rsidRPr="00CD60F2">
        <w:rPr>
          <w:rFonts w:ascii="Lucida Console" w:hAnsi="Lucida Console" w:cs="Arial"/>
          <w:color w:val="000000"/>
          <w:sz w:val="16"/>
          <w:szCs w:val="16"/>
        </w:rPr>
        <w:t>tructL()</w:t>
      </w:r>
      <w:r>
        <w:rPr>
          <w:rFonts w:cs="Arial"/>
          <w:color w:val="000000"/>
        </w:rPr>
        <w:t xml:space="preserve"> method is invoked and a r</w:t>
      </w:r>
      <w:r w:rsidRPr="00CD60F2">
        <w:rPr>
          <w:rFonts w:cs="Arial"/>
          <w:color w:val="000000"/>
        </w:rPr>
        <w:t>equest</w:t>
      </w:r>
      <w:r>
        <w:rPr>
          <w:rFonts w:cs="Arial"/>
          <w:color w:val="000000"/>
        </w:rPr>
        <w:t xml:space="preserve"> for t</w:t>
      </w:r>
      <w:r w:rsidRPr="00CD60F2">
        <w:rPr>
          <w:rFonts w:cs="Arial"/>
          <w:color w:val="000000"/>
        </w:rPr>
        <w:t>ransition</w:t>
      </w:r>
      <w:r>
        <w:rPr>
          <w:rFonts w:cs="Arial"/>
          <w:color w:val="000000"/>
        </w:rPr>
        <w:t xml:space="preserve"> n</w:t>
      </w:r>
      <w:r w:rsidRPr="00CD60F2">
        <w:rPr>
          <w:rFonts w:cs="Arial"/>
          <w:color w:val="000000"/>
        </w:rPr>
        <w:t>otification</w:t>
      </w:r>
      <w:r>
        <w:rPr>
          <w:rFonts w:cs="Arial"/>
          <w:color w:val="000000"/>
        </w:rPr>
        <w:t>s is made.</w:t>
      </w:r>
    </w:p>
    <w:p w:rsidR="00E27C7E" w:rsidRDefault="00E27C7E" w:rsidP="00ED76A1">
      <w:pPr>
        <w:rPr>
          <w:rFonts w:cs="Arial"/>
          <w:color w:val="000000"/>
        </w:rPr>
      </w:pPr>
    </w:p>
    <w:p w:rsidR="00ED76A1" w:rsidRPr="003F1CC1" w:rsidRDefault="00ED76A1"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sidRPr="003F1CC1">
        <w:rPr>
          <w:rFonts w:ascii="Nokia Standard Light" w:hAnsi="Nokia Standard Light"/>
          <w:sz w:val="16"/>
          <w:szCs w:val="16"/>
        </w:rPr>
        <w:t>// Standard 2-Phase Construction</w:t>
      </w:r>
    </w:p>
    <w:p w:rsidR="00ED76A1" w:rsidRPr="003F1CC1" w:rsidRDefault="00ED76A1"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sidRPr="003F1CC1">
        <w:rPr>
          <w:rFonts w:ascii="Nokia Standard Light" w:hAnsi="Nokia Standard Light"/>
          <w:sz w:val="16"/>
          <w:szCs w:val="16"/>
        </w:rPr>
        <w:t>CDomainMemberKeepAlive* CDomainMemberKeepAlive::NewL (TDmHierarchyId aHierarchy, TDmDomainId aId)</w:t>
      </w:r>
    </w:p>
    <w:p w:rsidR="00ED76A1" w:rsidRPr="003F1CC1" w:rsidRDefault="007731F8"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w:t>
      </w:r>
    </w:p>
    <w:p w:rsidR="00ED76A1" w:rsidRPr="003F1CC1" w:rsidRDefault="007731F8"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CDomainMemberKeepAlive* self=new (ELeave) CDomainMemberKeepAlive (aHierarchy, aId);</w:t>
      </w:r>
    </w:p>
    <w:p w:rsidR="00ED76A1" w:rsidRPr="003F1CC1" w:rsidRDefault="007731F8"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CleanupStack::PushL (self);</w:t>
      </w:r>
    </w:p>
    <w:p w:rsidR="00ED76A1" w:rsidRPr="003F1CC1" w:rsidRDefault="007731F8"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self-&gt;ConstructL ();</w:t>
      </w:r>
    </w:p>
    <w:p w:rsidR="00ED76A1" w:rsidRPr="003F1CC1" w:rsidRDefault="007731F8"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self-&gt;RequestTransitionNotification ();</w:t>
      </w:r>
    </w:p>
    <w:p w:rsidR="00ED76A1" w:rsidRPr="003F1CC1" w:rsidRDefault="007731F8"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CleanupStack::Pop ();</w:t>
      </w:r>
    </w:p>
    <w:p w:rsidR="00ED76A1" w:rsidRPr="003F1CC1" w:rsidRDefault="007731F8"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return self;</w:t>
      </w:r>
    </w:p>
    <w:p w:rsidR="00ED76A1" w:rsidRPr="003F1CC1" w:rsidRDefault="007731F8"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 xml:space="preserve">} </w:t>
      </w:r>
    </w:p>
    <w:p w:rsidR="007731F8" w:rsidRDefault="007731F8" w:rsidP="007731F8">
      <w:pPr>
        <w:pStyle w:val="Heading4"/>
        <w:keepLines w:val="0"/>
        <w:numPr>
          <w:ilvl w:val="0"/>
          <w:numId w:val="0"/>
        </w:numPr>
        <w:spacing w:before="120" w:after="120"/>
        <w:ind w:left="864"/>
      </w:pPr>
      <w:bookmarkStart w:id="48" w:name="_Toc273547763"/>
    </w:p>
    <w:p w:rsidR="00ED76A1" w:rsidRDefault="00ED76A1" w:rsidP="00ED76A1">
      <w:pPr>
        <w:pStyle w:val="Heading4"/>
        <w:keepLines w:val="0"/>
        <w:tabs>
          <w:tab w:val="num" w:pos="864"/>
        </w:tabs>
        <w:spacing w:before="120" w:after="120"/>
        <w:ind w:left="864" w:hanging="864"/>
      </w:pPr>
      <w:bookmarkStart w:id="49" w:name="_Toc273964143"/>
      <w:r>
        <w:t>Handling transition notifications</w:t>
      </w:r>
      <w:bookmarkEnd w:id="48"/>
      <w:bookmarkEnd w:id="49"/>
    </w:p>
    <w:p w:rsidR="00ED76A1" w:rsidRDefault="00ED76A1" w:rsidP="00ED76A1">
      <w:pPr>
        <w:shd w:val="clear" w:color="auto" w:fill="FFFFFF"/>
        <w:rPr>
          <w:rFonts w:cs="Arial"/>
        </w:rPr>
      </w:pPr>
      <w:r>
        <w:rPr>
          <w:rFonts w:cs="Arial"/>
        </w:rPr>
        <w:t xml:space="preserve">In the example below, an implementation of </w:t>
      </w:r>
      <w:r w:rsidRPr="00741A20">
        <w:rPr>
          <w:rFonts w:ascii="Lucida Console" w:hAnsi="Lucida Console"/>
          <w:sz w:val="16"/>
          <w:szCs w:val="16"/>
        </w:rPr>
        <w:t>HandleTransitionL</w:t>
      </w:r>
      <w:r>
        <w:rPr>
          <w:rFonts w:ascii="Lucida Console" w:hAnsi="Lucida Console"/>
          <w:sz w:val="16"/>
          <w:szCs w:val="16"/>
        </w:rPr>
        <w:t>()</w:t>
      </w:r>
      <w:r w:rsidRPr="00217365">
        <w:rPr>
          <w:rFonts w:cs="Arial"/>
        </w:rPr>
        <w:t xml:space="preserve"> </w:t>
      </w:r>
      <w:r>
        <w:rPr>
          <w:rFonts w:cs="Arial"/>
        </w:rPr>
        <w:t xml:space="preserve">is shown. On entry into the function a call is made to </w:t>
      </w:r>
      <w:r w:rsidRPr="005763BD">
        <w:rPr>
          <w:rFonts w:ascii="Lucida Console" w:hAnsi="Lucida Console"/>
          <w:sz w:val="16"/>
          <w:szCs w:val="16"/>
        </w:rPr>
        <w:t>CDmDomain::RequestTransitionNotification()</w:t>
      </w:r>
      <w:r>
        <w:rPr>
          <w:rFonts w:ascii="Lucida Console" w:hAnsi="Lucida Console"/>
          <w:sz w:val="16"/>
          <w:szCs w:val="16"/>
        </w:rPr>
        <w:t>.</w:t>
      </w:r>
      <w:r>
        <w:t>This is performed as the member is interested in the next domain transition request.</w:t>
      </w:r>
    </w:p>
    <w:p w:rsidR="00ED76A1" w:rsidRDefault="00ED76A1" w:rsidP="00ED76A1">
      <w:pPr>
        <w:shd w:val="clear" w:color="auto" w:fill="FFFFFF"/>
        <w:rPr>
          <w:rFonts w:cs="Arial"/>
        </w:rPr>
      </w:pPr>
      <w:r>
        <w:rPr>
          <w:rFonts w:cs="Arial"/>
        </w:rPr>
        <w:t xml:space="preserve">The client </w:t>
      </w:r>
      <w:r w:rsidRPr="00217365">
        <w:rPr>
          <w:rFonts w:cs="Arial"/>
        </w:rPr>
        <w:t xml:space="preserve">application </w:t>
      </w:r>
      <w:r>
        <w:rPr>
          <w:rFonts w:cs="Arial"/>
        </w:rPr>
        <w:t xml:space="preserve">then </w:t>
      </w:r>
      <w:r w:rsidRPr="00217365">
        <w:rPr>
          <w:rFonts w:cs="Arial"/>
        </w:rPr>
        <w:t>calls</w:t>
      </w:r>
      <w:r>
        <w:rPr>
          <w:rFonts w:cs="Arial"/>
        </w:rPr>
        <w:t xml:space="preserve"> </w:t>
      </w:r>
      <w:r w:rsidRPr="003D0752">
        <w:rPr>
          <w:rFonts w:cs="Arial"/>
        </w:rPr>
        <w:t xml:space="preserve">the </w:t>
      </w:r>
      <w:r>
        <w:rPr>
          <w:rFonts w:cs="Arial"/>
        </w:rPr>
        <w:t xml:space="preserve">method </w:t>
      </w:r>
      <w:r w:rsidRPr="005763BD">
        <w:rPr>
          <w:rFonts w:ascii="Lucida Console" w:hAnsi="Lucida Console"/>
          <w:sz w:val="16"/>
          <w:szCs w:val="16"/>
        </w:rPr>
        <w:t>CDmDomain::</w:t>
      </w:r>
      <w:r w:rsidRPr="00741A20">
        <w:rPr>
          <w:rFonts w:ascii="Lucida Console" w:hAnsi="Lucida Console"/>
          <w:sz w:val="16"/>
          <w:szCs w:val="16"/>
        </w:rPr>
        <w:t>GetState()</w:t>
      </w:r>
      <w:r>
        <w:rPr>
          <w:rFonts w:ascii="Lucida Console" w:hAnsi="Lucida Console"/>
          <w:sz w:val="16"/>
          <w:szCs w:val="16"/>
        </w:rPr>
        <w:t xml:space="preserve">, </w:t>
      </w:r>
      <w:r>
        <w:rPr>
          <w:rFonts w:cs="Arial"/>
        </w:rPr>
        <w:t xml:space="preserve">this is normally called </w:t>
      </w:r>
      <w:r w:rsidRPr="00217365">
        <w:rPr>
          <w:rFonts w:cs="Arial"/>
        </w:rPr>
        <w:t>after a notification request</w:t>
      </w:r>
      <w:r>
        <w:rPr>
          <w:rFonts w:cs="Arial"/>
        </w:rPr>
        <w:t xml:space="preserve"> </w:t>
      </w:r>
      <w:r w:rsidRPr="00217365">
        <w:rPr>
          <w:rFonts w:cs="Arial"/>
        </w:rPr>
        <w:t>has completed. I</w:t>
      </w:r>
      <w:r>
        <w:rPr>
          <w:rFonts w:cs="Arial"/>
        </w:rPr>
        <w:t>t then performs any application-</w:t>
      </w:r>
      <w:r w:rsidRPr="00217365">
        <w:rPr>
          <w:rFonts w:cs="Arial"/>
        </w:rPr>
        <w:t>dependent action demanded by</w:t>
      </w:r>
      <w:r>
        <w:rPr>
          <w:rFonts w:cs="Arial"/>
        </w:rPr>
        <w:t xml:space="preserve"> </w:t>
      </w:r>
      <w:r w:rsidRPr="00217365">
        <w:rPr>
          <w:rFonts w:cs="Arial"/>
        </w:rPr>
        <w:t>the state, and then acknowledges the state transition.</w:t>
      </w:r>
      <w:r>
        <w:rPr>
          <w:rFonts w:cs="Arial"/>
        </w:rPr>
        <w:t xml:space="preserve"> </w:t>
      </w:r>
    </w:p>
    <w:p w:rsidR="00E27C7E" w:rsidRDefault="00E27C7E" w:rsidP="00ED76A1">
      <w:pPr>
        <w:shd w:val="clear" w:color="auto" w:fill="FFFFFF"/>
        <w:rPr>
          <w:rFonts w:cs="Arial"/>
        </w:rPr>
      </w:pPr>
    </w:p>
    <w:p w:rsidR="00ED76A1" w:rsidRDefault="00ED76A1" w:rsidP="00ED76A1">
      <w:pPr>
        <w:shd w:val="clear" w:color="auto" w:fill="FFFFFF"/>
        <w:rPr>
          <w:rFonts w:cs="Arial"/>
        </w:rPr>
      </w:pPr>
      <w:r>
        <w:rPr>
          <w:rFonts w:cs="Arial"/>
        </w:rPr>
        <w:t xml:space="preserve">In this case, the client makes a call to </w:t>
      </w:r>
      <w:r w:rsidRPr="00F57B79">
        <w:rPr>
          <w:rFonts w:ascii="Lucida Console" w:hAnsi="Lucida Console" w:cs="Arial"/>
          <w:sz w:val="16"/>
          <w:szCs w:val="16"/>
        </w:rPr>
        <w:t>CDomainMemberTask</w:t>
      </w:r>
      <w:r w:rsidRPr="00F57B79">
        <w:rPr>
          <w:rFonts w:ascii="Lucida Console" w:hAnsi="Lucida Console"/>
          <w:sz w:val="16"/>
          <w:szCs w:val="16"/>
        </w:rPr>
        <w:t>::</w:t>
      </w:r>
      <w:r w:rsidRPr="00F57B79">
        <w:rPr>
          <w:rFonts w:ascii="Lucida Console" w:hAnsi="Lucida Console" w:cs="Arial"/>
          <w:sz w:val="16"/>
          <w:szCs w:val="16"/>
        </w:rPr>
        <w:t>DoTaskL()</w:t>
      </w:r>
      <w:r w:rsidRPr="00690EF3">
        <w:rPr>
          <w:rFonts w:cs="Arial"/>
        </w:rPr>
        <w:t xml:space="preserve"> </w:t>
      </w:r>
      <w:r>
        <w:rPr>
          <w:rFonts w:cs="Arial"/>
        </w:rPr>
        <w:t xml:space="preserve">after confirming that </w:t>
      </w:r>
      <w:r w:rsidRPr="007206DD">
        <w:rPr>
          <w:rFonts w:cs="Arial"/>
        </w:rPr>
        <w:t xml:space="preserve">critical shutdown state actions are required. This method then </w:t>
      </w:r>
      <w:r w:rsidRPr="00690EF3">
        <w:rPr>
          <w:rFonts w:cs="Arial"/>
        </w:rPr>
        <w:t>simulates the run</w:t>
      </w:r>
      <w:r>
        <w:rPr>
          <w:rFonts w:cs="Arial"/>
        </w:rPr>
        <w:t>ning</w:t>
      </w:r>
      <w:r w:rsidRPr="00690EF3">
        <w:rPr>
          <w:rFonts w:cs="Arial"/>
        </w:rPr>
        <w:t xml:space="preserve"> of </w:t>
      </w:r>
      <w:r>
        <w:rPr>
          <w:rFonts w:cs="Arial"/>
        </w:rPr>
        <w:t>an</w:t>
      </w:r>
      <w:r w:rsidRPr="00543E2C">
        <w:rPr>
          <w:rFonts w:cs="Arial"/>
        </w:rPr>
        <w:t xml:space="preserve"> asynchronous task</w:t>
      </w:r>
      <w:r w:rsidRPr="00690EF3">
        <w:rPr>
          <w:rFonts w:cs="Arial"/>
        </w:rPr>
        <w:t xml:space="preserve"> which needs to be performed before completing the domain </w:t>
      </w:r>
      <w:r>
        <w:rPr>
          <w:rFonts w:cs="Arial"/>
        </w:rPr>
        <w:t xml:space="preserve">transition </w:t>
      </w:r>
      <w:r w:rsidRPr="00690EF3">
        <w:rPr>
          <w:rFonts w:cs="Arial"/>
        </w:rPr>
        <w:t>request.</w:t>
      </w:r>
      <w:r>
        <w:rPr>
          <w:rFonts w:cs="Arial"/>
        </w:rPr>
        <w:t xml:space="preserve"> </w:t>
      </w:r>
    </w:p>
    <w:p w:rsidR="00E27C7E" w:rsidRDefault="00E27C7E" w:rsidP="00ED76A1">
      <w:pPr>
        <w:shd w:val="clear" w:color="auto" w:fill="FFFFFF"/>
        <w:rPr>
          <w:rFonts w:cs="Arial"/>
        </w:rPr>
      </w:pPr>
    </w:p>
    <w:p w:rsidR="00ED76A1" w:rsidRPr="00F8737C" w:rsidRDefault="00ED76A1" w:rsidP="00ED76A1">
      <w:pPr>
        <w:shd w:val="clear" w:color="auto" w:fill="FFFFFF"/>
        <w:rPr>
          <w:rFonts w:cs="Arial"/>
        </w:rPr>
      </w:pPr>
      <w:r>
        <w:rPr>
          <w:rFonts w:cs="Arial"/>
        </w:rPr>
        <w:t xml:space="preserve">The task performed by </w:t>
      </w:r>
      <w:r w:rsidRPr="00F57B79">
        <w:rPr>
          <w:rFonts w:ascii="Lucida Console" w:hAnsi="Lucida Console" w:cs="Arial"/>
          <w:sz w:val="16"/>
          <w:szCs w:val="16"/>
        </w:rPr>
        <w:t>CDomainMemberTask</w:t>
      </w:r>
      <w:r w:rsidRPr="00F57B79">
        <w:rPr>
          <w:rFonts w:ascii="Lucida Console" w:hAnsi="Lucida Console"/>
          <w:sz w:val="16"/>
          <w:szCs w:val="16"/>
        </w:rPr>
        <w:t>::</w:t>
      </w:r>
      <w:r>
        <w:rPr>
          <w:rFonts w:ascii="Lucida Console" w:hAnsi="Lucida Console"/>
          <w:sz w:val="16"/>
          <w:szCs w:val="16"/>
        </w:rPr>
        <w:t>BeginTask(</w:t>
      </w:r>
      <w:r w:rsidRPr="001679DE">
        <w:rPr>
          <w:rFonts w:ascii="Lucida Console" w:hAnsi="Lucida Console"/>
          <w:sz w:val="16"/>
          <w:szCs w:val="16"/>
        </w:rPr>
        <w:t>)</w:t>
      </w:r>
      <w:r>
        <w:rPr>
          <w:rFonts w:cs="Arial"/>
        </w:rPr>
        <w:t xml:space="preserve"> is actually implemented by a timer event which is triggered after 1000000us.This event is repeated 4 times after which an </w:t>
      </w:r>
      <w:r w:rsidRPr="00217365">
        <w:rPr>
          <w:rFonts w:cs="Arial"/>
        </w:rPr>
        <w:t>acknowledge</w:t>
      </w:r>
      <w:r>
        <w:rPr>
          <w:rFonts w:cs="Arial"/>
        </w:rPr>
        <w:t xml:space="preserve">ment of the state transition is then made by a call to the method </w:t>
      </w:r>
      <w:r w:rsidRPr="00F8737C">
        <w:rPr>
          <w:rFonts w:ascii="Lucida Console" w:hAnsi="Lucida Console" w:cs="Arial"/>
          <w:sz w:val="16"/>
          <w:szCs w:val="16"/>
        </w:rPr>
        <w:t>CDomainMemberTask</w:t>
      </w:r>
      <w:r w:rsidRPr="00F8737C">
        <w:rPr>
          <w:rFonts w:ascii="Lucida Console" w:hAnsi="Lucida Console"/>
          <w:sz w:val="16"/>
          <w:szCs w:val="16"/>
        </w:rPr>
        <w:t>::CompleteTask</w:t>
      </w:r>
      <w:r>
        <w:rPr>
          <w:rFonts w:ascii="Lucida Console" w:hAnsi="Lucida Console"/>
          <w:sz w:val="16"/>
          <w:szCs w:val="16"/>
        </w:rPr>
        <w:t>(</w:t>
      </w:r>
      <w:r w:rsidRPr="00F8737C">
        <w:rPr>
          <w:rFonts w:ascii="Lucida Console" w:hAnsi="Lucida Console"/>
          <w:sz w:val="16"/>
          <w:szCs w:val="16"/>
        </w:rPr>
        <w:t>).</w:t>
      </w:r>
      <w:r>
        <w:rPr>
          <w:rFonts w:ascii="Lucida Console" w:hAnsi="Lucida Console"/>
          <w:sz w:val="16"/>
          <w:szCs w:val="16"/>
        </w:rPr>
        <w:t xml:space="preserve"> </w:t>
      </w:r>
      <w:r>
        <w:rPr>
          <w:rFonts w:cs="Arial"/>
        </w:rPr>
        <w:t xml:space="preserve">For the case where the state is not </w:t>
      </w:r>
      <w:r w:rsidRPr="005E7372">
        <w:rPr>
          <w:rFonts w:ascii="Lucida Console" w:hAnsi="Lucida Console" w:cs="Arial"/>
          <w:sz w:val="16"/>
          <w:szCs w:val="16"/>
        </w:rPr>
        <w:t>EShutdownCritical</w:t>
      </w:r>
      <w:r w:rsidRPr="00F8737C">
        <w:rPr>
          <w:rFonts w:cs="Arial"/>
        </w:rPr>
        <w:t xml:space="preserve">, a call to </w:t>
      </w:r>
      <w:r w:rsidRPr="00F8737C">
        <w:rPr>
          <w:rFonts w:ascii="Lucida Console" w:hAnsi="Lucida Console" w:cs="Arial"/>
          <w:sz w:val="16"/>
          <w:szCs w:val="16"/>
        </w:rPr>
        <w:t>AcknowledgeLastState()</w:t>
      </w:r>
      <w:r w:rsidRPr="00F8737C">
        <w:rPr>
          <w:rFonts w:cs="Arial"/>
        </w:rPr>
        <w:t xml:space="preserve"> is made </w:t>
      </w:r>
      <w:r>
        <w:rPr>
          <w:rFonts w:cs="Arial"/>
        </w:rPr>
        <w:t>to signal</w:t>
      </w:r>
      <w:r w:rsidRPr="00F8737C">
        <w:rPr>
          <w:rFonts w:cs="Arial"/>
        </w:rPr>
        <w:t xml:space="preserve"> the completion of the transition</w:t>
      </w:r>
      <w:r>
        <w:rPr>
          <w:rFonts w:cs="Arial"/>
        </w:rPr>
        <w:t>.</w:t>
      </w:r>
    </w:p>
    <w:p w:rsidR="00E27C7E" w:rsidRDefault="00E27C7E" w:rsidP="00ED76A1">
      <w:pPr>
        <w:shd w:val="clear" w:color="auto" w:fill="FFFFFF"/>
        <w:rPr>
          <w:rFonts w:cs="Arial"/>
        </w:rPr>
      </w:pPr>
    </w:p>
    <w:p w:rsidR="00ED76A1" w:rsidRDefault="00ED76A1" w:rsidP="00ED76A1">
      <w:pPr>
        <w:shd w:val="clear" w:color="auto" w:fill="FFFFFF"/>
        <w:rPr>
          <w:rFonts w:cs="Arial"/>
        </w:rPr>
      </w:pPr>
      <w:r>
        <w:rPr>
          <w:rFonts w:cs="Arial"/>
        </w:rPr>
        <w:t xml:space="preserve">For details on the other bits of code implemented for the </w:t>
      </w:r>
      <w:r w:rsidRPr="00F57B79">
        <w:rPr>
          <w:rFonts w:ascii="Lucida Console" w:hAnsi="Lucida Console" w:cs="Arial"/>
          <w:sz w:val="16"/>
          <w:szCs w:val="16"/>
        </w:rPr>
        <w:t>CDomainMemberTask</w:t>
      </w:r>
      <w:r w:rsidRPr="00F57B79">
        <w:rPr>
          <w:rFonts w:cs="Arial"/>
        </w:rPr>
        <w:t xml:space="preserve"> </w:t>
      </w:r>
      <w:r>
        <w:rPr>
          <w:rFonts w:cs="Arial"/>
        </w:rPr>
        <w:t>class</w:t>
      </w:r>
      <w:r w:rsidRPr="00F57B79">
        <w:rPr>
          <w:rFonts w:cs="Arial"/>
        </w:rPr>
        <w:t xml:space="preserve"> see the Appendix at the end of this document.</w:t>
      </w:r>
      <w:r>
        <w:rPr>
          <w:rFonts w:cs="Arial"/>
        </w:rPr>
        <w:t xml:space="preserve"> </w:t>
      </w:r>
    </w:p>
    <w:p w:rsidR="00ED76A1" w:rsidRDefault="00ED76A1" w:rsidP="00ED76A1">
      <w:pPr>
        <w:shd w:val="clear" w:color="auto" w:fill="FFFFFF"/>
        <w:rPr>
          <w:rFonts w:cs="Arial"/>
        </w:rPr>
      </w:pPr>
    </w:p>
    <w:p w:rsidR="007105C2" w:rsidRPr="00134AEC"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sidRPr="00134AEC">
        <w:rPr>
          <w:rFonts w:ascii="Nokia Standard Light" w:hAnsi="Nokia Standard Light"/>
          <w:sz w:val="16"/>
          <w:szCs w:val="16"/>
        </w:rPr>
        <w:t>void CDomainMemberKeepAlive::HandleTransitionL()</w:t>
      </w:r>
    </w:p>
    <w:p w:rsidR="007105C2" w:rsidRPr="00134AEC"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134AEC">
        <w:rPr>
          <w:rFonts w:ascii="Nokia Standard Light" w:hAnsi="Nokia Standard Light"/>
          <w:sz w:val="16"/>
          <w:szCs w:val="16"/>
        </w:rPr>
        <w:t>{</w:t>
      </w:r>
    </w:p>
    <w:p w:rsidR="007105C2" w:rsidRPr="00134AEC"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134AEC">
        <w:rPr>
          <w:rFonts w:ascii="Nokia Standard Light" w:hAnsi="Nokia Standard Light"/>
          <w:sz w:val="16"/>
          <w:szCs w:val="16"/>
        </w:rPr>
        <w:t>RequestTransitionNotification();</w:t>
      </w:r>
    </w:p>
    <w:p w:rsidR="007105C2" w:rsidRPr="00134AEC"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134AEC">
        <w:rPr>
          <w:rFonts w:ascii="Nokia Standard Light" w:hAnsi="Nokia Standard Light"/>
          <w:sz w:val="16"/>
          <w:szCs w:val="16"/>
        </w:rPr>
        <w:t>TDmDomainState</w:t>
      </w:r>
      <w:r>
        <w:rPr>
          <w:rFonts w:ascii="Nokia Standard Light" w:hAnsi="Nokia Standard Light"/>
          <w:sz w:val="16"/>
          <w:szCs w:val="16"/>
        </w:rPr>
        <w:t xml:space="preserve"> </w:t>
      </w:r>
      <w:r w:rsidRPr="00134AEC">
        <w:rPr>
          <w:rFonts w:ascii="Nokia Standard Light" w:hAnsi="Nokia Standard Light"/>
          <w:sz w:val="16"/>
          <w:szCs w:val="16"/>
        </w:rPr>
        <w:t>domainState = GetState();</w:t>
      </w:r>
    </w:p>
    <w:p w:rsidR="007105C2" w:rsidRPr="00134AEC"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134AEC">
        <w:rPr>
          <w:rFonts w:ascii="Nokia Standard Light" w:hAnsi="Nokia Standard Light"/>
          <w:sz w:val="16"/>
          <w:szCs w:val="16"/>
        </w:rPr>
        <w:t>if (domainState == EShutdownCritical)</w:t>
      </w:r>
      <w:r w:rsidRPr="00134AEC">
        <w:rPr>
          <w:rFonts w:ascii="Nokia Standard Light" w:hAnsi="Nokia Standard Light"/>
          <w:sz w:val="16"/>
          <w:szCs w:val="16"/>
        </w:rPr>
        <w:tab/>
      </w:r>
      <w:r w:rsidRPr="00134AEC">
        <w:rPr>
          <w:rFonts w:ascii="Nokia Standard Light" w:hAnsi="Nokia Standard Light"/>
          <w:sz w:val="16"/>
          <w:szCs w:val="16"/>
        </w:rPr>
        <w:tab/>
        <w:t>/</w:t>
      </w:r>
      <w:r>
        <w:rPr>
          <w:rFonts w:ascii="Nokia Standard Light" w:hAnsi="Nokia Standard Light"/>
          <w:sz w:val="16"/>
          <w:szCs w:val="16"/>
        </w:rPr>
        <w:t xml:space="preserve">/ </w:t>
      </w:r>
      <w:r w:rsidRPr="00134AEC">
        <w:rPr>
          <w:rFonts w:ascii="Nokia Standard Light" w:hAnsi="Nokia Standard Light"/>
          <w:sz w:val="16"/>
          <w:szCs w:val="16"/>
        </w:rPr>
        <w:t xml:space="preserve"> Check if critical shutd</w:t>
      </w:r>
      <w:r>
        <w:rPr>
          <w:rFonts w:ascii="Nokia Standard Light" w:hAnsi="Nokia Standard Light"/>
          <w:sz w:val="16"/>
          <w:szCs w:val="16"/>
        </w:rPr>
        <w:t>own state actions are required</w:t>
      </w:r>
    </w:p>
    <w:p w:rsidR="007105C2" w:rsidRPr="00134AEC"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134AEC">
        <w:rPr>
          <w:rFonts w:ascii="Nokia Standard Light" w:hAnsi="Nokia Standard Light"/>
          <w:sz w:val="16"/>
          <w:szCs w:val="16"/>
        </w:rPr>
        <w:t>{</w:t>
      </w:r>
    </w:p>
    <w:p w:rsidR="007105C2" w:rsidRPr="00134AEC"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134AEC">
        <w:rPr>
          <w:rFonts w:ascii="Nokia Standard Light" w:hAnsi="Nokia Standard Light"/>
          <w:sz w:val="16"/>
          <w:szCs w:val="16"/>
        </w:rPr>
        <w:t>TRAPD(leavecode,DoTaskL());</w:t>
      </w:r>
    </w:p>
    <w:p w:rsidR="007105C2"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134AEC">
        <w:rPr>
          <w:rFonts w:ascii="Nokia Standard Light" w:hAnsi="Nokia Standard Light"/>
          <w:sz w:val="16"/>
          <w:szCs w:val="16"/>
        </w:rPr>
        <w:t xml:space="preserve">if (leavecode) </w:t>
      </w:r>
    </w:p>
    <w:p w:rsidR="007105C2"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134AEC">
        <w:rPr>
          <w:rFonts w:ascii="Nokia Standard Light" w:hAnsi="Nokia Standard Light"/>
          <w:sz w:val="16"/>
          <w:szCs w:val="16"/>
        </w:rPr>
        <w:t xml:space="preserve">AcknowledgeLastState(leavecode); </w:t>
      </w:r>
      <w:r>
        <w:rPr>
          <w:rFonts w:ascii="Nokia Standard Light" w:hAnsi="Nokia Standard Light"/>
          <w:sz w:val="16"/>
          <w:szCs w:val="16"/>
        </w:rPr>
        <w:t xml:space="preserve">  </w:t>
      </w:r>
      <w:r w:rsidRPr="00134AEC">
        <w:rPr>
          <w:rFonts w:ascii="Nokia Standard Light" w:hAnsi="Nokia Standard Light"/>
          <w:sz w:val="16"/>
          <w:szCs w:val="16"/>
        </w:rPr>
        <w:t>// Acknowledge</w:t>
      </w:r>
      <w:r>
        <w:rPr>
          <w:rFonts w:ascii="Nokia Standard Light" w:hAnsi="Nokia Standard Light"/>
          <w:sz w:val="16"/>
          <w:szCs w:val="16"/>
        </w:rPr>
        <w:t xml:space="preserve"> and c</w:t>
      </w:r>
      <w:r w:rsidRPr="00134AEC">
        <w:rPr>
          <w:rFonts w:ascii="Nokia Standard Light" w:hAnsi="Nokia Standard Light"/>
          <w:sz w:val="16"/>
          <w:szCs w:val="16"/>
        </w:rPr>
        <w:t>omplete transition with error code if DoTaskL() leaves</w:t>
      </w:r>
      <w:r w:rsidRPr="00134AEC">
        <w:rPr>
          <w:rFonts w:ascii="Nokia Standard Light" w:hAnsi="Nokia Standard Light"/>
          <w:sz w:val="16"/>
          <w:szCs w:val="16"/>
        </w:rPr>
        <w:tab/>
      </w:r>
    </w:p>
    <w:p w:rsidR="007105C2" w:rsidRPr="00134AEC"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134AEC">
        <w:rPr>
          <w:rFonts w:ascii="Nokia Standard Light" w:hAnsi="Nokia Standard Light"/>
          <w:sz w:val="16"/>
          <w:szCs w:val="16"/>
        </w:rPr>
        <w:t>}</w:t>
      </w:r>
    </w:p>
    <w:p w:rsidR="007105C2" w:rsidRPr="00134AEC"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134AEC">
        <w:rPr>
          <w:rFonts w:ascii="Nokia Standard Light" w:hAnsi="Nokia Standard Light"/>
          <w:sz w:val="16"/>
          <w:szCs w:val="16"/>
        </w:rPr>
        <w:t>else</w:t>
      </w:r>
    </w:p>
    <w:p w:rsidR="007105C2" w:rsidRPr="00134AEC"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134AEC">
        <w:rPr>
          <w:rFonts w:ascii="Nokia Standard Light" w:hAnsi="Nokia Standard Light"/>
          <w:sz w:val="16"/>
          <w:szCs w:val="16"/>
        </w:rPr>
        <w:t>{</w:t>
      </w:r>
    </w:p>
    <w:p w:rsidR="007105C2" w:rsidRPr="00134AEC"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134AEC">
        <w:rPr>
          <w:rFonts w:ascii="Nokia Standard Light" w:hAnsi="Nokia Standard Light"/>
          <w:sz w:val="16"/>
          <w:szCs w:val="16"/>
        </w:rPr>
        <w:t>TInt error = KErrNone;</w:t>
      </w:r>
      <w:r>
        <w:rPr>
          <w:rFonts w:ascii="Nokia Standard Light" w:hAnsi="Nokia Standard Light"/>
          <w:sz w:val="16"/>
          <w:szCs w:val="16"/>
        </w:rPr>
        <w:t xml:space="preserve"> </w:t>
      </w:r>
    </w:p>
    <w:p w:rsidR="007105C2"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134AEC">
        <w:rPr>
          <w:rFonts w:ascii="Nokia Standard Light" w:hAnsi="Nokia Standard Light"/>
          <w:sz w:val="16"/>
          <w:szCs w:val="16"/>
        </w:rPr>
        <w:t>AcknowledgeLastState(error);</w:t>
      </w:r>
      <w:r>
        <w:rPr>
          <w:rFonts w:ascii="Nokia Standard Light" w:hAnsi="Nokia Standard Light"/>
          <w:sz w:val="16"/>
          <w:szCs w:val="16"/>
        </w:rPr>
        <w:t xml:space="preserve">  </w:t>
      </w:r>
    </w:p>
    <w:p w:rsidR="007105C2" w:rsidRPr="00134AEC"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134AEC">
        <w:rPr>
          <w:rFonts w:ascii="Nokia Standard Light" w:hAnsi="Nokia Standard Light"/>
          <w:sz w:val="16"/>
          <w:szCs w:val="16"/>
        </w:rPr>
        <w:t>}</w:t>
      </w:r>
    </w:p>
    <w:p w:rsidR="007105C2"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134AEC">
        <w:rPr>
          <w:rFonts w:ascii="Nokia Standard Light" w:hAnsi="Nokia Standard Light"/>
          <w:sz w:val="16"/>
          <w:szCs w:val="16"/>
        </w:rPr>
        <w:t>}</w:t>
      </w:r>
    </w:p>
    <w:p w:rsidR="007105C2"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p>
    <w:p w:rsidR="007731F8" w:rsidRDefault="007731F8"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p>
    <w:p w:rsidR="007731F8" w:rsidRDefault="007731F8"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p>
    <w:p w:rsidR="007731F8" w:rsidRDefault="007731F8"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p>
    <w:p w:rsidR="007105C2"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p>
    <w:p w:rsidR="007105C2" w:rsidRPr="004468F7"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sidRPr="004468F7">
        <w:rPr>
          <w:rFonts w:ascii="Nokia Standard Light" w:hAnsi="Nokia Standard Light"/>
          <w:sz w:val="16"/>
          <w:szCs w:val="16"/>
        </w:rPr>
        <w:t>// Method to run Domain Member task</w:t>
      </w:r>
    </w:p>
    <w:p w:rsidR="007105C2" w:rsidRPr="004468F7"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sidRPr="004468F7">
        <w:rPr>
          <w:rFonts w:ascii="Nokia Standard Light" w:hAnsi="Nokia Standard Light"/>
          <w:sz w:val="16"/>
          <w:szCs w:val="16"/>
        </w:rPr>
        <w:t>void CDomainMemberKeepAlive::DoTaskL()</w:t>
      </w:r>
    </w:p>
    <w:p w:rsidR="007105C2" w:rsidRPr="004468F7"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4468F7">
        <w:rPr>
          <w:rFonts w:ascii="Nokia Standard Light" w:hAnsi="Nokia Standard Light"/>
          <w:sz w:val="16"/>
          <w:szCs w:val="16"/>
        </w:rPr>
        <w:t>{</w:t>
      </w:r>
    </w:p>
    <w:p w:rsidR="007105C2" w:rsidRPr="004468F7"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4468F7">
        <w:rPr>
          <w:rFonts w:ascii="Nokia Standard Light" w:hAnsi="Nokia Standard Light"/>
          <w:sz w:val="16"/>
          <w:szCs w:val="16"/>
        </w:rPr>
        <w:t>iMemberTask = CDomainMemberTask::NewL();</w:t>
      </w:r>
    </w:p>
    <w:p w:rsidR="007105C2" w:rsidRPr="004468F7"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4468F7">
        <w:rPr>
          <w:rFonts w:ascii="Nokia Standard Light" w:hAnsi="Nokia Standard Light"/>
          <w:sz w:val="16"/>
          <w:szCs w:val="16"/>
        </w:rPr>
        <w:t>iMemberTask-&gt;BeginTask(4,1000000,this); //  Repeat 4 times , 1000000 us interval</w:t>
      </w:r>
      <w:r w:rsidRPr="004468F7">
        <w:rPr>
          <w:rFonts w:ascii="Nokia Standard Light" w:hAnsi="Nokia Standard Light"/>
          <w:sz w:val="16"/>
          <w:szCs w:val="16"/>
        </w:rPr>
        <w:tab/>
      </w:r>
      <w:r w:rsidRPr="004468F7">
        <w:rPr>
          <w:rFonts w:ascii="Nokia Standard Light" w:hAnsi="Nokia Standard Light"/>
          <w:sz w:val="16"/>
          <w:szCs w:val="16"/>
        </w:rPr>
        <w:tab/>
      </w:r>
    </w:p>
    <w:p w:rsidR="007105C2" w:rsidRDefault="007105C2"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4468F7">
        <w:rPr>
          <w:rFonts w:ascii="Nokia Standard Light" w:hAnsi="Nokia Standard Light"/>
          <w:sz w:val="16"/>
          <w:szCs w:val="16"/>
        </w:rPr>
        <w:t>}</w:t>
      </w:r>
    </w:p>
    <w:p w:rsidR="007731F8" w:rsidRDefault="007731F8" w:rsidP="007105C2">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p>
    <w:p w:rsidR="00ED76A1" w:rsidRDefault="00ED76A1" w:rsidP="00ED76A1"/>
    <w:p w:rsidR="00F65F6F" w:rsidRDefault="00F65F6F" w:rsidP="00F65F6F">
      <w:pPr>
        <w:pStyle w:val="Heading4"/>
        <w:keepLines w:val="0"/>
        <w:numPr>
          <w:ilvl w:val="0"/>
          <w:numId w:val="0"/>
        </w:numPr>
        <w:spacing w:before="120" w:after="120"/>
        <w:ind w:left="864"/>
      </w:pPr>
    </w:p>
    <w:p w:rsidR="00F65F6F" w:rsidRPr="00F65F6F" w:rsidRDefault="00F65F6F" w:rsidP="00F65F6F">
      <w:pPr>
        <w:pStyle w:val="BodyText"/>
      </w:pPr>
    </w:p>
    <w:p w:rsidR="00ED76A1" w:rsidRPr="00C217A6" w:rsidRDefault="00ED76A1" w:rsidP="00ED76A1">
      <w:pPr>
        <w:pStyle w:val="Heading4"/>
        <w:keepLines w:val="0"/>
        <w:tabs>
          <w:tab w:val="num" w:pos="864"/>
        </w:tabs>
        <w:spacing w:before="120" w:after="120"/>
        <w:ind w:left="864" w:hanging="864"/>
      </w:pPr>
      <w:r>
        <w:tab/>
      </w:r>
      <w:bookmarkStart w:id="50" w:name="_Toc273547764"/>
      <w:bookmarkStart w:id="51" w:name="_Toc273964144"/>
      <w:r>
        <w:t>Acknowledging completion of a transition</w:t>
      </w:r>
      <w:bookmarkEnd w:id="50"/>
      <w:bookmarkEnd w:id="51"/>
    </w:p>
    <w:p w:rsidR="00ED76A1" w:rsidRDefault="00ED76A1" w:rsidP="00ED76A1">
      <w:pPr>
        <w:rPr>
          <w:rFonts w:cs="Arial"/>
          <w:color w:val="000000"/>
        </w:rPr>
      </w:pPr>
      <w:r>
        <w:t xml:space="preserve">Once all asynchronous tasks are complete a call to </w:t>
      </w:r>
      <w:r w:rsidRPr="00B758D6">
        <w:rPr>
          <w:rFonts w:ascii="Lucida Console" w:hAnsi="Lucida Console"/>
          <w:color w:val="000000"/>
          <w:sz w:val="16"/>
          <w:szCs w:val="16"/>
        </w:rPr>
        <w:t>AcknowledgeLastState()</w:t>
      </w:r>
      <w:r>
        <w:rPr>
          <w:rFonts w:ascii="Lucida Console" w:hAnsi="Lucida Console"/>
          <w:color w:val="000000"/>
          <w:sz w:val="16"/>
          <w:szCs w:val="16"/>
        </w:rPr>
        <w:t xml:space="preserve"> </w:t>
      </w:r>
      <w:r w:rsidRPr="00434A83">
        <w:rPr>
          <w:rFonts w:cs="Arial"/>
          <w:color w:val="000000"/>
        </w:rPr>
        <w:t>must be made. This will signal the completion of the transition by the client.</w:t>
      </w:r>
    </w:p>
    <w:p w:rsidR="00E27C7E" w:rsidRDefault="00E27C7E" w:rsidP="00ED76A1">
      <w:pPr>
        <w:rPr>
          <w:rFonts w:cs="Arial"/>
          <w:color w:val="000000"/>
        </w:rPr>
      </w:pPr>
    </w:p>
    <w:p w:rsidR="00ED76A1" w:rsidRDefault="00ED76A1" w:rsidP="00ED76A1">
      <w:pPr>
        <w:rPr>
          <w:rFonts w:cs="Arial"/>
        </w:rPr>
      </w:pPr>
      <w:r>
        <w:t xml:space="preserve">For this example, </w:t>
      </w:r>
      <w:r w:rsidRPr="00F8737C">
        <w:rPr>
          <w:rFonts w:ascii="Lucida Console" w:hAnsi="Lucida Console" w:cs="Arial"/>
          <w:sz w:val="16"/>
          <w:szCs w:val="16"/>
        </w:rPr>
        <w:t>CDomainMemberTask</w:t>
      </w:r>
      <w:r w:rsidRPr="00F8737C">
        <w:rPr>
          <w:rFonts w:ascii="Lucida Console" w:hAnsi="Lucida Console"/>
          <w:sz w:val="16"/>
          <w:szCs w:val="16"/>
        </w:rPr>
        <w:t>::CompleteTask</w:t>
      </w:r>
      <w:r>
        <w:rPr>
          <w:rFonts w:ascii="Lucida Console" w:hAnsi="Lucida Console"/>
          <w:sz w:val="16"/>
          <w:szCs w:val="16"/>
        </w:rPr>
        <w:t>(</w:t>
      </w:r>
      <w:r w:rsidRPr="00F8737C">
        <w:rPr>
          <w:rFonts w:ascii="Lucida Console" w:hAnsi="Lucida Console"/>
          <w:sz w:val="16"/>
          <w:szCs w:val="16"/>
        </w:rPr>
        <w:t>)</w:t>
      </w:r>
      <w:r>
        <w:rPr>
          <w:rFonts w:ascii="Lucida Console" w:hAnsi="Lucida Console"/>
          <w:sz w:val="16"/>
          <w:szCs w:val="16"/>
        </w:rPr>
        <w:t xml:space="preserve"> </w:t>
      </w:r>
      <w:r w:rsidRPr="00782D4F">
        <w:rPr>
          <w:rFonts w:cs="Arial"/>
        </w:rPr>
        <w:t xml:space="preserve">is called in the </w:t>
      </w:r>
      <w:r w:rsidRPr="00434A83">
        <w:rPr>
          <w:rFonts w:ascii="Lucida Console" w:hAnsi="Lucida Console" w:cs="Arial"/>
          <w:sz w:val="16"/>
          <w:szCs w:val="16"/>
        </w:rPr>
        <w:t>RunL()</w:t>
      </w:r>
      <w:r w:rsidRPr="00782D4F">
        <w:rPr>
          <w:rFonts w:cs="Arial"/>
        </w:rPr>
        <w:t xml:space="preserve"> method of</w:t>
      </w:r>
      <w:r>
        <w:rPr>
          <w:rFonts w:cs="Arial"/>
        </w:rPr>
        <w:t xml:space="preserve"> the</w:t>
      </w:r>
      <w:r w:rsidRPr="00782D4F">
        <w:rPr>
          <w:rFonts w:cs="Arial"/>
        </w:rPr>
        <w:t xml:space="preserve"> </w:t>
      </w:r>
      <w:r w:rsidRPr="00782D4F">
        <w:rPr>
          <w:rFonts w:ascii="Lucida Console" w:hAnsi="Lucida Console" w:cs="Arial"/>
          <w:sz w:val="16"/>
          <w:szCs w:val="16"/>
        </w:rPr>
        <w:t xml:space="preserve">CDomainMemberTask </w:t>
      </w:r>
      <w:r w:rsidRPr="00782D4F">
        <w:rPr>
          <w:rFonts w:cs="Arial"/>
        </w:rPr>
        <w:t xml:space="preserve">class. This </w:t>
      </w:r>
      <w:r>
        <w:rPr>
          <w:rFonts w:cs="Arial"/>
        </w:rPr>
        <w:t xml:space="preserve">method </w:t>
      </w:r>
      <w:r w:rsidRPr="00782D4F">
        <w:rPr>
          <w:rFonts w:cs="Arial"/>
        </w:rPr>
        <w:t xml:space="preserve">is called when the timer event expires and the </w:t>
      </w:r>
      <w:r>
        <w:rPr>
          <w:rFonts w:cs="Arial"/>
        </w:rPr>
        <w:t xml:space="preserve">timer event </w:t>
      </w:r>
      <w:r w:rsidRPr="00782D4F">
        <w:rPr>
          <w:rFonts w:cs="Arial"/>
        </w:rPr>
        <w:t>repe</w:t>
      </w:r>
      <w:r>
        <w:rPr>
          <w:rFonts w:cs="Arial"/>
        </w:rPr>
        <w:t>at count value is exceeded.</w:t>
      </w:r>
    </w:p>
    <w:p w:rsidR="00ED76A1" w:rsidRDefault="00ED76A1" w:rsidP="00ED76A1"/>
    <w:p w:rsidR="007105C2" w:rsidRPr="007B05A4"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sidRPr="007B05A4">
        <w:rPr>
          <w:rFonts w:ascii="Nokia Standard Light" w:hAnsi="Nokia Standard Light"/>
          <w:sz w:val="16"/>
          <w:szCs w:val="16"/>
        </w:rPr>
        <w:t>//This method completes the simulation of a task</w:t>
      </w:r>
      <w:r>
        <w:rPr>
          <w:rFonts w:ascii="Nokia Standard Light" w:hAnsi="Nokia Standard Light"/>
          <w:sz w:val="16"/>
          <w:szCs w:val="16"/>
        </w:rPr>
        <w:t xml:space="preserve">. </w:t>
      </w:r>
      <w:r w:rsidRPr="007B05A4">
        <w:rPr>
          <w:rFonts w:ascii="Nokia Standard Light" w:hAnsi="Nokia Standard Light"/>
          <w:sz w:val="16"/>
          <w:szCs w:val="16"/>
        </w:rPr>
        <w:t>It also calls AcknowledgeLastState () to signal the completion</w:t>
      </w:r>
    </w:p>
    <w:p w:rsidR="007105C2" w:rsidRPr="007B05A4"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sidRPr="007B05A4">
        <w:rPr>
          <w:rFonts w:ascii="Nokia Standard Light" w:hAnsi="Nokia Standard Light"/>
          <w:sz w:val="16"/>
          <w:szCs w:val="16"/>
        </w:rPr>
        <w:t>//of a Domain transition.</w:t>
      </w:r>
    </w:p>
    <w:p w:rsidR="007105C2" w:rsidRPr="007B05A4"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sidRPr="007B05A4">
        <w:rPr>
          <w:rFonts w:ascii="Nokia Standard Light" w:hAnsi="Nokia Standard Light"/>
          <w:sz w:val="16"/>
          <w:szCs w:val="16"/>
        </w:rPr>
        <w:t>void CDomainMemberTask::CompleteTask ()</w:t>
      </w:r>
    </w:p>
    <w:p w:rsidR="007105C2" w:rsidRPr="007B05A4"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7B05A4">
        <w:rPr>
          <w:rFonts w:ascii="Nokia Standard Light" w:hAnsi="Nokia Standard Light"/>
          <w:sz w:val="16"/>
          <w:szCs w:val="16"/>
        </w:rPr>
        <w:t>{</w:t>
      </w:r>
    </w:p>
    <w:p w:rsidR="007105C2" w:rsidRPr="007B05A4"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7B05A4">
        <w:rPr>
          <w:rFonts w:ascii="Nokia Standard Light" w:hAnsi="Nokia Standard Light"/>
          <w:sz w:val="16"/>
          <w:szCs w:val="16"/>
        </w:rPr>
        <w:t>//Acknowledge to notify completion of transition</w:t>
      </w:r>
    </w:p>
    <w:p w:rsidR="007105C2" w:rsidRPr="007B05A4"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7B05A4">
        <w:rPr>
          <w:rFonts w:ascii="Nokia Standard Light" w:hAnsi="Nokia Standard Light"/>
          <w:sz w:val="16"/>
          <w:szCs w:val="16"/>
        </w:rPr>
        <w:t>TInt error = KErrNone;</w:t>
      </w:r>
    </w:p>
    <w:p w:rsidR="007105C2" w:rsidRPr="007B05A4"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7B05A4">
        <w:rPr>
          <w:rFonts w:ascii="Nokia Standard Light" w:hAnsi="Nokia Standard Light"/>
          <w:sz w:val="16"/>
          <w:szCs w:val="16"/>
        </w:rPr>
        <w:t>iDomainMemberKeepAlive-&gt;AcknowledgeLastState (error);</w:t>
      </w:r>
    </w:p>
    <w:p w:rsidR="007105C2" w:rsidRPr="007B05A4"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7B05A4">
        <w:rPr>
          <w:rFonts w:ascii="Nokia Standard Light" w:hAnsi="Nokia Standard Light"/>
          <w:sz w:val="16"/>
          <w:szCs w:val="16"/>
        </w:rPr>
        <w:t>}</w:t>
      </w:r>
    </w:p>
    <w:p w:rsidR="007105C2" w:rsidRDefault="007105C2"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p>
    <w:p w:rsidR="007105C2" w:rsidRDefault="007105C2"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p>
    <w:p w:rsidR="007105C2" w:rsidRPr="007B05A4"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sidRPr="007B05A4">
        <w:rPr>
          <w:rFonts w:ascii="Nokia Standard Light" w:hAnsi="Nokia Standard Light"/>
          <w:sz w:val="16"/>
          <w:szCs w:val="16"/>
        </w:rPr>
        <w:t>//Once all simulated tasks have comple</w:t>
      </w:r>
      <w:r>
        <w:rPr>
          <w:rFonts w:ascii="Nokia Standard Light" w:hAnsi="Nokia Standard Light"/>
          <w:sz w:val="16"/>
          <w:szCs w:val="16"/>
        </w:rPr>
        <w:t xml:space="preserve">ted, a call is made to </w:t>
      </w:r>
      <w:r w:rsidRPr="007B05A4">
        <w:rPr>
          <w:rFonts w:ascii="Nokia Standard Light" w:hAnsi="Nokia Standard Light"/>
          <w:sz w:val="16"/>
          <w:szCs w:val="16"/>
        </w:rPr>
        <w:t>CompleteTask (</w:t>
      </w:r>
      <w:r>
        <w:rPr>
          <w:rFonts w:ascii="Nokia Standard Light" w:hAnsi="Nokia Standard Light"/>
          <w:sz w:val="16"/>
          <w:szCs w:val="16"/>
        </w:rPr>
        <w:t xml:space="preserve">) </w:t>
      </w:r>
    </w:p>
    <w:p w:rsidR="007105C2" w:rsidRPr="007B05A4"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sidRPr="007B05A4">
        <w:rPr>
          <w:rFonts w:ascii="Nokia Standard Light" w:hAnsi="Nokia Standard Light"/>
          <w:sz w:val="16"/>
          <w:szCs w:val="16"/>
        </w:rPr>
        <w:t>//to notify completion of a domain transition</w:t>
      </w:r>
    </w:p>
    <w:p w:rsidR="007105C2" w:rsidRPr="007B05A4"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sidRPr="007B05A4">
        <w:rPr>
          <w:rFonts w:ascii="Nokia Standard Light" w:hAnsi="Nokia Standard Light"/>
          <w:sz w:val="16"/>
          <w:szCs w:val="16"/>
        </w:rPr>
        <w:t>void CDomainMemberTask::RunL ()</w:t>
      </w:r>
    </w:p>
    <w:p w:rsidR="007105C2" w:rsidRPr="007B05A4"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7B05A4">
        <w:rPr>
          <w:rFonts w:ascii="Nokia Standard Light" w:hAnsi="Nokia Standard Light"/>
          <w:sz w:val="16"/>
          <w:szCs w:val="16"/>
        </w:rPr>
        <w:t>{</w:t>
      </w:r>
    </w:p>
    <w:p w:rsidR="007105C2" w:rsidRPr="007B05A4"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7B05A4">
        <w:rPr>
          <w:rFonts w:ascii="Nokia Standard Light" w:hAnsi="Nokia Standard Light"/>
          <w:sz w:val="16"/>
          <w:szCs w:val="16"/>
        </w:rPr>
        <w:t>if (iRepeatCount--)</w:t>
      </w:r>
    </w:p>
    <w:p w:rsidR="007105C2" w:rsidRPr="007B05A4"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7B05A4">
        <w:rPr>
          <w:rFonts w:ascii="Nokia Standard Light" w:hAnsi="Nokia Standard Light"/>
          <w:sz w:val="16"/>
          <w:szCs w:val="16"/>
        </w:rPr>
        <w:t>{</w:t>
      </w:r>
    </w:p>
    <w:p w:rsidR="007105C2" w:rsidRPr="007B05A4"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7B05A4">
        <w:rPr>
          <w:rFonts w:ascii="Nokia Standard Light" w:hAnsi="Nokia Standard Light"/>
          <w:sz w:val="16"/>
          <w:szCs w:val="16"/>
        </w:rPr>
        <w:t>//-----------</w:t>
      </w:r>
    </w:p>
    <w:p w:rsidR="007105C2"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7B05A4">
        <w:rPr>
          <w:rFonts w:ascii="Nokia Standard Light" w:hAnsi="Nokia Standard Light"/>
          <w:sz w:val="16"/>
          <w:szCs w:val="16"/>
        </w:rPr>
        <w:t>// dummy task</w:t>
      </w:r>
    </w:p>
    <w:p w:rsidR="007105C2" w:rsidRPr="007B05A4"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7B05A4">
        <w:rPr>
          <w:rFonts w:ascii="Nokia Standard Light" w:hAnsi="Nokia Standard Light"/>
          <w:sz w:val="16"/>
          <w:szCs w:val="16"/>
        </w:rPr>
        <w:t>//----------</w:t>
      </w:r>
    </w:p>
    <w:p w:rsidR="007105C2" w:rsidRPr="007B05A4"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7B05A4">
        <w:rPr>
          <w:rFonts w:ascii="Nokia Standard Light" w:hAnsi="Nokia Standard Light"/>
          <w:sz w:val="16"/>
          <w:szCs w:val="16"/>
        </w:rPr>
        <w:t xml:space="preserve">After (iInterval); </w:t>
      </w:r>
      <w:r>
        <w:rPr>
          <w:rFonts w:ascii="Nokia Standard Light" w:hAnsi="Nokia Standard Light"/>
          <w:sz w:val="16"/>
          <w:szCs w:val="16"/>
        </w:rPr>
        <w:t xml:space="preserve"> </w:t>
      </w:r>
      <w:r w:rsidRPr="007B05A4">
        <w:rPr>
          <w:rFonts w:ascii="Nokia Standard Light" w:hAnsi="Nokia Standard Light"/>
          <w:sz w:val="16"/>
          <w:szCs w:val="16"/>
        </w:rPr>
        <w:t>//re-issue request</w:t>
      </w:r>
    </w:p>
    <w:p w:rsidR="007105C2" w:rsidRPr="007B05A4"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7B05A4">
        <w:rPr>
          <w:rFonts w:ascii="Nokia Standard Light" w:hAnsi="Nokia Standard Light"/>
          <w:sz w:val="16"/>
          <w:szCs w:val="16"/>
        </w:rPr>
        <w:t>}</w:t>
      </w:r>
    </w:p>
    <w:p w:rsidR="007105C2" w:rsidRPr="007B05A4"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7B05A4">
        <w:rPr>
          <w:rFonts w:ascii="Nokia Standard Light" w:hAnsi="Nokia Standard Light"/>
          <w:sz w:val="16"/>
          <w:szCs w:val="16"/>
        </w:rPr>
        <w:t>else</w:t>
      </w:r>
    </w:p>
    <w:p w:rsidR="007105C2"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7B05A4">
        <w:rPr>
          <w:rFonts w:ascii="Nokia Standard Light" w:hAnsi="Nokia Standard Light"/>
          <w:sz w:val="16"/>
          <w:szCs w:val="16"/>
        </w:rPr>
        <w:t>{</w:t>
      </w:r>
      <w:r w:rsidRPr="007B05A4">
        <w:rPr>
          <w:rFonts w:ascii="Nokia Standard Light" w:hAnsi="Nokia Standard Light"/>
          <w:sz w:val="16"/>
          <w:szCs w:val="16"/>
        </w:rPr>
        <w:tab/>
      </w:r>
      <w:r w:rsidRPr="007B05A4">
        <w:rPr>
          <w:rFonts w:ascii="Nokia Standard Light" w:hAnsi="Nokia Standard Light"/>
          <w:sz w:val="16"/>
          <w:szCs w:val="16"/>
        </w:rPr>
        <w:tab/>
      </w:r>
    </w:p>
    <w:p w:rsidR="007105C2" w:rsidRPr="007B05A4"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7B05A4">
        <w:rPr>
          <w:rFonts w:ascii="Nokia Standard Light" w:hAnsi="Nokia Standard Light"/>
          <w:sz w:val="16"/>
          <w:szCs w:val="16"/>
        </w:rPr>
        <w:t>CompleteTask ();</w:t>
      </w:r>
      <w:r>
        <w:rPr>
          <w:rFonts w:ascii="Nokia Standard Light" w:hAnsi="Nokia Standard Light"/>
          <w:sz w:val="16"/>
          <w:szCs w:val="16"/>
        </w:rPr>
        <w:t xml:space="preserve"> </w:t>
      </w:r>
      <w:r w:rsidRPr="007B05A4">
        <w:rPr>
          <w:rFonts w:ascii="Nokia Standard Light" w:hAnsi="Nokia Standard Light"/>
          <w:sz w:val="16"/>
          <w:szCs w:val="16"/>
        </w:rPr>
        <w:t>//repeat count expired, end event loop to exit</w:t>
      </w:r>
      <w:r w:rsidRPr="007B05A4">
        <w:rPr>
          <w:rFonts w:ascii="Nokia Standard Light" w:hAnsi="Nokia Standard Light"/>
          <w:sz w:val="16"/>
          <w:szCs w:val="16"/>
        </w:rPr>
        <w:tab/>
      </w:r>
      <w:r w:rsidRPr="007B05A4">
        <w:rPr>
          <w:rFonts w:ascii="Nokia Standard Light" w:hAnsi="Nokia Standard Light"/>
          <w:sz w:val="16"/>
          <w:szCs w:val="16"/>
        </w:rPr>
        <w:tab/>
        <w:t xml:space="preserve"> </w:t>
      </w:r>
    </w:p>
    <w:p w:rsidR="007105C2" w:rsidRPr="007B05A4"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7B05A4">
        <w:rPr>
          <w:rFonts w:ascii="Nokia Standard Light" w:hAnsi="Nokia Standard Light"/>
          <w:sz w:val="16"/>
          <w:szCs w:val="16"/>
        </w:rPr>
        <w:t>}</w:t>
      </w:r>
    </w:p>
    <w:p w:rsidR="007105C2"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Pr="007B05A4">
        <w:rPr>
          <w:rFonts w:ascii="Nokia Standard Light" w:hAnsi="Nokia Standard Light"/>
          <w:sz w:val="16"/>
          <w:szCs w:val="16"/>
        </w:rPr>
        <w:t>}</w:t>
      </w:r>
    </w:p>
    <w:p w:rsidR="007105C2" w:rsidRPr="007B05A4" w:rsidRDefault="007105C2" w:rsidP="007105C2">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p>
    <w:p w:rsidR="001F5BDF" w:rsidRDefault="001F5BDF" w:rsidP="001F5BDF">
      <w:pPr>
        <w:pStyle w:val="Heading1"/>
      </w:pPr>
      <w:bookmarkStart w:id="52" w:name="_Toc71005282"/>
      <w:bookmarkStart w:id="53" w:name="_Toc273964145"/>
      <w:r>
        <w:lastRenderedPageBreak/>
        <w:t>Appendix</w:t>
      </w:r>
      <w:bookmarkEnd w:id="52"/>
      <w:bookmarkEnd w:id="53"/>
    </w:p>
    <w:p w:rsidR="00ED76A1" w:rsidRDefault="00ED76A1" w:rsidP="00ED76A1">
      <w:pPr>
        <w:pStyle w:val="Heading2"/>
        <w:keepLines w:val="0"/>
        <w:tabs>
          <w:tab w:val="num" w:pos="576"/>
        </w:tabs>
        <w:spacing w:before="240" w:after="120"/>
        <w:ind w:left="576" w:hanging="576"/>
      </w:pPr>
      <w:bookmarkStart w:id="54" w:name="_Toc273547767"/>
      <w:bookmarkStart w:id="55" w:name="_Toc273964146"/>
      <w:r>
        <w:t>Source code for C</w:t>
      </w:r>
      <w:r w:rsidRPr="003F1CC1">
        <w:t xml:space="preserve">DomainMemberTask </w:t>
      </w:r>
      <w:r>
        <w:t>i</w:t>
      </w:r>
      <w:r w:rsidRPr="003F1CC1">
        <w:t>mplementation</w:t>
      </w:r>
      <w:bookmarkEnd w:id="54"/>
      <w:bookmarkEnd w:id="55"/>
    </w:p>
    <w:p w:rsidR="00ED76A1" w:rsidRPr="007B05A4"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sidRPr="007B05A4">
        <w:rPr>
          <w:rFonts w:ascii="Nokia Standard Light" w:hAnsi="Nokia Standard Light"/>
          <w:sz w:val="16"/>
          <w:szCs w:val="16"/>
        </w:rPr>
        <w:t>// Standard 2-Phase Construction</w:t>
      </w:r>
    </w:p>
    <w:p w:rsidR="00ED76A1" w:rsidRPr="007B05A4"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sidRPr="007B05A4">
        <w:rPr>
          <w:rFonts w:ascii="Nokia Standard Light" w:hAnsi="Nokia Standard Light"/>
          <w:sz w:val="16"/>
          <w:szCs w:val="16"/>
        </w:rPr>
        <w:t>CDomainMemberTask* CDomainMemberTask::</w:t>
      </w:r>
      <w:r>
        <w:rPr>
          <w:rFonts w:ascii="Nokia Standard Light" w:hAnsi="Nokia Standard Light"/>
          <w:sz w:val="16"/>
          <w:szCs w:val="16"/>
        </w:rPr>
        <w:t>NewL</w:t>
      </w:r>
      <w:r w:rsidRPr="007B05A4">
        <w:rPr>
          <w:rFonts w:ascii="Nokia Standard Light" w:hAnsi="Nokia Standard Light"/>
          <w:sz w:val="16"/>
          <w:szCs w:val="16"/>
        </w:rPr>
        <w:t>()</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7105C2">
        <w:rPr>
          <w:rFonts w:ascii="Nokia Standard Light" w:hAnsi="Nokia Standard Light"/>
          <w:sz w:val="16"/>
          <w:szCs w:val="16"/>
        </w:rPr>
        <w:t xml:space="preserve">  </w:t>
      </w:r>
      <w:r>
        <w:rPr>
          <w:rFonts w:ascii="Nokia Standard Light" w:hAnsi="Nokia Standard Light"/>
          <w:sz w:val="16"/>
          <w:szCs w:val="16"/>
        </w:rPr>
        <w:t xml:space="preserve"> </w:t>
      </w:r>
      <w:r w:rsidR="00ED76A1" w:rsidRPr="007B05A4">
        <w:rPr>
          <w:rFonts w:ascii="Nokia Standard Light" w:hAnsi="Nokia Standard Light"/>
          <w:sz w:val="16"/>
          <w:szCs w:val="16"/>
        </w:rPr>
        <w:t>{</w:t>
      </w:r>
      <w:r>
        <w:rPr>
          <w:rFonts w:ascii="Nokia Standard Light" w:hAnsi="Nokia Standard Light"/>
          <w:sz w:val="16"/>
          <w:szCs w:val="16"/>
        </w:rPr>
        <w:t xml:space="preserve"> </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7105C2">
        <w:rPr>
          <w:rFonts w:ascii="Nokia Standard Light" w:hAnsi="Nokia Standard Light"/>
          <w:sz w:val="16"/>
          <w:szCs w:val="16"/>
        </w:rPr>
        <w:t xml:space="preserve"> </w:t>
      </w:r>
      <w:r w:rsidR="00ED76A1" w:rsidRPr="007B05A4">
        <w:rPr>
          <w:rFonts w:ascii="Nokia Standard Light" w:hAnsi="Nokia Standard Light"/>
          <w:sz w:val="16"/>
          <w:szCs w:val="16"/>
        </w:rPr>
        <w:t>CDomainMemberTask* self=new (ELeave) CDomainMemberTask ();</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7105C2">
        <w:rPr>
          <w:rFonts w:ascii="Nokia Standard Light" w:hAnsi="Nokia Standard Light"/>
          <w:sz w:val="16"/>
          <w:szCs w:val="16"/>
        </w:rPr>
        <w:t xml:space="preserve"> </w:t>
      </w:r>
      <w:r w:rsidR="00ED76A1" w:rsidRPr="007B05A4">
        <w:rPr>
          <w:rFonts w:ascii="Nokia Standard Light" w:hAnsi="Nokia Standard Light"/>
          <w:sz w:val="16"/>
          <w:szCs w:val="16"/>
        </w:rPr>
        <w:t>CleanupStack::PushL (self);</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7105C2">
        <w:rPr>
          <w:rFonts w:ascii="Nokia Standard Light" w:hAnsi="Nokia Standard Light"/>
          <w:sz w:val="16"/>
          <w:szCs w:val="16"/>
        </w:rPr>
        <w:t xml:space="preserve"> </w:t>
      </w:r>
      <w:r w:rsidR="00ED76A1" w:rsidRPr="007B05A4">
        <w:rPr>
          <w:rFonts w:ascii="Nokia Standard Light" w:hAnsi="Nokia Standard Light"/>
          <w:sz w:val="16"/>
          <w:szCs w:val="16"/>
        </w:rPr>
        <w:t>self-&gt;ConstructL ();</w:t>
      </w:r>
      <w:r w:rsidR="00ED76A1" w:rsidRPr="007B05A4">
        <w:rPr>
          <w:rFonts w:ascii="Nokia Standard Light" w:hAnsi="Nokia Standard Light"/>
          <w:sz w:val="16"/>
          <w:szCs w:val="16"/>
        </w:rPr>
        <w:tab/>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7105C2">
        <w:rPr>
          <w:rFonts w:ascii="Nokia Standard Light" w:hAnsi="Nokia Standard Light"/>
          <w:sz w:val="16"/>
          <w:szCs w:val="16"/>
        </w:rPr>
        <w:t xml:space="preserve"> </w:t>
      </w:r>
      <w:r w:rsidR="00ED76A1" w:rsidRPr="007B05A4">
        <w:rPr>
          <w:rFonts w:ascii="Nokia Standard Light" w:hAnsi="Nokia Standard Light"/>
          <w:sz w:val="16"/>
          <w:szCs w:val="16"/>
        </w:rPr>
        <w:t>CleanupStack::Pop ();</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7105C2">
        <w:rPr>
          <w:rFonts w:ascii="Nokia Standard Light" w:hAnsi="Nokia Standard Light"/>
          <w:sz w:val="16"/>
          <w:szCs w:val="16"/>
        </w:rPr>
        <w:t xml:space="preserve"> </w:t>
      </w:r>
      <w:r w:rsidR="00ED76A1" w:rsidRPr="007B05A4">
        <w:rPr>
          <w:rFonts w:ascii="Nokia Standard Light" w:hAnsi="Nokia Standard Light"/>
          <w:sz w:val="16"/>
          <w:szCs w:val="16"/>
        </w:rPr>
        <w:t>CActiveScheduler::Add (self);</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7105C2">
        <w:rPr>
          <w:rFonts w:ascii="Nokia Standard Light" w:hAnsi="Nokia Standard Light"/>
          <w:sz w:val="16"/>
          <w:szCs w:val="16"/>
        </w:rPr>
        <w:t xml:space="preserve"> </w:t>
      </w:r>
      <w:r w:rsidR="00ED76A1" w:rsidRPr="007B05A4">
        <w:rPr>
          <w:rFonts w:ascii="Nokia Standard Light" w:hAnsi="Nokia Standard Light"/>
          <w:sz w:val="16"/>
          <w:szCs w:val="16"/>
        </w:rPr>
        <w:t>return self;</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7105C2">
        <w:rPr>
          <w:rFonts w:ascii="Nokia Standard Light" w:hAnsi="Nokia Standard Light"/>
          <w:sz w:val="16"/>
          <w:szCs w:val="16"/>
        </w:rPr>
        <w:t xml:space="preserve"> </w:t>
      </w:r>
      <w:r w:rsidR="00ED76A1" w:rsidRPr="007B05A4">
        <w:rPr>
          <w:rFonts w:ascii="Nokia Standard Light" w:hAnsi="Nokia Standard Light"/>
          <w:sz w:val="16"/>
          <w:szCs w:val="16"/>
        </w:rPr>
        <w:t>}</w:t>
      </w:r>
    </w:p>
    <w:p w:rsidR="00ED76A1"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p>
    <w:p w:rsidR="00ED76A1" w:rsidRPr="007B05A4"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p>
    <w:p w:rsidR="00ED76A1" w:rsidRPr="007B05A4"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sidRPr="007B05A4">
        <w:rPr>
          <w:rFonts w:ascii="Nokia Standard Light" w:hAnsi="Nokia Standard Light"/>
          <w:sz w:val="16"/>
          <w:szCs w:val="16"/>
        </w:rPr>
        <w:t>// CDomainMemberTask Constructor. It is called from the NewL () function.</w:t>
      </w:r>
    </w:p>
    <w:p w:rsidR="00ED76A1" w:rsidRPr="007B05A4"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sidRPr="007B05A4">
        <w:rPr>
          <w:rFonts w:ascii="Nokia Standard Light" w:hAnsi="Nokia Standard Light"/>
          <w:sz w:val="16"/>
          <w:szCs w:val="16"/>
        </w:rPr>
        <w:t>CDomainMemberTask::CDomainMemberTask (): CTimer (CActive::EPriorityStandard)</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w:t>
      </w:r>
      <w:r w:rsidR="00ED76A1" w:rsidRPr="007B05A4">
        <w:rPr>
          <w:rFonts w:ascii="Nokia Standard Light" w:hAnsi="Nokia Standard Light"/>
          <w:sz w:val="16"/>
          <w:szCs w:val="16"/>
        </w:rPr>
        <w:tab/>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iDomainMemberKeepAlive=NULL;</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w:t>
      </w:r>
    </w:p>
    <w:p w:rsidR="00ED76A1"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p>
    <w:p w:rsidR="00ED76A1" w:rsidRPr="007B05A4"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p>
    <w:p w:rsidR="00ED76A1" w:rsidRPr="007B05A4"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sidRPr="007B05A4">
        <w:rPr>
          <w:rFonts w:ascii="Nokia Standard Light" w:hAnsi="Nokia Standard Light"/>
          <w:sz w:val="16"/>
          <w:szCs w:val="16"/>
        </w:rPr>
        <w:t>//This method commences the simulation of a task. See description of CDomainMemberTask class</w:t>
      </w:r>
    </w:p>
    <w:p w:rsidR="00ED76A1" w:rsidRPr="007B05A4"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sidRPr="007B05A4">
        <w:rPr>
          <w:rFonts w:ascii="Nokia Standard Light" w:hAnsi="Nokia Standard Light"/>
          <w:sz w:val="16"/>
          <w:szCs w:val="16"/>
        </w:rPr>
        <w:t>void CDomainMemberTask::BeginTask (TInt aRepeat, TInt aInterval, CDomainMemberKeepAlive* aDomainMemberKeepAlive)</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iDomainMemberKeepAlive=aDomainMemberKeepAlive;</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iRepeatCount=aRepeat;</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iInterval=aInterval;</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CTimer::After (iInterval);</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w:t>
      </w:r>
    </w:p>
    <w:p w:rsidR="00ED76A1"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p>
    <w:p w:rsidR="00ED76A1" w:rsidRPr="007B05A4"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p>
    <w:p w:rsidR="00ED76A1" w:rsidRPr="007B05A4"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sidRPr="007B05A4">
        <w:rPr>
          <w:rFonts w:ascii="Nokia Standard Light" w:hAnsi="Nokia Standard Light"/>
          <w:sz w:val="16"/>
          <w:szCs w:val="16"/>
        </w:rPr>
        <w:t>//This method completes the simulation of a task</w:t>
      </w:r>
      <w:r>
        <w:rPr>
          <w:rFonts w:ascii="Nokia Standard Light" w:hAnsi="Nokia Standard Light"/>
          <w:sz w:val="16"/>
          <w:szCs w:val="16"/>
        </w:rPr>
        <w:t xml:space="preserve">. </w:t>
      </w:r>
      <w:r w:rsidRPr="007B05A4">
        <w:rPr>
          <w:rFonts w:ascii="Nokia Standard Light" w:hAnsi="Nokia Standard Light"/>
          <w:sz w:val="16"/>
          <w:szCs w:val="16"/>
        </w:rPr>
        <w:t>It also calls AcknowledgeLastState () to signal the completion</w:t>
      </w:r>
    </w:p>
    <w:p w:rsidR="00ED76A1" w:rsidRPr="007B05A4"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sidRPr="007B05A4">
        <w:rPr>
          <w:rFonts w:ascii="Nokia Standard Light" w:hAnsi="Nokia Standard Light"/>
          <w:sz w:val="16"/>
          <w:szCs w:val="16"/>
        </w:rPr>
        <w:t>//of a Domain transition.</w:t>
      </w:r>
    </w:p>
    <w:p w:rsidR="00ED76A1" w:rsidRPr="007B05A4"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sidRPr="007B05A4">
        <w:rPr>
          <w:rFonts w:ascii="Nokia Standard Light" w:hAnsi="Nokia Standard Light"/>
          <w:sz w:val="16"/>
          <w:szCs w:val="16"/>
        </w:rPr>
        <w:t>void CDomainMemberTask::CompleteTask ()</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//Acknowledge to notify completion of transition</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TInt error = KErrNone;</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iDomainMemberKeepAlive-&gt;AcknowledgeLastState (error);</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w:t>
      </w:r>
    </w:p>
    <w:p w:rsidR="00ED76A1"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p>
    <w:p w:rsidR="00ED76A1" w:rsidRPr="007B05A4"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p>
    <w:p w:rsidR="00ED76A1" w:rsidRPr="007B05A4"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sidRPr="007B05A4">
        <w:rPr>
          <w:rFonts w:ascii="Nokia Standard Light" w:hAnsi="Nokia Standard Light"/>
          <w:sz w:val="16"/>
          <w:szCs w:val="16"/>
        </w:rPr>
        <w:t>//Once all simulated tasks have comple</w:t>
      </w:r>
      <w:r>
        <w:rPr>
          <w:rFonts w:ascii="Nokia Standard Light" w:hAnsi="Nokia Standard Light"/>
          <w:sz w:val="16"/>
          <w:szCs w:val="16"/>
        </w:rPr>
        <w:t xml:space="preserve">ted, a call is made to </w:t>
      </w:r>
      <w:r w:rsidRPr="007B05A4">
        <w:rPr>
          <w:rFonts w:ascii="Nokia Standard Light" w:hAnsi="Nokia Standard Light"/>
          <w:sz w:val="16"/>
          <w:szCs w:val="16"/>
        </w:rPr>
        <w:t>CompleteTask (</w:t>
      </w:r>
      <w:r>
        <w:rPr>
          <w:rFonts w:ascii="Nokia Standard Light" w:hAnsi="Nokia Standard Light"/>
          <w:sz w:val="16"/>
          <w:szCs w:val="16"/>
        </w:rPr>
        <w:t xml:space="preserve">) </w:t>
      </w:r>
    </w:p>
    <w:p w:rsidR="00ED76A1" w:rsidRPr="007B05A4"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sidRPr="007B05A4">
        <w:rPr>
          <w:rFonts w:ascii="Nokia Standard Light" w:hAnsi="Nokia Standard Light"/>
          <w:sz w:val="16"/>
          <w:szCs w:val="16"/>
        </w:rPr>
        <w:t>//to notify completion of a domain transition</w:t>
      </w:r>
    </w:p>
    <w:p w:rsidR="00ED76A1" w:rsidRPr="007B05A4"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sidRPr="007B05A4">
        <w:rPr>
          <w:rFonts w:ascii="Nokia Standard Light" w:hAnsi="Nokia Standard Light"/>
          <w:sz w:val="16"/>
          <w:szCs w:val="16"/>
        </w:rPr>
        <w:t>void CDomainMemberTask::RunL ()</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w:t>
      </w:r>
    </w:p>
    <w:p w:rsidR="00ED76A1" w:rsidRPr="007B05A4" w:rsidRDefault="00E27C7E" w:rsidP="00E27C7E">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if (iRepeatCount--)</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w:t>
      </w:r>
    </w:p>
    <w:p w:rsidR="00E27C7E"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 dummy task</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 xml:space="preserve">After (iInterval); </w:t>
      </w:r>
      <w:r w:rsidR="00ED76A1">
        <w:rPr>
          <w:rFonts w:ascii="Nokia Standard Light" w:hAnsi="Nokia Standard Light"/>
          <w:sz w:val="16"/>
          <w:szCs w:val="16"/>
        </w:rPr>
        <w:t xml:space="preserve"> </w:t>
      </w:r>
      <w:r w:rsidR="00ED76A1" w:rsidRPr="007B05A4">
        <w:rPr>
          <w:rFonts w:ascii="Nokia Standard Light" w:hAnsi="Nokia Standard Light"/>
          <w:sz w:val="16"/>
          <w:szCs w:val="16"/>
        </w:rPr>
        <w:t>//re-issue request</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else</w:t>
      </w:r>
    </w:p>
    <w:p w:rsidR="00E27C7E"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w:t>
      </w:r>
      <w:r w:rsidR="00ED76A1" w:rsidRPr="007B05A4">
        <w:rPr>
          <w:rFonts w:ascii="Nokia Standard Light" w:hAnsi="Nokia Standard Light"/>
          <w:sz w:val="16"/>
          <w:szCs w:val="16"/>
        </w:rPr>
        <w:tab/>
      </w:r>
      <w:r w:rsidR="00ED76A1" w:rsidRPr="007B05A4">
        <w:rPr>
          <w:rFonts w:ascii="Nokia Standard Light" w:hAnsi="Nokia Standard Light"/>
          <w:sz w:val="16"/>
          <w:szCs w:val="16"/>
        </w:rPr>
        <w:tab/>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CompleteTask ();</w:t>
      </w:r>
      <w:r w:rsidR="00ED76A1">
        <w:rPr>
          <w:rFonts w:ascii="Nokia Standard Light" w:hAnsi="Nokia Standard Light"/>
          <w:sz w:val="16"/>
          <w:szCs w:val="16"/>
        </w:rPr>
        <w:t xml:space="preserve"> </w:t>
      </w:r>
      <w:r w:rsidR="00ED76A1" w:rsidRPr="007B05A4">
        <w:rPr>
          <w:rFonts w:ascii="Nokia Standard Light" w:hAnsi="Nokia Standard Light"/>
          <w:sz w:val="16"/>
          <w:szCs w:val="16"/>
        </w:rPr>
        <w:t>//repeat count expired, end event loop to exit</w:t>
      </w:r>
      <w:r w:rsidR="00ED76A1" w:rsidRPr="007B05A4">
        <w:rPr>
          <w:rFonts w:ascii="Nokia Standard Light" w:hAnsi="Nokia Standard Light"/>
          <w:sz w:val="16"/>
          <w:szCs w:val="16"/>
        </w:rPr>
        <w:tab/>
      </w:r>
      <w:r w:rsidR="00ED76A1" w:rsidRPr="007B05A4">
        <w:rPr>
          <w:rFonts w:ascii="Nokia Standard Light" w:hAnsi="Nokia Standard Light"/>
          <w:sz w:val="16"/>
          <w:szCs w:val="16"/>
        </w:rPr>
        <w:tab/>
        <w:t xml:space="preserve"> </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w:t>
      </w:r>
      <w:r w:rsidR="00ED76A1" w:rsidRPr="007B05A4">
        <w:rPr>
          <w:rFonts w:ascii="Nokia Standard Light" w:hAnsi="Nokia Standard Light"/>
          <w:sz w:val="16"/>
          <w:szCs w:val="16"/>
        </w:rPr>
        <w:tab/>
      </w:r>
    </w:p>
    <w:p w:rsidR="00ED76A1" w:rsidRPr="007B05A4"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p>
    <w:p w:rsidR="00ED76A1" w:rsidRPr="007B05A4"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sidRPr="007B05A4">
        <w:rPr>
          <w:rFonts w:ascii="Nokia Standard Light" w:hAnsi="Nokia Standard Light"/>
          <w:sz w:val="16"/>
          <w:szCs w:val="16"/>
        </w:rPr>
        <w:t>//Destructor to handle cleanup</w:t>
      </w:r>
    </w:p>
    <w:p w:rsidR="00ED76A1" w:rsidRPr="007B05A4" w:rsidRDefault="00ED76A1"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sidRPr="007B05A4">
        <w:rPr>
          <w:rFonts w:ascii="Nokia Standard Light" w:hAnsi="Nokia Standard Light"/>
          <w:sz w:val="16"/>
          <w:szCs w:val="16"/>
        </w:rPr>
        <w:t>CDomainMemberTask:: ~CDomainMemberTask ()</w:t>
      </w:r>
    </w:p>
    <w:p w:rsidR="00ED76A1" w:rsidRPr="007B05A4" w:rsidRDefault="00E27C7E" w:rsidP="00E27C7E">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7B05A4">
        <w:rPr>
          <w:rFonts w:ascii="Nokia Standard Light" w:hAnsi="Nokia Standard Light"/>
          <w:sz w:val="16"/>
          <w:szCs w:val="16"/>
        </w:rPr>
        <w:t>iDomainMemberKeepAlive=NULL;</w:t>
      </w:r>
    </w:p>
    <w:p w:rsidR="00ED76A1" w:rsidRPr="007B05A4" w:rsidRDefault="00E27C7E" w:rsidP="00ED76A1">
      <w:pPr>
        <w:pBdr>
          <w:top w:val="single" w:sz="4" w:space="1" w:color="auto"/>
          <w:left w:val="single" w:sz="4" w:space="4" w:color="auto"/>
          <w:bottom w:val="single" w:sz="4" w:space="1" w:color="auto"/>
          <w:right w:val="single" w:sz="4" w:space="4" w:color="auto"/>
        </w:pBdr>
        <w:shd w:val="clear" w:color="auto" w:fill="D9D9D9"/>
        <w:rPr>
          <w:rFonts w:ascii="Nokia Standard Light" w:hAnsi="Nokia Standard Light"/>
          <w:sz w:val="16"/>
          <w:szCs w:val="16"/>
        </w:rPr>
      </w:pPr>
      <w:r>
        <w:rPr>
          <w:rFonts w:ascii="Nokia Standard Light" w:hAnsi="Nokia Standard Light"/>
          <w:sz w:val="16"/>
          <w:szCs w:val="16"/>
        </w:rPr>
        <w:t xml:space="preserve">       }</w:t>
      </w:r>
    </w:p>
    <w:p w:rsidR="00ED76A1" w:rsidRDefault="00ED76A1" w:rsidP="00ED76A1">
      <w:pPr>
        <w:rPr>
          <w:rFonts w:ascii="Lucida Console" w:hAnsi="Lucida Console"/>
          <w:sz w:val="16"/>
          <w:szCs w:val="16"/>
        </w:rPr>
      </w:pPr>
    </w:p>
    <w:p w:rsidR="00ED76A1" w:rsidRDefault="00ED76A1" w:rsidP="00ED76A1">
      <w:pPr>
        <w:pStyle w:val="Heading2"/>
        <w:keepLines w:val="0"/>
        <w:tabs>
          <w:tab w:val="num" w:pos="576"/>
        </w:tabs>
        <w:spacing w:before="240" w:after="120"/>
        <w:ind w:left="576" w:hanging="576"/>
      </w:pPr>
      <w:r w:rsidRPr="007B05A4">
        <w:rPr>
          <w:rFonts w:ascii="Nokia Standard Light" w:hAnsi="Nokia Standard Light"/>
          <w:sz w:val="16"/>
          <w:szCs w:val="16"/>
        </w:rPr>
        <w:br w:type="page"/>
      </w:r>
      <w:bookmarkStart w:id="56" w:name="_Toc273547768"/>
      <w:bookmarkStart w:id="57" w:name="_Toc273964147"/>
      <w:r>
        <w:lastRenderedPageBreak/>
        <w:t>Source code for C</w:t>
      </w:r>
      <w:r w:rsidRPr="003F1CC1">
        <w:t>DomainMember</w:t>
      </w:r>
      <w:r>
        <w:t>KeepAlive i</w:t>
      </w:r>
      <w:r w:rsidRPr="003F1CC1">
        <w:t>mplementation</w:t>
      </w:r>
      <w:bookmarkEnd w:id="56"/>
      <w:bookmarkEnd w:id="57"/>
    </w:p>
    <w:p w:rsidR="00ED76A1" w:rsidRPr="003F1CC1" w:rsidRDefault="00ED76A1"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sidRPr="003F1CC1">
        <w:rPr>
          <w:rFonts w:ascii="Nokia Standard Light" w:hAnsi="Nokia Standard Light"/>
          <w:sz w:val="16"/>
          <w:szCs w:val="16"/>
        </w:rPr>
        <w:t>// Standard 2-Phase Construction</w:t>
      </w:r>
    </w:p>
    <w:p w:rsidR="00ED76A1" w:rsidRPr="003F1CC1" w:rsidRDefault="00ED76A1"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sidRPr="003F1CC1">
        <w:rPr>
          <w:rFonts w:ascii="Nokia Standard Light" w:hAnsi="Nokia Standard Light"/>
          <w:sz w:val="16"/>
          <w:szCs w:val="16"/>
        </w:rPr>
        <w:t>CDomainMemberKeepAlive* CDomainMemberKeepAlive::NewL (TDmHierarchyId aHierarchy, TDmDomainId aId)</w:t>
      </w:r>
    </w:p>
    <w:p w:rsidR="00ED76A1" w:rsidRPr="003F1CC1"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w:t>
      </w:r>
    </w:p>
    <w:p w:rsidR="00ED76A1" w:rsidRPr="003F1CC1"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CDomainMemberKeepAlive* self=new (ELeave) CDomainMemberKeepAlive (aHierarchy, aId);</w:t>
      </w:r>
    </w:p>
    <w:p w:rsidR="00ED76A1" w:rsidRPr="003F1CC1"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CleanupStack::PushL (self);</w:t>
      </w:r>
    </w:p>
    <w:p w:rsidR="00ED76A1" w:rsidRPr="003F1CC1"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self-&gt;ConstructL ();</w:t>
      </w:r>
    </w:p>
    <w:p w:rsidR="00ED76A1" w:rsidRPr="003F1CC1"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self-&gt;RequestTransitionNotification ();</w:t>
      </w:r>
    </w:p>
    <w:p w:rsidR="00ED76A1" w:rsidRPr="003F1CC1"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CleanupStack::Pop ();</w:t>
      </w:r>
    </w:p>
    <w:p w:rsidR="00ED76A1" w:rsidRPr="003F1CC1"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return self;</w:t>
      </w:r>
    </w:p>
    <w:p w:rsidR="00ED76A1" w:rsidRPr="003F1CC1"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w:t>
      </w:r>
    </w:p>
    <w:p w:rsidR="00ED76A1" w:rsidRDefault="00ED76A1"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p>
    <w:p w:rsidR="00ED76A1" w:rsidRDefault="00ED76A1"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p>
    <w:p w:rsidR="00ED76A1" w:rsidRDefault="00ED76A1"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p>
    <w:p w:rsidR="00ED76A1" w:rsidRPr="003F1CC1" w:rsidRDefault="00ED76A1"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p>
    <w:p w:rsidR="00ED76A1" w:rsidRPr="003F1CC1" w:rsidRDefault="00ED76A1"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sidRPr="003F1CC1">
        <w:rPr>
          <w:rFonts w:ascii="Nokia Standard Light" w:hAnsi="Nokia Standard Light"/>
          <w:sz w:val="16"/>
          <w:szCs w:val="16"/>
        </w:rPr>
        <w:t>// CDomainMemberKeepAlive Constructor. It is called from the NewL () function.</w:t>
      </w:r>
    </w:p>
    <w:p w:rsidR="00ED76A1" w:rsidRPr="003F1CC1" w:rsidRDefault="00ED76A1"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sidRPr="003F1CC1">
        <w:rPr>
          <w:rFonts w:ascii="Nokia Standard Light" w:hAnsi="Nokia Standard Light"/>
          <w:sz w:val="16"/>
          <w:szCs w:val="16"/>
        </w:rPr>
        <w:t>CDomainMemberKeepAlive::CDomainMemberKeepAlive (TDmHierarchyId aHierarchy, TDmDomainId aId):</w:t>
      </w:r>
    </w:p>
    <w:p w:rsidR="00ED76A1" w:rsidRPr="003F1CC1"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CDmDomainKeepAlive (aHierarchy, aId), iHierarchy (aHierarchy), iId (aId)</w:t>
      </w:r>
    </w:p>
    <w:p w:rsidR="00ED76A1" w:rsidRPr="003F1CC1"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w:t>
      </w:r>
    </w:p>
    <w:p w:rsidR="00ED76A1" w:rsidRPr="003F1CC1"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iMemberTask=NULL;</w:t>
      </w:r>
    </w:p>
    <w:p w:rsidR="00ED76A1" w:rsidRPr="003F1CC1"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w:t>
      </w:r>
    </w:p>
    <w:p w:rsidR="00ED76A1" w:rsidRDefault="00ED76A1"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p>
    <w:p w:rsidR="00ED76A1" w:rsidRDefault="00ED76A1"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p>
    <w:p w:rsidR="00ED76A1" w:rsidRDefault="00ED76A1"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p>
    <w:p w:rsidR="00ED76A1" w:rsidRPr="00134AEC" w:rsidRDefault="00ED76A1"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sidRPr="00134AEC">
        <w:rPr>
          <w:rFonts w:ascii="Nokia Standard Light" w:hAnsi="Nokia Standard Light"/>
          <w:sz w:val="16"/>
          <w:szCs w:val="16"/>
        </w:rPr>
        <w:t>void CDomainMemberKeepAlive::HandleTransitionL()</w:t>
      </w:r>
    </w:p>
    <w:p w:rsidR="00ED76A1" w:rsidRPr="00134AEC"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134AEC">
        <w:rPr>
          <w:rFonts w:ascii="Nokia Standard Light" w:hAnsi="Nokia Standard Light"/>
          <w:sz w:val="16"/>
          <w:szCs w:val="16"/>
        </w:rPr>
        <w:t>{</w:t>
      </w:r>
    </w:p>
    <w:p w:rsidR="00ED76A1" w:rsidRPr="00134AEC"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134AEC">
        <w:rPr>
          <w:rFonts w:ascii="Nokia Standard Light" w:hAnsi="Nokia Standard Light"/>
          <w:sz w:val="16"/>
          <w:szCs w:val="16"/>
        </w:rPr>
        <w:t>RequestTransitionNotification();</w:t>
      </w:r>
    </w:p>
    <w:p w:rsidR="00ED76A1" w:rsidRPr="00134AEC"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134AEC">
        <w:rPr>
          <w:rFonts w:ascii="Nokia Standard Light" w:hAnsi="Nokia Standard Light"/>
          <w:sz w:val="16"/>
          <w:szCs w:val="16"/>
        </w:rPr>
        <w:t>TDmDomainState</w:t>
      </w:r>
      <w:r w:rsidR="00ED76A1">
        <w:rPr>
          <w:rFonts w:ascii="Nokia Standard Light" w:hAnsi="Nokia Standard Light"/>
          <w:sz w:val="16"/>
          <w:szCs w:val="16"/>
        </w:rPr>
        <w:t xml:space="preserve"> </w:t>
      </w:r>
      <w:r w:rsidR="00ED76A1" w:rsidRPr="00134AEC">
        <w:rPr>
          <w:rFonts w:ascii="Nokia Standard Light" w:hAnsi="Nokia Standard Light"/>
          <w:sz w:val="16"/>
          <w:szCs w:val="16"/>
        </w:rPr>
        <w:t>domainState = GetState();</w:t>
      </w:r>
    </w:p>
    <w:p w:rsidR="00ED76A1" w:rsidRPr="00134AEC"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134AEC">
        <w:rPr>
          <w:rFonts w:ascii="Nokia Standard Light" w:hAnsi="Nokia Standard Light"/>
          <w:sz w:val="16"/>
          <w:szCs w:val="16"/>
        </w:rPr>
        <w:t>if (domainState == EShutdownCritical)</w:t>
      </w:r>
      <w:r w:rsidR="00ED76A1" w:rsidRPr="00134AEC">
        <w:rPr>
          <w:rFonts w:ascii="Nokia Standard Light" w:hAnsi="Nokia Standard Light"/>
          <w:sz w:val="16"/>
          <w:szCs w:val="16"/>
        </w:rPr>
        <w:tab/>
      </w:r>
      <w:r w:rsidR="00ED76A1" w:rsidRPr="00134AEC">
        <w:rPr>
          <w:rFonts w:ascii="Nokia Standard Light" w:hAnsi="Nokia Standard Light"/>
          <w:sz w:val="16"/>
          <w:szCs w:val="16"/>
        </w:rPr>
        <w:tab/>
        <w:t>/</w:t>
      </w:r>
      <w:r w:rsidR="00ED76A1">
        <w:rPr>
          <w:rFonts w:ascii="Nokia Standard Light" w:hAnsi="Nokia Standard Light"/>
          <w:sz w:val="16"/>
          <w:szCs w:val="16"/>
        </w:rPr>
        <w:t xml:space="preserve">/ </w:t>
      </w:r>
      <w:r w:rsidR="00ED76A1" w:rsidRPr="00134AEC">
        <w:rPr>
          <w:rFonts w:ascii="Nokia Standard Light" w:hAnsi="Nokia Standard Light"/>
          <w:sz w:val="16"/>
          <w:szCs w:val="16"/>
        </w:rPr>
        <w:t xml:space="preserve"> Check if critical shutd</w:t>
      </w:r>
      <w:r w:rsidR="00ED76A1">
        <w:rPr>
          <w:rFonts w:ascii="Nokia Standard Light" w:hAnsi="Nokia Standard Light"/>
          <w:sz w:val="16"/>
          <w:szCs w:val="16"/>
        </w:rPr>
        <w:t>own state actions are required</w:t>
      </w:r>
    </w:p>
    <w:p w:rsidR="00ED76A1" w:rsidRPr="00134AEC"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134AEC">
        <w:rPr>
          <w:rFonts w:ascii="Nokia Standard Light" w:hAnsi="Nokia Standard Light"/>
          <w:sz w:val="16"/>
          <w:szCs w:val="16"/>
        </w:rPr>
        <w:t>{</w:t>
      </w:r>
    </w:p>
    <w:p w:rsidR="00ED76A1" w:rsidRPr="00134AEC"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134AEC">
        <w:rPr>
          <w:rFonts w:ascii="Nokia Standard Light" w:hAnsi="Nokia Standard Light"/>
          <w:sz w:val="16"/>
          <w:szCs w:val="16"/>
        </w:rPr>
        <w:t>TRAPD(leavecode,DoTaskL());</w:t>
      </w:r>
    </w:p>
    <w:p w:rsidR="00ED76A1"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134AEC">
        <w:rPr>
          <w:rFonts w:ascii="Nokia Standard Light" w:hAnsi="Nokia Standard Light"/>
          <w:sz w:val="16"/>
          <w:szCs w:val="16"/>
        </w:rPr>
        <w:t xml:space="preserve">if (leavecode) </w:t>
      </w:r>
    </w:p>
    <w:p w:rsidR="007105C2" w:rsidRDefault="00ED76A1"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7105C2">
        <w:rPr>
          <w:rFonts w:ascii="Nokia Standard Light" w:hAnsi="Nokia Standard Light"/>
          <w:sz w:val="16"/>
          <w:szCs w:val="16"/>
        </w:rPr>
        <w:t xml:space="preserve">   </w:t>
      </w:r>
      <w:r>
        <w:rPr>
          <w:rFonts w:ascii="Nokia Standard Light" w:hAnsi="Nokia Standard Light"/>
          <w:sz w:val="16"/>
          <w:szCs w:val="16"/>
        </w:rPr>
        <w:t xml:space="preserve">        </w:t>
      </w:r>
      <w:r w:rsidRPr="00134AEC">
        <w:rPr>
          <w:rFonts w:ascii="Nokia Standard Light" w:hAnsi="Nokia Standard Light"/>
          <w:sz w:val="16"/>
          <w:szCs w:val="16"/>
        </w:rPr>
        <w:t xml:space="preserve">AcknowledgeLastState(leavecode); </w:t>
      </w:r>
      <w:r>
        <w:rPr>
          <w:rFonts w:ascii="Nokia Standard Light" w:hAnsi="Nokia Standard Light"/>
          <w:sz w:val="16"/>
          <w:szCs w:val="16"/>
        </w:rPr>
        <w:t xml:space="preserve">  </w:t>
      </w:r>
      <w:r w:rsidRPr="00134AEC">
        <w:rPr>
          <w:rFonts w:ascii="Nokia Standard Light" w:hAnsi="Nokia Standard Light"/>
          <w:sz w:val="16"/>
          <w:szCs w:val="16"/>
        </w:rPr>
        <w:t>// Acknowledge</w:t>
      </w:r>
      <w:r>
        <w:rPr>
          <w:rFonts w:ascii="Nokia Standard Light" w:hAnsi="Nokia Standard Light"/>
          <w:sz w:val="16"/>
          <w:szCs w:val="16"/>
        </w:rPr>
        <w:t xml:space="preserve"> and c</w:t>
      </w:r>
      <w:r w:rsidRPr="00134AEC">
        <w:rPr>
          <w:rFonts w:ascii="Nokia Standard Light" w:hAnsi="Nokia Standard Light"/>
          <w:sz w:val="16"/>
          <w:szCs w:val="16"/>
        </w:rPr>
        <w:t>omplete transition with error code if DoTaskL() leaves</w:t>
      </w:r>
      <w:r w:rsidRPr="00134AEC">
        <w:rPr>
          <w:rFonts w:ascii="Nokia Standard Light" w:hAnsi="Nokia Standard Light"/>
          <w:sz w:val="16"/>
          <w:szCs w:val="16"/>
        </w:rPr>
        <w:tab/>
      </w:r>
    </w:p>
    <w:p w:rsidR="00ED76A1" w:rsidRPr="00134AEC"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134AEC">
        <w:rPr>
          <w:rFonts w:ascii="Nokia Standard Light" w:hAnsi="Nokia Standard Light"/>
          <w:sz w:val="16"/>
          <w:szCs w:val="16"/>
        </w:rPr>
        <w:t>}</w:t>
      </w:r>
    </w:p>
    <w:p w:rsidR="00ED76A1" w:rsidRPr="00134AEC"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134AEC">
        <w:rPr>
          <w:rFonts w:ascii="Nokia Standard Light" w:hAnsi="Nokia Standard Light"/>
          <w:sz w:val="16"/>
          <w:szCs w:val="16"/>
        </w:rPr>
        <w:t>else</w:t>
      </w:r>
    </w:p>
    <w:p w:rsidR="00ED76A1" w:rsidRPr="00134AEC"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134AEC">
        <w:rPr>
          <w:rFonts w:ascii="Nokia Standard Light" w:hAnsi="Nokia Standard Light"/>
          <w:sz w:val="16"/>
          <w:szCs w:val="16"/>
        </w:rPr>
        <w:t>{</w:t>
      </w:r>
    </w:p>
    <w:p w:rsidR="00ED76A1" w:rsidRPr="00134AEC"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134AEC">
        <w:rPr>
          <w:rFonts w:ascii="Nokia Standard Light" w:hAnsi="Nokia Standard Light"/>
          <w:sz w:val="16"/>
          <w:szCs w:val="16"/>
        </w:rPr>
        <w:t>TInt error = KErrNone;</w:t>
      </w:r>
      <w:r w:rsidR="00ED76A1">
        <w:rPr>
          <w:rFonts w:ascii="Nokia Standard Light" w:hAnsi="Nokia Standard Light"/>
          <w:sz w:val="16"/>
          <w:szCs w:val="16"/>
        </w:rPr>
        <w:t xml:space="preserve"> </w:t>
      </w:r>
    </w:p>
    <w:p w:rsidR="00ED76A1"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134AEC">
        <w:rPr>
          <w:rFonts w:ascii="Nokia Standard Light" w:hAnsi="Nokia Standard Light"/>
          <w:sz w:val="16"/>
          <w:szCs w:val="16"/>
        </w:rPr>
        <w:t>AcknowledgeLastState(error);</w:t>
      </w:r>
      <w:r w:rsidR="00ED76A1">
        <w:rPr>
          <w:rFonts w:ascii="Nokia Standard Light" w:hAnsi="Nokia Standard Light"/>
          <w:sz w:val="16"/>
          <w:szCs w:val="16"/>
        </w:rPr>
        <w:t xml:space="preserve">  </w:t>
      </w:r>
    </w:p>
    <w:p w:rsidR="00ED76A1" w:rsidRPr="00134AEC"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134AEC">
        <w:rPr>
          <w:rFonts w:ascii="Nokia Standard Light" w:hAnsi="Nokia Standard Light"/>
          <w:sz w:val="16"/>
          <w:szCs w:val="16"/>
        </w:rPr>
        <w:t>}</w:t>
      </w:r>
    </w:p>
    <w:p w:rsidR="00ED76A1"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134AEC">
        <w:rPr>
          <w:rFonts w:ascii="Nokia Standard Light" w:hAnsi="Nokia Standard Light"/>
          <w:sz w:val="16"/>
          <w:szCs w:val="16"/>
        </w:rPr>
        <w:t>}</w:t>
      </w:r>
    </w:p>
    <w:p w:rsidR="00ED76A1" w:rsidRDefault="00ED76A1"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p>
    <w:p w:rsidR="00ED76A1" w:rsidRDefault="00ED76A1"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p>
    <w:p w:rsidR="00ED76A1" w:rsidRPr="004468F7" w:rsidRDefault="00ED76A1"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sidRPr="004468F7">
        <w:rPr>
          <w:rFonts w:ascii="Nokia Standard Light" w:hAnsi="Nokia Standard Light"/>
          <w:sz w:val="16"/>
          <w:szCs w:val="16"/>
        </w:rPr>
        <w:t>// Method to run Domain Member task</w:t>
      </w:r>
    </w:p>
    <w:p w:rsidR="00ED76A1" w:rsidRPr="004468F7" w:rsidRDefault="00ED76A1"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sidRPr="004468F7">
        <w:rPr>
          <w:rFonts w:ascii="Nokia Standard Light" w:hAnsi="Nokia Standard Light"/>
          <w:sz w:val="16"/>
          <w:szCs w:val="16"/>
        </w:rPr>
        <w:t>void CDomainMemberKeepAlive::DoTaskL()</w:t>
      </w:r>
    </w:p>
    <w:p w:rsidR="00ED76A1" w:rsidRPr="004468F7"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4468F7">
        <w:rPr>
          <w:rFonts w:ascii="Nokia Standard Light" w:hAnsi="Nokia Standard Light"/>
          <w:sz w:val="16"/>
          <w:szCs w:val="16"/>
        </w:rPr>
        <w:t>{</w:t>
      </w:r>
    </w:p>
    <w:p w:rsidR="00ED76A1" w:rsidRPr="004468F7"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4468F7">
        <w:rPr>
          <w:rFonts w:ascii="Nokia Standard Light" w:hAnsi="Nokia Standard Light"/>
          <w:sz w:val="16"/>
          <w:szCs w:val="16"/>
        </w:rPr>
        <w:t>iMemberTask = CDomainMemberTask::NewL();</w:t>
      </w:r>
    </w:p>
    <w:p w:rsidR="00ED76A1" w:rsidRPr="004468F7"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4468F7">
        <w:rPr>
          <w:rFonts w:ascii="Nokia Standard Light" w:hAnsi="Nokia Standard Light"/>
          <w:sz w:val="16"/>
          <w:szCs w:val="16"/>
        </w:rPr>
        <w:t>iMemberTask-&gt;BeginTask(4,1000000,this); //  Repeat 4 times , 1000000 us interval</w:t>
      </w:r>
      <w:r w:rsidR="00ED76A1" w:rsidRPr="004468F7">
        <w:rPr>
          <w:rFonts w:ascii="Nokia Standard Light" w:hAnsi="Nokia Standard Light"/>
          <w:sz w:val="16"/>
          <w:szCs w:val="16"/>
        </w:rPr>
        <w:tab/>
      </w:r>
      <w:r w:rsidR="00ED76A1" w:rsidRPr="004468F7">
        <w:rPr>
          <w:rFonts w:ascii="Nokia Standard Light" w:hAnsi="Nokia Standard Light"/>
          <w:sz w:val="16"/>
          <w:szCs w:val="16"/>
        </w:rPr>
        <w:tab/>
      </w:r>
    </w:p>
    <w:p w:rsidR="00ED76A1"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4468F7">
        <w:rPr>
          <w:rFonts w:ascii="Nokia Standard Light" w:hAnsi="Nokia Standard Light"/>
          <w:sz w:val="16"/>
          <w:szCs w:val="16"/>
        </w:rPr>
        <w:t>}</w:t>
      </w:r>
    </w:p>
    <w:p w:rsidR="007105C2"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p>
    <w:p w:rsidR="00ED76A1" w:rsidRPr="003F1CC1" w:rsidRDefault="00ED76A1"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sidRPr="003F1CC1">
        <w:rPr>
          <w:rFonts w:ascii="Nokia Standard Light" w:hAnsi="Nokia Standard Light"/>
          <w:sz w:val="16"/>
          <w:szCs w:val="16"/>
        </w:rPr>
        <w:t xml:space="preserve">//Destructor to handle cleanup of derived class. </w:t>
      </w:r>
    </w:p>
    <w:p w:rsidR="00ED76A1" w:rsidRPr="003F1CC1" w:rsidRDefault="00ED76A1"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sidRPr="003F1CC1">
        <w:rPr>
          <w:rFonts w:ascii="Nokia Standard Light" w:hAnsi="Nokia Standard Light"/>
          <w:sz w:val="16"/>
          <w:szCs w:val="16"/>
        </w:rPr>
        <w:t>CDomainMemberKeepAlive::~CDomainMemberKeepAlive()</w:t>
      </w:r>
    </w:p>
    <w:p w:rsidR="007105C2"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w:t>
      </w:r>
    </w:p>
    <w:p w:rsidR="00ED76A1" w:rsidRPr="003F1CC1"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delete iMemberTask;</w:t>
      </w:r>
      <w:r w:rsidR="00ED76A1" w:rsidRPr="003F1CC1">
        <w:rPr>
          <w:rFonts w:ascii="Nokia Standard Light" w:hAnsi="Nokia Standard Light"/>
          <w:sz w:val="16"/>
          <w:szCs w:val="16"/>
        </w:rPr>
        <w:tab/>
      </w:r>
      <w:r w:rsidR="00ED76A1" w:rsidRPr="003F1CC1">
        <w:rPr>
          <w:rFonts w:ascii="Nokia Standard Light" w:hAnsi="Nokia Standard Light"/>
          <w:sz w:val="16"/>
          <w:szCs w:val="16"/>
        </w:rPr>
        <w:tab/>
      </w:r>
    </w:p>
    <w:p w:rsidR="00ED76A1" w:rsidRDefault="007105C2" w:rsidP="00ED76A1">
      <w:pPr>
        <w:pBdr>
          <w:top w:val="single" w:sz="8" w:space="1" w:color="808080"/>
          <w:left w:val="single" w:sz="8" w:space="4" w:color="808080"/>
          <w:bottom w:val="single" w:sz="8" w:space="1" w:color="808080"/>
          <w:right w:val="single" w:sz="8" w:space="4" w:color="808080"/>
        </w:pBdr>
        <w:shd w:val="clear" w:color="auto" w:fill="D9D9D9"/>
        <w:rPr>
          <w:rFonts w:ascii="Nokia Standard Light" w:hAnsi="Nokia Standard Light"/>
          <w:sz w:val="16"/>
          <w:szCs w:val="16"/>
        </w:rPr>
      </w:pPr>
      <w:r>
        <w:rPr>
          <w:rFonts w:ascii="Nokia Standard Light" w:hAnsi="Nokia Standard Light"/>
          <w:sz w:val="16"/>
          <w:szCs w:val="16"/>
        </w:rPr>
        <w:t xml:space="preserve">       </w:t>
      </w:r>
      <w:r w:rsidR="00ED76A1" w:rsidRPr="003F1CC1">
        <w:rPr>
          <w:rFonts w:ascii="Nokia Standard Light" w:hAnsi="Nokia Standard Light"/>
          <w:sz w:val="16"/>
          <w:szCs w:val="16"/>
        </w:rPr>
        <w:t>}</w:t>
      </w:r>
    </w:p>
    <w:sectPr w:rsidR="00ED76A1" w:rsidSect="00771965">
      <w:headerReference w:type="default" r:id="rId12"/>
      <w:footerReference w:type="default" r:id="rId13"/>
      <w:headerReference w:type="first" r:id="rId14"/>
      <w:footerReference w:type="first" r:id="rId15"/>
      <w:pgSz w:w="11906" w:h="16838" w:code="9"/>
      <w:pgMar w:top="1701" w:right="567" w:bottom="1134" w:left="1134" w:header="567" w:footer="567" w:gutter="0"/>
      <w:cols w:space="720"/>
      <w:titlePg/>
    </w:sectPr>
  </w:body>
</w:document>
</file>

<file path=word/customizations.xml><?xml version="1.0" encoding="utf-8"?>
<wne:tcg xmlns:r="http://schemas.openxmlformats.org/officeDocument/2006/relationships" xmlns:wne="http://schemas.microsoft.com/office/word/2006/wordml">
  <wne:keymaps>
    <wne:keymap wne:kcmPrimary="0242">
      <wne:acd wne:acdName="acd27"/>
    </wne:keymap>
    <wne:keymap wne:kcmPrimary="0245">
      <wne:acd wne:acdName="acd22"/>
    </wne:keymap>
    <wne:keymap wne:kcmPrimary="0249">
      <wne:acd wne:acdName="acd22"/>
    </wne:keymap>
    <wne:keymap wne:kcmPrimary="0443">
      <wne:acd wne:acdName="acd2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Entry wne:acdName="acd27"/>
      <wne:acdEntry wne:acdName="acd28"/>
      <wne:acdEntry wne:acdName="acd29"/>
    </wne:acdManifest>
    <wne:toolbarData r:id="rId1"/>
  </wne:toolbars>
  <wne:acds>
    <wne:acd wne:argValue="AQAAAEIA" wne:acdName="acd0" wne:fciIndexBasedOn="0065"/>
    <wne:acd wne:argValue="AgBCAG8AZAB5ACAAVABlAHgAdAAgAHQAaABpAG4A" wne:acdName="acd1" wne:fciIndexBasedOn="0065"/>
    <wne:acd wne:argValue="AQAAACIA" wne:acdName="acd2" wne:fciIndexBasedOn="0065"/>
    <wne:acd wne:argValue="AgBDAG8AZABlAA==" wne:acdName="acd3" wne:fciIndexBasedOn="0065"/>
    <wne:acd wne:argValue="AgBDAG8AZABlACAAdwBpAGQAZQA=" wne:acdName="acd4" wne:fciIndexBasedOn="0065"/>
    <wne:acd wne:argValue="AgBGAGkAZwB1AHIAZQA=" wne:acdName="acd5" wne:fciIndexBasedOn="0065"/>
    <wne:acd wne:argValue="AQAAAAEA" wne:acdName="acd6" wne:fciIndexBasedOn="0065"/>
    <wne:acd wne:argValue="AQAAAAIA" wne:acdName="acd7" wne:fciIndexBasedOn="0065"/>
    <wne:acd wne:argValue="AQAAAAMA" wne:acdName="acd8" wne:fciIndexBasedOn="0065"/>
    <wne:acd wne:argValue="AQAAAAQA" wne:acdName="acd9" wne:fciIndexBasedOn="0065"/>
    <wne:acd wne:argValue="AgBSAGUAZgBlAHIAZQBuAGMAZQA=" wne:acdName="acd10" wne:fciIndexBasedOn="0065"/>
    <wne:acd wne:argValue="AQAAADsA" wne:acdName="acd11" wne:fciIndexBasedOn="0065"/>
    <wne:acd wne:argValue="AgBUAGEAYgBsAGUAIAB0AGUAeAB0ACAATgB1AG0AYgBlAHIA" wne:acdName="acd12" wne:fciIndexBasedOn="0065"/>
    <wne:acd wne:argValue="AgBUAGEAYgBsAGUAIAB0AGUAeAB0AA==" wne:acdName="acd13" wne:fciIndexBasedOn="0065"/>
    <wne:acd wne:argValue="AgBUAGEAYgBsAGUAIAB0AGUAeAB0ACAAYgBvAGwAZAA=" wne:acdName="acd14" wne:fciIndexBasedOn="0065"/>
    <wne:acd wne:argValue="AgBCAG8AZAB5ACAAVABlAHgAdAAgAGIAbwBsAGQA" wne:acdName="acd15" wne:fciIndexBasedOn="0065"/>
    <wne:acd wne:argValue="AQAAADYA" wne:acdName="acd16" wne:fciIndexBasedOn="0065"/>
    <wne:acd wne:argValue="AQAAADcA" wne:acdName="acd17" wne:fciIndexBasedOn="0065"/>
    <wne:acd wne:argValue="AgBUAGEAYgBsAGUAIAB0AGUAeAB0ACAAQgB1AGwAbABlAHQA" wne:acdName="acd18" wne:fciIndexBasedOn="0065"/>
    <wne:acd wne:argValue="AQAAAEQA" wne:acdName="acd19" wne:fciIndexBasedOn="0065"/>
    <wne:acd wne:argValue="AgBGAGkAZwB1AHIAZQAgAHcAaQBkAGUA" wne:acdName="acd20" wne:fciIndexBasedOn="0065"/>
    <wne:acd wne:argValue="AQAAAEUA" wne:acdName="acd21" wne:fciIndexBasedOn="0065"/>
    <wne:acd wne:argValue="AQAAAFgA" wne:acdName="acd22" wne:fciIndexBasedOn="0065"/>
    <wne:acd wne:argValue="AQAAAEEA" wne:acdName="acd23" wne:fciIndexBasedOn="0065"/>
    <wne:acd wne:argValue="AQAAADoA" wne:acdName="acd24" wne:fciIndexBasedOn="0065"/>
    <wne:acd wne:argValue="AQAAADEA" wne:acdName="acd25" wne:fciIndexBasedOn="0065"/>
    <wne:acd wne:argValue="AQAAADAA" wne:acdName="acd26" wne:fciIndexBasedOn="0065"/>
    <wne:acd wne:argValue="AQAAAFcA" wne:acdName="acd27" wne:fciIndexBasedOn="0065"/>
    <wne:acd wne:argValue="AgBDAG8AZABlACAAQwBoAGEAcgBhAGMAdABlAHIA" wne:acdName="acd28" wne:fciIndexBasedOn="0065"/>
    <wne:acd wne:argValue="AQAAAEYA" wne:acdName="acd29"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1A7" w:rsidRDefault="006521A7">
      <w:r>
        <w:separator/>
      </w:r>
    </w:p>
  </w:endnote>
  <w:endnote w:type="continuationSeparator" w:id="0">
    <w:p w:rsidR="006521A7" w:rsidRDefault="006521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Console">
    <w:panose1 w:val="020B0609040504020204"/>
    <w:charset w:val="00"/>
    <w:family w:val="modern"/>
    <w:pitch w:val="fixed"/>
    <w:sig w:usb0="8000028F" w:usb1="00001800" w:usb2="00000000" w:usb3="00000000" w:csb0="0000001F" w:csb1="00000000"/>
  </w:font>
  <w:font w:name="MS Mincho">
    <w:altName w:val="ＭＳ 明朝"/>
    <w:panose1 w:val="02020609040205080304"/>
    <w:charset w:val="80"/>
    <w:family w:val="modern"/>
    <w:pitch w:val="fixed"/>
    <w:sig w:usb0="A00002BF" w:usb1="68C7FCFB" w:usb2="00000010" w:usb3="00000000" w:csb0="0002009F"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okia Standard Light">
    <w:panose1 w:val="020B0303030404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1F8" w:rsidRDefault="007731F8" w:rsidP="009E6429">
    <w:pPr>
      <w:pStyle w:val="Footer"/>
    </w:pPr>
  </w:p>
  <w:p w:rsidR="007731F8" w:rsidRDefault="007731F8" w:rsidP="009E6429">
    <w:pPr>
      <w:pStyle w:val="Footer"/>
    </w:pPr>
    <w:r>
      <w:rPr>
        <w:noProof/>
      </w:rPr>
      <w:pict>
        <v:shape id="_x0000_s2056" style="position:absolute;margin-left:1.35pt;margin-top:.7pt;width:513pt;height:9pt;z-index:251658752;mso-position-horizontal:absolute;mso-position-vertical:absolute" coordsize="3606,39" path="m,hdc1195,39,2418,9,3606,9hae" filled="f" fillcolor="#4f81bd" strokecolor="#666" strokeweight=".25pt">
          <v:shadow color="#eeece1"/>
          <v:path arrowok="t"/>
        </v:shape>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219"/>
      <w:gridCol w:w="2410"/>
      <w:gridCol w:w="3792"/>
    </w:tblGrid>
    <w:tr w:rsidR="007731F8" w:rsidTr="009E6429">
      <w:tc>
        <w:tcPr>
          <w:tcW w:w="4219" w:type="dxa"/>
        </w:tcPr>
        <w:p w:rsidR="007731F8" w:rsidRDefault="007731F8" w:rsidP="009E6429">
          <w:pPr>
            <w:pStyle w:val="Footer"/>
          </w:pPr>
          <w:fldSimple w:instr=" DOCPROPERTY  Copyright  \* MERGEFORMAT ">
            <w:r>
              <w:t>© Nokia Corporation and/or its subsidiaries</w:t>
            </w:r>
          </w:fldSimple>
        </w:p>
      </w:tc>
      <w:tc>
        <w:tcPr>
          <w:tcW w:w="2410" w:type="dxa"/>
        </w:tcPr>
        <w:p w:rsidR="007731F8" w:rsidRDefault="007731F8" w:rsidP="009E6429">
          <w:pPr>
            <w:pStyle w:val="FooterCenter"/>
          </w:pPr>
          <w:fldSimple w:instr=" DOCPROPERTY  &quot;Last Revised&quot;  \* MERGEFORMAT ">
            <w:r>
              <w:t>&lt;Date&gt;</w:t>
            </w:r>
          </w:fldSimple>
        </w:p>
      </w:tc>
      <w:tc>
        <w:tcPr>
          <w:tcW w:w="3792" w:type="dxa"/>
        </w:tcPr>
        <w:p w:rsidR="007731F8" w:rsidRDefault="007731F8" w:rsidP="009E6429">
          <w:pPr>
            <w:pStyle w:val="FooterRight"/>
          </w:pPr>
          <w:r>
            <w:rPr>
              <w:rStyle w:val="PageNumber"/>
            </w:rPr>
            <w:fldChar w:fldCharType="begin"/>
          </w:r>
          <w:r>
            <w:rPr>
              <w:rStyle w:val="PageNumber"/>
            </w:rPr>
            <w:instrText xml:space="preserve"> PAGE </w:instrText>
          </w:r>
          <w:r>
            <w:rPr>
              <w:rStyle w:val="PageNumber"/>
            </w:rPr>
            <w:fldChar w:fldCharType="separate"/>
          </w:r>
          <w:r w:rsidR="00F65F6F">
            <w:rPr>
              <w:rStyle w:val="PageNumber"/>
              <w:noProof/>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sidR="00F65F6F">
            <w:rPr>
              <w:rStyle w:val="PageNumber"/>
              <w:noProof/>
            </w:rPr>
            <w:t>16</w:t>
          </w:r>
          <w:r>
            <w:rPr>
              <w:rStyle w:val="PageNumber"/>
            </w:rPr>
            <w:fldChar w:fldCharType="end"/>
          </w:r>
          <w:r>
            <w:rPr>
              <w:rStyle w:val="PageNumber"/>
            </w:rPr>
            <w:t>)</w:t>
          </w:r>
        </w:p>
      </w:tc>
    </w:tr>
  </w:tbl>
  <w:p w:rsidR="007731F8" w:rsidRPr="009E6429" w:rsidRDefault="007731F8" w:rsidP="009E642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Look w:val="0000"/>
    </w:tblPr>
    <w:tblGrid>
      <w:gridCol w:w="10206"/>
    </w:tblGrid>
    <w:tr w:rsidR="007731F8" w:rsidTr="00536205">
      <w:tblPrEx>
        <w:tblCellMar>
          <w:top w:w="0" w:type="dxa"/>
          <w:bottom w:w="0" w:type="dxa"/>
        </w:tblCellMar>
      </w:tblPrEx>
      <w:tc>
        <w:tcPr>
          <w:tcW w:w="10206" w:type="dxa"/>
        </w:tcPr>
        <w:p w:rsidR="007731F8" w:rsidRDefault="007731F8" w:rsidP="00065FB9">
          <w:pPr>
            <w:pStyle w:val="Tabletextbold"/>
            <w:rPr>
              <w:rFonts w:cs="Arial"/>
            </w:rPr>
          </w:pPr>
          <w:r>
            <w:t>Copyright © 2010 Nokia Corporation</w:t>
          </w:r>
          <w:r w:rsidRPr="003B35CB">
            <w:t xml:space="preserve"> and/or its subsidiary(-ies)</w:t>
          </w:r>
          <w:r>
            <w:t>. All rights reserved.</w:t>
          </w:r>
        </w:p>
      </w:tc>
    </w:tr>
    <w:tr w:rsidR="007731F8" w:rsidTr="00536205">
      <w:tblPrEx>
        <w:tblCellMar>
          <w:top w:w="0" w:type="dxa"/>
          <w:bottom w:w="0" w:type="dxa"/>
        </w:tblCellMar>
      </w:tblPrEx>
      <w:tc>
        <w:tcPr>
          <w:tcW w:w="10206" w:type="dxa"/>
        </w:tcPr>
        <w:p w:rsidR="007731F8" w:rsidRPr="00107561" w:rsidRDefault="007731F8">
          <w:pPr>
            <w:pStyle w:val="Tabletext"/>
          </w:pPr>
          <w:r w:rsidRPr="00107561">
            <w:t>This component and the accompanying materials are made available</w:t>
          </w:r>
          <w:r>
            <w:t xml:space="preserve"> </w:t>
          </w:r>
          <w:r w:rsidRPr="00107561">
            <w:t>under the terms of "Symbian Foundation License v1.0"</w:t>
          </w:r>
          <w:r>
            <w:t xml:space="preserve"> </w:t>
          </w:r>
          <w:r w:rsidRPr="00107561">
            <w:t>which accompanies this distribution and is available</w:t>
          </w:r>
          <w:r>
            <w:t xml:space="preserve"> </w:t>
          </w:r>
          <w:r w:rsidRPr="00107561">
            <w:t>at the URL</w:t>
          </w:r>
          <w:r>
            <w:t xml:space="preserve"> “http://www.symbianfoundation.org/legal/sfl-v10.html”</w:t>
          </w:r>
          <w:r w:rsidRPr="00107561">
            <w:t>.</w:t>
          </w:r>
        </w:p>
        <w:p w:rsidR="007731F8" w:rsidRPr="00863BF6" w:rsidRDefault="007731F8" w:rsidP="000D49FF">
          <w:pPr>
            <w:pStyle w:val="Tabletext"/>
            <w:rPr>
              <w:rFonts w:cs="Arial"/>
            </w:rPr>
          </w:pPr>
          <w:r w:rsidRPr="00107561">
            <w:t>Initial Contributors:</w:t>
          </w:r>
          <w:r>
            <w:br/>
            <w:t>Nokia</w:t>
          </w:r>
          <w:r w:rsidRPr="00107561">
            <w:t xml:space="preserve"> - initial contribution.</w:t>
          </w:r>
        </w:p>
      </w:tc>
    </w:tr>
  </w:tbl>
  <w:p w:rsidR="007731F8" w:rsidRDefault="007731F8">
    <w:pPr>
      <w:pStyle w:val="Footer"/>
    </w:pPr>
  </w:p>
  <w:p w:rsidR="007731F8" w:rsidRDefault="007731F8">
    <w:pPr>
      <w:pStyle w:val="Footer"/>
    </w:pPr>
    <w:r>
      <w:rPr>
        <w:noProof/>
      </w:rPr>
      <w:pict>
        <v:shape id="_x0000_s2051" style="position:absolute;margin-left:1.35pt;margin-top:.7pt;width:513pt;height:9pt;z-index:251657728;mso-position-horizontal:absolute;mso-position-vertical:absolute" coordsize="3606,39" path="m,hdc1195,39,2418,9,3606,9hae" filled="f" fillcolor="#4f81bd" strokecolor="#666" strokeweight=".25pt">
          <v:shadow color="#eeece1"/>
          <v:path arrowok="t"/>
        </v:shape>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219"/>
      <w:gridCol w:w="2410"/>
      <w:gridCol w:w="3792"/>
    </w:tblGrid>
    <w:tr w:rsidR="007731F8" w:rsidTr="009E6429">
      <w:tc>
        <w:tcPr>
          <w:tcW w:w="4219" w:type="dxa"/>
        </w:tcPr>
        <w:p w:rsidR="007731F8" w:rsidRDefault="007731F8" w:rsidP="009E6429">
          <w:pPr>
            <w:pStyle w:val="Footer"/>
          </w:pPr>
          <w:fldSimple w:instr=" DOCPROPERTY  Copyright  \* MERGEFORMAT ">
            <w:r>
              <w:t>© Nokia Corporation and/or its subsidiaries</w:t>
            </w:r>
          </w:fldSimple>
        </w:p>
      </w:tc>
      <w:tc>
        <w:tcPr>
          <w:tcW w:w="2410" w:type="dxa"/>
        </w:tcPr>
        <w:p w:rsidR="007731F8" w:rsidRDefault="007731F8" w:rsidP="009E6429">
          <w:pPr>
            <w:pStyle w:val="FooterCenter"/>
          </w:pPr>
          <w:fldSimple w:instr=" DOCPROPERTY  &quot;Last Revised&quot;  \* MERGEFORMAT ">
            <w:r>
              <w:t>&lt;Date&gt;</w:t>
            </w:r>
          </w:fldSimple>
        </w:p>
      </w:tc>
      <w:tc>
        <w:tcPr>
          <w:tcW w:w="3792" w:type="dxa"/>
        </w:tcPr>
        <w:p w:rsidR="007731F8" w:rsidRDefault="007731F8" w:rsidP="009E6429">
          <w:pPr>
            <w:pStyle w:val="FooterRight"/>
          </w:pPr>
          <w:r>
            <w:rPr>
              <w:rStyle w:val="PageNumber"/>
            </w:rPr>
            <w:fldChar w:fldCharType="begin"/>
          </w:r>
          <w:r>
            <w:rPr>
              <w:rStyle w:val="PageNumber"/>
            </w:rPr>
            <w:instrText xml:space="preserve"> PAGE </w:instrText>
          </w:r>
          <w:r>
            <w:rPr>
              <w:rStyle w:val="PageNumber"/>
            </w:rPr>
            <w:fldChar w:fldCharType="separate"/>
          </w:r>
          <w:r w:rsidR="00F65F6F">
            <w:rPr>
              <w:rStyle w:val="PageNumber"/>
              <w:noProof/>
            </w:rPr>
            <w:t>1</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sidR="00F65F6F">
            <w:rPr>
              <w:rStyle w:val="PageNumber"/>
              <w:noProof/>
            </w:rPr>
            <w:t>16</w:t>
          </w:r>
          <w:r>
            <w:rPr>
              <w:rStyle w:val="PageNumber"/>
            </w:rPr>
            <w:fldChar w:fldCharType="end"/>
          </w:r>
          <w:r>
            <w:rPr>
              <w:rStyle w:val="PageNumber"/>
            </w:rPr>
            <w:t>)</w:t>
          </w:r>
        </w:p>
      </w:tc>
    </w:tr>
  </w:tbl>
  <w:p w:rsidR="007731F8" w:rsidRDefault="007731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1A7" w:rsidRDefault="006521A7">
      <w:r>
        <w:separator/>
      </w:r>
    </w:p>
  </w:footnote>
  <w:footnote w:type="continuationSeparator" w:id="0">
    <w:p w:rsidR="006521A7" w:rsidRDefault="006521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198" w:type="dxa"/>
      <w:tblInd w:w="8" w:type="dxa"/>
      <w:tblLayout w:type="fixed"/>
      <w:tblCellMar>
        <w:left w:w="0" w:type="dxa"/>
        <w:right w:w="0" w:type="dxa"/>
      </w:tblCellMar>
      <w:tblLook w:val="0000"/>
    </w:tblPr>
    <w:tblGrid>
      <w:gridCol w:w="4954"/>
      <w:gridCol w:w="2835"/>
      <w:gridCol w:w="2409"/>
    </w:tblGrid>
    <w:tr w:rsidR="007731F8" w:rsidTr="00771965">
      <w:tblPrEx>
        <w:tblCellMar>
          <w:top w:w="0" w:type="dxa"/>
          <w:left w:w="0" w:type="dxa"/>
          <w:bottom w:w="0" w:type="dxa"/>
          <w:right w:w="0" w:type="dxa"/>
        </w:tblCellMar>
      </w:tblPrEx>
      <w:trPr>
        <w:cantSplit/>
      </w:trPr>
      <w:tc>
        <w:tcPr>
          <w:tcW w:w="4954" w:type="dxa"/>
          <w:vAlign w:val="bottom"/>
        </w:tcPr>
        <w:p w:rsidR="007731F8" w:rsidRDefault="007731F8" w:rsidP="009E6429">
          <w:pPr>
            <w:pStyle w:val="Header"/>
          </w:pPr>
          <w:fldSimple w:instr=" DOCPROPERTY  Title  \* MERGEFORMAT ">
            <w:r>
              <w:t>&lt;Tool Name&gt;</w:t>
            </w:r>
          </w:fldSimple>
          <w:r>
            <w:t xml:space="preserve"> </w:t>
          </w:r>
          <w:fldSimple w:instr=" DOCPROPERTY  Subject  \* MERGEFORMAT ">
            <w:r>
              <w:t>&lt;Guide Name&gt;</w:t>
            </w:r>
          </w:fldSimple>
        </w:p>
      </w:tc>
      <w:tc>
        <w:tcPr>
          <w:tcW w:w="2835" w:type="dxa"/>
          <w:vAlign w:val="bottom"/>
        </w:tcPr>
        <w:p w:rsidR="007731F8" w:rsidRDefault="007731F8" w:rsidP="009E6429">
          <w:pPr>
            <w:pStyle w:val="Header"/>
          </w:pPr>
          <w:fldSimple w:instr=" DOCPROPERTY  &quot;Document Reference&quot;  \* MERGEFORMAT ">
            <w:r>
              <w:t>&lt;DocumentCode&gt;</w:t>
            </w:r>
          </w:fldSimple>
        </w:p>
      </w:tc>
      <w:tc>
        <w:tcPr>
          <w:tcW w:w="2409" w:type="dxa"/>
          <w:vAlign w:val="bottom"/>
        </w:tcPr>
        <w:p w:rsidR="007731F8" w:rsidRDefault="007731F8" w:rsidP="009E6429">
          <w:pPr>
            <w:pStyle w:val="HeaderRight"/>
          </w:pPr>
          <w:fldSimple w:instr=" DOCPROPERTY  &quot;Security Classification&quot;  \* MERGEFORMAT ">
            <w:r>
              <w:t>&lt;Confidential&gt;</w:t>
            </w:r>
          </w:fldSimple>
        </w:p>
      </w:tc>
    </w:tr>
  </w:tbl>
  <w:p w:rsidR="007731F8" w:rsidRDefault="007731F8">
    <w:pPr>
      <w:pStyle w:val="Header"/>
    </w:pPr>
    <w:r>
      <w:rPr>
        <w:noProof/>
      </w:rPr>
      <w:pict>
        <v:shape id="_x0000_s2049" style="position:absolute;margin-left:1.35pt;margin-top:-.15pt;width:513pt;height:9pt;flip:y;z-index:251656704;mso-position-horizontal:absolute;mso-position-horizontal-relative:text;mso-position-vertical:absolute;mso-position-vertical-relative:text" coordsize="3606,39" path="m,hdc1195,39,2418,9,3606,9hae" filled="f" fillcolor="#4f81bd" strokecolor="#666" strokeweight=".25pt">
          <v:shadow color="#eeece1"/>
          <v:path arrowok="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198" w:type="dxa"/>
      <w:tblInd w:w="8" w:type="dxa"/>
      <w:tblLayout w:type="fixed"/>
      <w:tblCellMar>
        <w:left w:w="0" w:type="dxa"/>
        <w:right w:w="0" w:type="dxa"/>
      </w:tblCellMar>
      <w:tblLook w:val="0000"/>
    </w:tblPr>
    <w:tblGrid>
      <w:gridCol w:w="10198"/>
    </w:tblGrid>
    <w:tr w:rsidR="007731F8" w:rsidTr="00785671">
      <w:tblPrEx>
        <w:tblCellMar>
          <w:top w:w="0" w:type="dxa"/>
          <w:left w:w="0" w:type="dxa"/>
          <w:bottom w:w="0" w:type="dxa"/>
          <w:right w:w="0" w:type="dxa"/>
        </w:tblCellMar>
      </w:tblPrEx>
      <w:trPr>
        <w:cantSplit/>
      </w:trPr>
      <w:tc>
        <w:tcPr>
          <w:tcW w:w="10198" w:type="dxa"/>
          <w:vAlign w:val="bottom"/>
        </w:tcPr>
        <w:p w:rsidR="007731F8" w:rsidRDefault="003B0C77" w:rsidP="00785671">
          <w:pPr>
            <w:pStyle w:val="Header"/>
          </w:pPr>
          <w:r>
            <w:rPr>
              <w:noProof/>
            </w:rPr>
            <w:drawing>
              <wp:inline distT="0" distB="0" distL="0" distR="0">
                <wp:extent cx="2479040" cy="480695"/>
                <wp:effectExtent l="19050" t="0" r="0" b="0"/>
                <wp:docPr id="4" nam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2"/>
                        <pic:cNvPicPr>
                          <a:picLocks noChangeAspect="1" noChangeArrowheads="1"/>
                        </pic:cNvPicPr>
                      </pic:nvPicPr>
                      <pic:blipFill>
                        <a:blip r:embed="rId1"/>
                        <a:srcRect/>
                        <a:stretch>
                          <a:fillRect/>
                        </a:stretch>
                      </pic:blipFill>
                      <pic:spPr bwMode="auto">
                        <a:xfrm>
                          <a:off x="0" y="0"/>
                          <a:ext cx="2479040" cy="480695"/>
                        </a:xfrm>
                        <a:prstGeom prst="rect">
                          <a:avLst/>
                        </a:prstGeom>
                        <a:noFill/>
                        <a:ln w="9525">
                          <a:noFill/>
                          <a:miter lim="800000"/>
                          <a:headEnd/>
                          <a:tailEnd/>
                        </a:ln>
                      </pic:spPr>
                    </pic:pic>
                  </a:graphicData>
                </a:graphic>
              </wp:inline>
            </w:drawing>
          </w:r>
        </w:p>
      </w:tc>
    </w:tr>
  </w:tbl>
  <w:p w:rsidR="007731F8" w:rsidRDefault="007731F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34C54B0"/>
    <w:lvl w:ilvl="0">
      <w:start w:val="1"/>
      <w:numFmt w:val="decimal"/>
      <w:lvlText w:val="%1."/>
      <w:lvlJc w:val="left"/>
      <w:pPr>
        <w:tabs>
          <w:tab w:val="num" w:pos="1492"/>
        </w:tabs>
        <w:ind w:left="1492" w:hanging="360"/>
      </w:pPr>
    </w:lvl>
  </w:abstractNum>
  <w:abstractNum w:abstractNumId="1">
    <w:nsid w:val="FFFFFF7D"/>
    <w:multiLevelType w:val="singleLevel"/>
    <w:tmpl w:val="8E2E1854"/>
    <w:lvl w:ilvl="0">
      <w:start w:val="1"/>
      <w:numFmt w:val="decimal"/>
      <w:lvlText w:val="%1."/>
      <w:lvlJc w:val="left"/>
      <w:pPr>
        <w:tabs>
          <w:tab w:val="num" w:pos="1209"/>
        </w:tabs>
        <w:ind w:left="1209" w:hanging="360"/>
      </w:pPr>
    </w:lvl>
  </w:abstractNum>
  <w:abstractNum w:abstractNumId="2">
    <w:nsid w:val="FFFFFF7E"/>
    <w:multiLevelType w:val="singleLevel"/>
    <w:tmpl w:val="9DC65356"/>
    <w:lvl w:ilvl="0">
      <w:start w:val="1"/>
      <w:numFmt w:val="lowerRoman"/>
      <w:pStyle w:val="ListNumber3"/>
      <w:lvlText w:val="%1."/>
      <w:lvlJc w:val="left"/>
      <w:pPr>
        <w:tabs>
          <w:tab w:val="num" w:pos="1286"/>
        </w:tabs>
        <w:ind w:left="926" w:hanging="360"/>
      </w:pPr>
      <w:rPr>
        <w:rFonts w:hint="default"/>
      </w:rPr>
    </w:lvl>
  </w:abstractNum>
  <w:abstractNum w:abstractNumId="3">
    <w:nsid w:val="FFFFFF7F"/>
    <w:multiLevelType w:val="singleLevel"/>
    <w:tmpl w:val="245E6EA2"/>
    <w:lvl w:ilvl="0">
      <w:start w:val="1"/>
      <w:numFmt w:val="lowerLetter"/>
      <w:pStyle w:val="ListNumber2"/>
      <w:lvlText w:val="%1."/>
      <w:lvlJc w:val="left"/>
      <w:pPr>
        <w:tabs>
          <w:tab w:val="num" w:pos="2268"/>
        </w:tabs>
        <w:ind w:left="2268" w:hanging="425"/>
      </w:pPr>
      <w:rPr>
        <w:rFonts w:hint="default"/>
      </w:rPr>
    </w:lvl>
  </w:abstractNum>
  <w:abstractNum w:abstractNumId="4">
    <w:nsid w:val="FFFFFF80"/>
    <w:multiLevelType w:val="singleLevel"/>
    <w:tmpl w:val="3B302B5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7FEE198"/>
    <w:lvl w:ilvl="0">
      <w:start w:val="1"/>
      <w:numFmt w:val="bullet"/>
      <w:lvlText w:val=""/>
      <w:lvlJc w:val="left"/>
      <w:pPr>
        <w:tabs>
          <w:tab w:val="num" w:pos="1209"/>
        </w:tabs>
        <w:ind w:left="1209" w:hanging="360"/>
      </w:pPr>
      <w:rPr>
        <w:rFonts w:ascii="Symbol" w:hAnsi="Symbol" w:hint="default"/>
      </w:rPr>
    </w:lvl>
  </w:abstractNum>
  <w:abstractNum w:abstractNumId="6">
    <w:nsid w:val="FFFFFF88"/>
    <w:multiLevelType w:val="singleLevel"/>
    <w:tmpl w:val="A49EB05A"/>
    <w:lvl w:ilvl="0">
      <w:start w:val="1"/>
      <w:numFmt w:val="decimal"/>
      <w:pStyle w:val="ListNumber"/>
      <w:lvlText w:val="%1."/>
      <w:lvlJc w:val="left"/>
      <w:pPr>
        <w:tabs>
          <w:tab w:val="num" w:pos="1843"/>
        </w:tabs>
        <w:ind w:left="1843" w:hanging="425"/>
      </w:pPr>
      <w:rPr>
        <w:rFonts w:hint="default"/>
      </w:rPr>
    </w:lvl>
  </w:abstractNum>
  <w:abstractNum w:abstractNumId="7">
    <w:nsid w:val="FFFFFF89"/>
    <w:multiLevelType w:val="singleLevel"/>
    <w:tmpl w:val="D2EC4534"/>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FFFFFFFB"/>
    <w:multiLevelType w:val="multilevel"/>
    <w:tmpl w:val="F2AEBBBC"/>
    <w:lvl w:ilvl="0">
      <w:start w:val="1"/>
      <w:numFmt w:val="decimal"/>
      <w:pStyle w:val="Heading1"/>
      <w:lvlText w:val="%1."/>
      <w:legacy w:legacy="1" w:legacySpace="113" w:legacyIndent="0"/>
      <w:lvlJc w:val="left"/>
    </w:lvl>
    <w:lvl w:ilvl="1">
      <w:start w:val="1"/>
      <w:numFmt w:val="decimal"/>
      <w:pStyle w:val="Heading2"/>
      <w:lvlText w:val="%1.%2"/>
      <w:legacy w:legacy="1" w:legacySpace="113" w:legacyIndent="0"/>
      <w:lvlJc w:val="left"/>
    </w:lvl>
    <w:lvl w:ilvl="2">
      <w:start w:val="1"/>
      <w:numFmt w:val="decimal"/>
      <w:pStyle w:val="Heading3"/>
      <w:lvlText w:val="%1.%2.%3"/>
      <w:legacy w:legacy="1" w:legacySpace="113" w:legacyIndent="0"/>
      <w:lvlJc w:val="left"/>
    </w:lvl>
    <w:lvl w:ilvl="3">
      <w:start w:val="1"/>
      <w:numFmt w:val="decimal"/>
      <w:pStyle w:val="Heading4"/>
      <w:lvlText w:val="%1.%2.%3.%4"/>
      <w:legacy w:legacy="1" w:legacySpace="113" w:legacyIndent="0"/>
      <w:lvlJc w:val="left"/>
    </w:lvl>
    <w:lvl w:ilvl="4">
      <w:start w:val="1"/>
      <w:numFmt w:val="decimal"/>
      <w:pStyle w:val="Heading5"/>
      <w:lvlText w:val="%1.%2.%3.%4.%5"/>
      <w:legacy w:legacy="1" w:legacySpace="113" w:legacyIndent="0"/>
      <w:lvlJc w:val="left"/>
    </w:lvl>
    <w:lvl w:ilvl="5">
      <w:start w:val="1"/>
      <w:numFmt w:val="decimal"/>
      <w:pStyle w:val="Heading6"/>
      <w:lvlText w:val="%1.%2.%3.%4.%5.%6"/>
      <w:legacy w:legacy="1" w:legacySpace="113" w:legacyIndent="0"/>
      <w:lvlJc w:val="left"/>
    </w:lvl>
    <w:lvl w:ilvl="6">
      <w:start w:val="1"/>
      <w:numFmt w:val="decimal"/>
      <w:pStyle w:val="Heading7"/>
      <w:lvlText w:val="%1.%2.%3.%4.%5.%6.%7"/>
      <w:legacy w:legacy="1" w:legacySpace="113" w:legacyIndent="0"/>
      <w:lvlJc w:val="left"/>
    </w:lvl>
    <w:lvl w:ilvl="7">
      <w:start w:val="1"/>
      <w:numFmt w:val="decimal"/>
      <w:pStyle w:val="Heading8"/>
      <w:lvlText w:val="%1.%2.%3.%4.%5.%6.%7.%8"/>
      <w:legacy w:legacy="1" w:legacySpace="113" w:legacyIndent="0"/>
      <w:lvlJc w:val="left"/>
    </w:lvl>
    <w:lvl w:ilvl="8">
      <w:start w:val="1"/>
      <w:numFmt w:val="decimal"/>
      <w:pStyle w:val="Heading9"/>
      <w:lvlText w:val="%1.%2.%3.%4.%5.%6.%7.%8.%9"/>
      <w:legacy w:legacy="1" w:legacySpace="113" w:legacyIndent="0"/>
      <w:lvlJc w:val="left"/>
    </w:lvl>
  </w:abstractNum>
  <w:abstractNum w:abstractNumId="9">
    <w:nsid w:val="06BA500B"/>
    <w:multiLevelType w:val="hybridMultilevel"/>
    <w:tmpl w:val="3DC6678E"/>
    <w:lvl w:ilvl="0" w:tplc="0C06B04E">
      <w:start w:val="1"/>
      <w:numFmt w:val="bullet"/>
      <w:pStyle w:val="Tabletext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1EF25F72"/>
    <w:multiLevelType w:val="multilevel"/>
    <w:tmpl w:val="EBE0A060"/>
    <w:lvl w:ilvl="0">
      <w:start w:val="1"/>
      <w:numFmt w:val="upperLetter"/>
      <w:pStyle w:val="AppendixTitle"/>
      <w:suff w:val="space"/>
      <w:lvlText w:val="Appendix %1 -"/>
      <w:lvlJc w:val="left"/>
      <w:rPr>
        <w:rFonts w:cs="Times New Roman"/>
      </w:rPr>
    </w:lvl>
    <w:lvl w:ilvl="1">
      <w:start w:val="1"/>
      <w:numFmt w:val="decimal"/>
      <w:pStyle w:val="AppendixHeading1"/>
      <w:lvlText w:val="%1.%2"/>
      <w:lvlJc w:val="left"/>
      <w:pPr>
        <w:tabs>
          <w:tab w:val="num" w:pos="576"/>
        </w:tabs>
        <w:ind w:left="576" w:hanging="576"/>
      </w:pPr>
      <w:rPr>
        <w:rFonts w:cs="Times New Roman"/>
      </w:rPr>
    </w:lvl>
    <w:lvl w:ilvl="2">
      <w:start w:val="1"/>
      <w:numFmt w:val="decimal"/>
      <w:pStyle w:val="AppendixHeading2"/>
      <w:lvlText w:val="%1.%2.%3"/>
      <w:lvlJc w:val="left"/>
      <w:pPr>
        <w:tabs>
          <w:tab w:val="num" w:pos="720"/>
        </w:tabs>
        <w:ind w:left="720" w:hanging="720"/>
      </w:pPr>
      <w:rPr>
        <w:rFonts w:cs="Times New Roman"/>
      </w:rPr>
    </w:lvl>
    <w:lvl w:ilvl="3">
      <w:start w:val="1"/>
      <w:numFmt w:val="decimal"/>
      <w:pStyle w:val="AppendixHeading3"/>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1FF064A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6500DB7"/>
    <w:multiLevelType w:val="hybridMultilevel"/>
    <w:tmpl w:val="1F1A6C72"/>
    <w:lvl w:ilvl="0" w:tplc="B2E208D4">
      <w:start w:val="1"/>
      <w:numFmt w:val="bullet"/>
      <w:pStyle w:val="ListBullet2"/>
      <w:lvlText w:val=""/>
      <w:lvlJc w:val="left"/>
      <w:pPr>
        <w:tabs>
          <w:tab w:val="num" w:pos="641"/>
        </w:tabs>
        <w:ind w:left="641" w:hanging="357"/>
      </w:pPr>
      <w:rPr>
        <w:rFonts w:ascii="Wingdings" w:hAnsi="Wingdings" w:hint="default"/>
      </w:rPr>
    </w:lvl>
    <w:lvl w:ilvl="1" w:tplc="04090003" w:tentative="1">
      <w:start w:val="1"/>
      <w:numFmt w:val="bullet"/>
      <w:lvlText w:val="o"/>
      <w:lvlJc w:val="left"/>
      <w:pPr>
        <w:tabs>
          <w:tab w:val="num" w:pos="1363"/>
        </w:tabs>
        <w:ind w:left="1363" w:hanging="360"/>
      </w:pPr>
      <w:rPr>
        <w:rFonts w:ascii="Courier New" w:hAnsi="Courier New" w:hint="default"/>
      </w:rPr>
    </w:lvl>
    <w:lvl w:ilvl="2" w:tplc="04090005" w:tentative="1">
      <w:start w:val="1"/>
      <w:numFmt w:val="bullet"/>
      <w:lvlText w:val=""/>
      <w:lvlJc w:val="left"/>
      <w:pPr>
        <w:tabs>
          <w:tab w:val="num" w:pos="2083"/>
        </w:tabs>
        <w:ind w:left="2083" w:hanging="360"/>
      </w:pPr>
      <w:rPr>
        <w:rFonts w:ascii="Wingdings" w:hAnsi="Wingdings" w:hint="default"/>
      </w:rPr>
    </w:lvl>
    <w:lvl w:ilvl="3" w:tplc="04090001" w:tentative="1">
      <w:start w:val="1"/>
      <w:numFmt w:val="bullet"/>
      <w:lvlText w:val=""/>
      <w:lvlJc w:val="left"/>
      <w:pPr>
        <w:tabs>
          <w:tab w:val="num" w:pos="2803"/>
        </w:tabs>
        <w:ind w:left="2803" w:hanging="360"/>
      </w:pPr>
      <w:rPr>
        <w:rFonts w:ascii="Symbol" w:hAnsi="Symbol" w:hint="default"/>
      </w:rPr>
    </w:lvl>
    <w:lvl w:ilvl="4" w:tplc="04090003" w:tentative="1">
      <w:start w:val="1"/>
      <w:numFmt w:val="bullet"/>
      <w:lvlText w:val="o"/>
      <w:lvlJc w:val="left"/>
      <w:pPr>
        <w:tabs>
          <w:tab w:val="num" w:pos="3523"/>
        </w:tabs>
        <w:ind w:left="3523" w:hanging="360"/>
      </w:pPr>
      <w:rPr>
        <w:rFonts w:ascii="Courier New" w:hAnsi="Courier New" w:hint="default"/>
      </w:rPr>
    </w:lvl>
    <w:lvl w:ilvl="5" w:tplc="04090005" w:tentative="1">
      <w:start w:val="1"/>
      <w:numFmt w:val="bullet"/>
      <w:lvlText w:val=""/>
      <w:lvlJc w:val="left"/>
      <w:pPr>
        <w:tabs>
          <w:tab w:val="num" w:pos="4243"/>
        </w:tabs>
        <w:ind w:left="4243" w:hanging="360"/>
      </w:pPr>
      <w:rPr>
        <w:rFonts w:ascii="Wingdings" w:hAnsi="Wingdings" w:hint="default"/>
      </w:rPr>
    </w:lvl>
    <w:lvl w:ilvl="6" w:tplc="04090001" w:tentative="1">
      <w:start w:val="1"/>
      <w:numFmt w:val="bullet"/>
      <w:lvlText w:val=""/>
      <w:lvlJc w:val="left"/>
      <w:pPr>
        <w:tabs>
          <w:tab w:val="num" w:pos="4963"/>
        </w:tabs>
        <w:ind w:left="4963" w:hanging="360"/>
      </w:pPr>
      <w:rPr>
        <w:rFonts w:ascii="Symbol" w:hAnsi="Symbol" w:hint="default"/>
      </w:rPr>
    </w:lvl>
    <w:lvl w:ilvl="7" w:tplc="04090003" w:tentative="1">
      <w:start w:val="1"/>
      <w:numFmt w:val="bullet"/>
      <w:lvlText w:val="o"/>
      <w:lvlJc w:val="left"/>
      <w:pPr>
        <w:tabs>
          <w:tab w:val="num" w:pos="5683"/>
        </w:tabs>
        <w:ind w:left="5683" w:hanging="360"/>
      </w:pPr>
      <w:rPr>
        <w:rFonts w:ascii="Courier New" w:hAnsi="Courier New" w:hint="default"/>
      </w:rPr>
    </w:lvl>
    <w:lvl w:ilvl="8" w:tplc="04090005" w:tentative="1">
      <w:start w:val="1"/>
      <w:numFmt w:val="bullet"/>
      <w:lvlText w:val=""/>
      <w:lvlJc w:val="left"/>
      <w:pPr>
        <w:tabs>
          <w:tab w:val="num" w:pos="6403"/>
        </w:tabs>
        <w:ind w:left="6403" w:hanging="360"/>
      </w:pPr>
      <w:rPr>
        <w:rFonts w:ascii="Wingdings" w:hAnsi="Wingdings" w:hint="default"/>
      </w:rPr>
    </w:lvl>
  </w:abstractNum>
  <w:abstractNum w:abstractNumId="13">
    <w:nsid w:val="377E2CE3"/>
    <w:multiLevelType w:val="hybridMultilevel"/>
    <w:tmpl w:val="40B4C99C"/>
    <w:lvl w:ilvl="0" w:tplc="19A898BC">
      <w:start w:val="1"/>
      <w:numFmt w:val="bullet"/>
      <w:pStyle w:val="ListBullet3"/>
      <w:lvlText w:val=""/>
      <w:lvlJc w:val="left"/>
      <w:pPr>
        <w:tabs>
          <w:tab w:val="num" w:pos="926"/>
        </w:tabs>
        <w:ind w:left="92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B900F1F"/>
    <w:multiLevelType w:val="hybridMultilevel"/>
    <w:tmpl w:val="90C67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382A4A"/>
    <w:multiLevelType w:val="hybridMultilevel"/>
    <w:tmpl w:val="F71A5C98"/>
    <w:lvl w:ilvl="0">
      <w:start w:val="1"/>
      <w:numFmt w:val="decimal"/>
      <w:pStyle w:val="Reference"/>
      <w:lvlText w:val="[%1]"/>
      <w:lvlJc w:val="left"/>
      <w:pPr>
        <w:tabs>
          <w:tab w:val="num" w:pos="720"/>
        </w:tabs>
        <w:ind w:left="567" w:hanging="56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8F44E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B1E45C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0F86823"/>
    <w:multiLevelType w:val="hybridMultilevel"/>
    <w:tmpl w:val="B3C87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CA157A"/>
    <w:multiLevelType w:val="multilevel"/>
    <w:tmpl w:val="1CD0B420"/>
    <w:lvl w:ilvl="0">
      <w:start w:val="1"/>
      <w:numFmt w:val="decimal"/>
      <w:lvlText w:val="R%1."/>
      <w:lvlJc w:val="left"/>
      <w:pPr>
        <w:tabs>
          <w:tab w:val="num" w:pos="340"/>
        </w:tabs>
        <w:ind w:left="284" w:firstLine="56"/>
      </w:pPr>
      <w:rPr>
        <w:rFonts w:cs="Wingding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6BDF0BD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CE440E7"/>
    <w:multiLevelType w:val="multilevel"/>
    <w:tmpl w:val="04090023"/>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96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2">
    <w:nsid w:val="708C7A9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74AC2F9D"/>
    <w:multiLevelType w:val="hybridMultilevel"/>
    <w:tmpl w:val="AB6A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D73106"/>
    <w:multiLevelType w:val="multilevel"/>
    <w:tmpl w:val="0409001F"/>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96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840"/>
        </w:tabs>
        <w:ind w:left="3240" w:hanging="1080"/>
      </w:pPr>
    </w:lvl>
    <w:lvl w:ilvl="7">
      <w:start w:val="1"/>
      <w:numFmt w:val="decimal"/>
      <w:lvlText w:val="%1.%2.%3.%4.%5.%6.%7.%8."/>
      <w:lvlJc w:val="left"/>
      <w:pPr>
        <w:tabs>
          <w:tab w:val="num" w:pos="7920"/>
        </w:tabs>
        <w:ind w:left="3744" w:hanging="1224"/>
      </w:pPr>
    </w:lvl>
    <w:lvl w:ilvl="8">
      <w:start w:val="1"/>
      <w:numFmt w:val="decimal"/>
      <w:lvlText w:val="%1.%2.%3.%4.%5.%6.%7.%8.%9."/>
      <w:lvlJc w:val="left"/>
      <w:pPr>
        <w:tabs>
          <w:tab w:val="num" w:pos="9000"/>
        </w:tabs>
        <w:ind w:left="4320" w:hanging="1440"/>
      </w:pPr>
    </w:lvl>
  </w:abstractNum>
  <w:abstractNum w:abstractNumId="25">
    <w:nsid w:val="7EF13D7A"/>
    <w:multiLevelType w:val="hybridMultilevel"/>
    <w:tmpl w:val="7ED64CD6"/>
    <w:lvl w:ilvl="0">
      <w:start w:val="1"/>
      <w:numFmt w:val="decimal"/>
      <w:pStyle w:val="TabletextNumber"/>
      <w:lvlText w:val="%1."/>
      <w:lvlJc w:val="left"/>
      <w:pPr>
        <w:tabs>
          <w:tab w:val="num" w:pos="360"/>
        </w:tabs>
        <w:ind w:left="360" w:hanging="360"/>
      </w:p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num w:numId="1">
    <w:abstractNumId w:val="8"/>
  </w:num>
  <w:num w:numId="2">
    <w:abstractNumId w:val="7"/>
  </w:num>
  <w:num w:numId="3">
    <w:abstractNumId w:val="6"/>
  </w:num>
  <w:num w:numId="4">
    <w:abstractNumId w:val="3"/>
  </w:num>
  <w:num w:numId="5">
    <w:abstractNumId w:val="2"/>
  </w:num>
  <w:num w:numId="6">
    <w:abstractNumId w:val="12"/>
  </w:num>
  <w:num w:numId="7">
    <w:abstractNumId w:val="15"/>
  </w:num>
  <w:num w:numId="8">
    <w:abstractNumId w:val="13"/>
  </w:num>
  <w:num w:numId="9">
    <w:abstractNumId w:val="9"/>
  </w:num>
  <w:num w:numId="10">
    <w:abstractNumId w:val="25"/>
  </w:num>
  <w:num w:numId="11">
    <w:abstractNumId w:val="22"/>
  </w:num>
  <w:num w:numId="12">
    <w:abstractNumId w:val="16"/>
  </w:num>
  <w:num w:numId="13">
    <w:abstractNumId w:val="17"/>
  </w:num>
  <w:num w:numId="14">
    <w:abstractNumId w:val="20"/>
  </w:num>
  <w:num w:numId="15">
    <w:abstractNumId w:val="24"/>
  </w:num>
  <w:num w:numId="16">
    <w:abstractNumId w:val="11"/>
  </w:num>
  <w:num w:numId="17">
    <w:abstractNumId w:val="21"/>
  </w:num>
  <w:num w:numId="18">
    <w:abstractNumId w:val="5"/>
  </w:num>
  <w:num w:numId="19">
    <w:abstractNumId w:val="4"/>
  </w:num>
  <w:num w:numId="20">
    <w:abstractNumId w:val="1"/>
  </w:num>
  <w:num w:numId="21">
    <w:abstractNumId w:val="0"/>
  </w:num>
  <w:num w:numId="22">
    <w:abstractNumId w:val="10"/>
  </w:num>
  <w:num w:numId="23">
    <w:abstractNumId w:val="19"/>
  </w:num>
  <w:num w:numId="24">
    <w:abstractNumId w:val="18"/>
  </w:num>
  <w:num w:numId="25">
    <w:abstractNumId w:val="23"/>
  </w:num>
  <w:num w:numId="26">
    <w:abstractNumId w:val="14"/>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intFractionalCharacterWidth/>
  <w:hideSpellingErrors/>
  <w:stylePaneFormatFilter w:val="3001"/>
  <w:defaultTabStop w:val="1298"/>
  <w:hyphenationZone w:val="357"/>
  <w:doNotHyphenateCaps/>
  <w:displayHorizontalDrawingGridEvery w:val="0"/>
  <w:displayVerticalDrawingGridEvery w:val="0"/>
  <w:doNotUseMarginsForDrawingGridOrigin/>
  <w:doNotShadeFormData/>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BB3E01"/>
    <w:rsid w:val="00064961"/>
    <w:rsid w:val="00065FB9"/>
    <w:rsid w:val="000B3CDE"/>
    <w:rsid w:val="000B7370"/>
    <w:rsid w:val="000D49FF"/>
    <w:rsid w:val="000D794A"/>
    <w:rsid w:val="000E716C"/>
    <w:rsid w:val="000F14D8"/>
    <w:rsid w:val="0015036C"/>
    <w:rsid w:val="001E2249"/>
    <w:rsid w:val="001E3D07"/>
    <w:rsid w:val="001F5BDF"/>
    <w:rsid w:val="0021141B"/>
    <w:rsid w:val="00227FE4"/>
    <w:rsid w:val="002A6469"/>
    <w:rsid w:val="002E36AF"/>
    <w:rsid w:val="00331238"/>
    <w:rsid w:val="00384381"/>
    <w:rsid w:val="0039410D"/>
    <w:rsid w:val="003B06CD"/>
    <w:rsid w:val="003B0C77"/>
    <w:rsid w:val="003B635E"/>
    <w:rsid w:val="003C6746"/>
    <w:rsid w:val="003E6D40"/>
    <w:rsid w:val="00400025"/>
    <w:rsid w:val="00403697"/>
    <w:rsid w:val="004757AB"/>
    <w:rsid w:val="00536205"/>
    <w:rsid w:val="00551A53"/>
    <w:rsid w:val="00561B08"/>
    <w:rsid w:val="005B5551"/>
    <w:rsid w:val="005F20E7"/>
    <w:rsid w:val="00612B74"/>
    <w:rsid w:val="006132AF"/>
    <w:rsid w:val="006521A7"/>
    <w:rsid w:val="00677AA0"/>
    <w:rsid w:val="007061DF"/>
    <w:rsid w:val="007105C2"/>
    <w:rsid w:val="00725C0C"/>
    <w:rsid w:val="0073685A"/>
    <w:rsid w:val="007612F7"/>
    <w:rsid w:val="00771965"/>
    <w:rsid w:val="007731F8"/>
    <w:rsid w:val="00785671"/>
    <w:rsid w:val="007917B3"/>
    <w:rsid w:val="00791CFE"/>
    <w:rsid w:val="007E636C"/>
    <w:rsid w:val="007F11C0"/>
    <w:rsid w:val="00825A90"/>
    <w:rsid w:val="00863BF6"/>
    <w:rsid w:val="00872831"/>
    <w:rsid w:val="00873F73"/>
    <w:rsid w:val="00880D60"/>
    <w:rsid w:val="008F0977"/>
    <w:rsid w:val="008F4CB5"/>
    <w:rsid w:val="00977045"/>
    <w:rsid w:val="00980CAE"/>
    <w:rsid w:val="00985D59"/>
    <w:rsid w:val="009B077B"/>
    <w:rsid w:val="009E6429"/>
    <w:rsid w:val="00A46B3C"/>
    <w:rsid w:val="00A66121"/>
    <w:rsid w:val="00A6652E"/>
    <w:rsid w:val="00AA31A6"/>
    <w:rsid w:val="00B00445"/>
    <w:rsid w:val="00B15E0D"/>
    <w:rsid w:val="00BB3E01"/>
    <w:rsid w:val="00C40213"/>
    <w:rsid w:val="00CB224D"/>
    <w:rsid w:val="00D33B5A"/>
    <w:rsid w:val="00DA61FA"/>
    <w:rsid w:val="00DD7925"/>
    <w:rsid w:val="00E01F1C"/>
    <w:rsid w:val="00E02042"/>
    <w:rsid w:val="00E17D61"/>
    <w:rsid w:val="00E27C7E"/>
    <w:rsid w:val="00E73453"/>
    <w:rsid w:val="00ED76A1"/>
    <w:rsid w:val="00F121C0"/>
    <w:rsid w:val="00F60F3B"/>
    <w:rsid w:val="00F65F6F"/>
    <w:rsid w:val="00FF68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1E2249"/>
    <w:pPr>
      <w:keepLines/>
    </w:pPr>
    <w:rPr>
      <w:rFonts w:ascii="Arial" w:hAnsi="Arial"/>
    </w:rPr>
  </w:style>
  <w:style w:type="paragraph" w:styleId="Heading1">
    <w:name w:val="heading 1"/>
    <w:basedOn w:val="Normal"/>
    <w:next w:val="BodyText"/>
    <w:qFormat/>
    <w:rsid w:val="00785671"/>
    <w:pPr>
      <w:keepNext/>
      <w:pageBreakBefore/>
      <w:numPr>
        <w:numId w:val="1"/>
      </w:numPr>
      <w:spacing w:after="240"/>
      <w:ind w:left="567" w:hanging="567"/>
      <w:outlineLvl w:val="0"/>
    </w:pPr>
    <w:rPr>
      <w:b/>
      <w:spacing w:val="16"/>
      <w:sz w:val="36"/>
    </w:rPr>
  </w:style>
  <w:style w:type="paragraph" w:styleId="Heading2">
    <w:name w:val="heading 2"/>
    <w:basedOn w:val="Normal"/>
    <w:next w:val="BodyText"/>
    <w:qFormat/>
    <w:rsid w:val="00785671"/>
    <w:pPr>
      <w:keepNext/>
      <w:numPr>
        <w:ilvl w:val="1"/>
        <w:numId w:val="1"/>
      </w:numPr>
      <w:spacing w:before="480" w:after="60"/>
      <w:ind w:left="2410" w:hanging="992"/>
      <w:outlineLvl w:val="1"/>
    </w:pPr>
    <w:rPr>
      <w:b/>
      <w:spacing w:val="16"/>
      <w:sz w:val="32"/>
    </w:rPr>
  </w:style>
  <w:style w:type="paragraph" w:styleId="Heading3">
    <w:name w:val="heading 3"/>
    <w:basedOn w:val="Normal"/>
    <w:next w:val="BodyText"/>
    <w:qFormat/>
    <w:rsid w:val="00785671"/>
    <w:pPr>
      <w:keepNext/>
      <w:numPr>
        <w:ilvl w:val="2"/>
        <w:numId w:val="1"/>
      </w:numPr>
      <w:spacing w:before="480" w:after="60"/>
      <w:ind w:left="2694" w:hanging="1276"/>
      <w:outlineLvl w:val="2"/>
    </w:pPr>
    <w:rPr>
      <w:b/>
      <w:spacing w:val="20"/>
      <w:sz w:val="28"/>
    </w:rPr>
  </w:style>
  <w:style w:type="paragraph" w:styleId="Heading4">
    <w:name w:val="heading 4"/>
    <w:basedOn w:val="Heading3"/>
    <w:next w:val="BodyText"/>
    <w:qFormat/>
    <w:rsid w:val="00985D59"/>
    <w:pPr>
      <w:numPr>
        <w:ilvl w:val="3"/>
      </w:numPr>
      <w:spacing w:before="360"/>
      <w:ind w:left="2977" w:hanging="1559"/>
      <w:outlineLvl w:val="3"/>
    </w:pPr>
  </w:style>
  <w:style w:type="paragraph" w:styleId="Heading5">
    <w:name w:val="heading 5"/>
    <w:basedOn w:val="Heading4"/>
    <w:next w:val="Normal"/>
    <w:qFormat/>
    <w:rsid w:val="00985D59"/>
    <w:pPr>
      <w:numPr>
        <w:ilvl w:val="4"/>
      </w:numPr>
      <w:outlineLvl w:val="4"/>
    </w:pPr>
    <w:rPr>
      <w:sz w:val="24"/>
    </w:rPr>
  </w:style>
  <w:style w:type="paragraph" w:styleId="Heading6">
    <w:name w:val="heading 6"/>
    <w:basedOn w:val="Heading3"/>
    <w:next w:val="Normal"/>
    <w:qFormat/>
    <w:pPr>
      <w:numPr>
        <w:ilvl w:val="5"/>
      </w:numPr>
      <w:outlineLvl w:val="5"/>
    </w:pPr>
  </w:style>
  <w:style w:type="paragraph" w:styleId="Heading7">
    <w:name w:val="heading 7"/>
    <w:basedOn w:val="Heading3"/>
    <w:next w:val="Normal"/>
    <w:qFormat/>
    <w:pPr>
      <w:numPr>
        <w:ilvl w:val="6"/>
      </w:numPr>
      <w:outlineLvl w:val="6"/>
    </w:pPr>
  </w:style>
  <w:style w:type="paragraph" w:styleId="Heading8">
    <w:name w:val="heading 8"/>
    <w:basedOn w:val="Heading3"/>
    <w:next w:val="Normal"/>
    <w:qFormat/>
    <w:pPr>
      <w:numPr>
        <w:ilvl w:val="7"/>
      </w:numPr>
      <w:outlineLvl w:val="7"/>
    </w:pPr>
  </w:style>
  <w:style w:type="paragraph" w:styleId="Heading9">
    <w:name w:val="heading 9"/>
    <w:basedOn w:val="Heading3"/>
    <w:next w:val="Normal"/>
    <w:qFormat/>
    <w:pPr>
      <w:numPr>
        <w:ilvl w:val="8"/>
      </w:numPr>
      <w:tabs>
        <w:tab w:val="num" w:pos="360"/>
      </w:tabs>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120"/>
      <w:ind w:left="1418"/>
    </w:pPr>
    <w:rPr>
      <w:color w:val="000000"/>
    </w:rPr>
  </w:style>
  <w:style w:type="paragraph" w:styleId="Footer">
    <w:name w:val="footer"/>
    <w:basedOn w:val="Normal"/>
    <w:rsid w:val="00771965"/>
    <w:rPr>
      <w:smallCaps/>
      <w:sz w:val="18"/>
    </w:rPr>
  </w:style>
  <w:style w:type="paragraph" w:styleId="Header">
    <w:name w:val="header"/>
    <w:basedOn w:val="Normal"/>
    <w:rsid w:val="00771965"/>
    <w:pPr>
      <w:tabs>
        <w:tab w:val="center" w:pos="4153"/>
        <w:tab w:val="right" w:pos="8306"/>
      </w:tabs>
    </w:pPr>
    <w:rPr>
      <w:smallCaps/>
      <w:sz w:val="18"/>
    </w:rPr>
  </w:style>
  <w:style w:type="paragraph" w:styleId="TOC1">
    <w:name w:val="toc 1"/>
    <w:basedOn w:val="Normal"/>
    <w:next w:val="Normal"/>
    <w:uiPriority w:val="39"/>
    <w:rsid w:val="009E6429"/>
    <w:pPr>
      <w:tabs>
        <w:tab w:val="left" w:pos="567"/>
        <w:tab w:val="right" w:leader="dot" w:pos="10205"/>
      </w:tabs>
      <w:spacing w:before="120"/>
      <w:ind w:left="567" w:hanging="567"/>
    </w:pPr>
    <w:rPr>
      <w:b/>
      <w:noProof/>
      <w:szCs w:val="36"/>
    </w:rPr>
  </w:style>
  <w:style w:type="paragraph" w:styleId="TOC2">
    <w:name w:val="toc 2"/>
    <w:basedOn w:val="Normal"/>
    <w:next w:val="Normal"/>
    <w:uiPriority w:val="39"/>
    <w:rsid w:val="009E6429"/>
    <w:pPr>
      <w:tabs>
        <w:tab w:val="left" w:pos="1418"/>
        <w:tab w:val="right" w:leader="dot" w:pos="10205"/>
      </w:tabs>
      <w:ind w:left="1418" w:hanging="851"/>
    </w:pPr>
    <w:rPr>
      <w:noProof/>
      <w:szCs w:val="28"/>
    </w:rPr>
  </w:style>
  <w:style w:type="paragraph" w:styleId="TOC3">
    <w:name w:val="toc 3"/>
    <w:basedOn w:val="Normal"/>
    <w:next w:val="Normal"/>
    <w:uiPriority w:val="39"/>
    <w:rsid w:val="00985D59"/>
    <w:pPr>
      <w:tabs>
        <w:tab w:val="left" w:pos="1701"/>
        <w:tab w:val="right" w:leader="dot" w:pos="10205"/>
      </w:tabs>
      <w:ind w:left="1701" w:hanging="1134"/>
    </w:pPr>
    <w:rPr>
      <w:noProof/>
      <w:szCs w:val="24"/>
    </w:rPr>
  </w:style>
  <w:style w:type="paragraph" w:styleId="TOC4">
    <w:name w:val="toc 4"/>
    <w:basedOn w:val="TOC3"/>
    <w:next w:val="Normal"/>
    <w:uiPriority w:val="39"/>
    <w:rsid w:val="00985D59"/>
    <w:pPr>
      <w:tabs>
        <w:tab w:val="clear" w:pos="1701"/>
        <w:tab w:val="left" w:pos="1985"/>
      </w:tabs>
      <w:ind w:left="1985" w:hanging="1418"/>
    </w:pPr>
  </w:style>
  <w:style w:type="paragraph" w:styleId="TOC5">
    <w:name w:val="toc 5"/>
    <w:basedOn w:val="Normal"/>
    <w:next w:val="Normal"/>
    <w:semiHidden/>
    <w:rsid w:val="00985D59"/>
    <w:pPr>
      <w:tabs>
        <w:tab w:val="left" w:pos="2268"/>
        <w:tab w:val="right" w:leader="dot" w:pos="10205"/>
      </w:tabs>
      <w:ind w:left="2268" w:hanging="1701"/>
    </w:pPr>
    <w:rPr>
      <w:noProof/>
      <w:szCs w:val="24"/>
    </w:rPr>
  </w:style>
  <w:style w:type="paragraph" w:styleId="TOC6">
    <w:name w:val="toc 6"/>
    <w:basedOn w:val="Normal"/>
    <w:next w:val="Normal"/>
    <w:semiHidden/>
    <w:pPr>
      <w:tabs>
        <w:tab w:val="right" w:leader="dot" w:pos="10205"/>
      </w:tabs>
      <w:ind w:left="1100"/>
    </w:pPr>
  </w:style>
  <w:style w:type="paragraph" w:styleId="TOC7">
    <w:name w:val="toc 7"/>
    <w:basedOn w:val="Normal"/>
    <w:next w:val="Normal"/>
    <w:semiHidden/>
    <w:pPr>
      <w:tabs>
        <w:tab w:val="right" w:leader="dot" w:pos="10205"/>
      </w:tabs>
      <w:ind w:left="1320"/>
    </w:pPr>
  </w:style>
  <w:style w:type="paragraph" w:styleId="TOC8">
    <w:name w:val="toc 8"/>
    <w:basedOn w:val="Normal"/>
    <w:next w:val="Normal"/>
    <w:semiHidden/>
    <w:pPr>
      <w:tabs>
        <w:tab w:val="right" w:leader="dot" w:pos="10205"/>
      </w:tabs>
      <w:ind w:left="1540"/>
    </w:pPr>
  </w:style>
  <w:style w:type="paragraph" w:styleId="TOC9">
    <w:name w:val="toc 9"/>
    <w:basedOn w:val="Normal"/>
    <w:next w:val="Normal"/>
    <w:semiHidden/>
    <w:pPr>
      <w:tabs>
        <w:tab w:val="right" w:leader="dot" w:pos="10205"/>
      </w:tabs>
      <w:ind w:left="1760"/>
    </w:pPr>
  </w:style>
  <w:style w:type="paragraph" w:styleId="Caption">
    <w:name w:val="caption"/>
    <w:basedOn w:val="Normal"/>
    <w:next w:val="Normal"/>
    <w:qFormat/>
    <w:pPr>
      <w:tabs>
        <w:tab w:val="left" w:pos="2694"/>
      </w:tabs>
      <w:spacing w:before="120" w:after="240"/>
      <w:ind w:left="2694" w:hanging="1276"/>
    </w:pPr>
    <w:rPr>
      <w:i/>
      <w:sz w:val="18"/>
    </w:rPr>
  </w:style>
  <w:style w:type="paragraph" w:customStyle="1" w:styleId="Figurewide">
    <w:name w:val="Figure wide"/>
    <w:basedOn w:val="Figure"/>
    <w:rsid w:val="00785671"/>
    <w:pPr>
      <w:ind w:left="0"/>
    </w:pPr>
  </w:style>
  <w:style w:type="character" w:styleId="FootnoteReference">
    <w:name w:val="footnote reference"/>
    <w:basedOn w:val="DefaultParagraphFont"/>
    <w:semiHidden/>
    <w:rPr>
      <w:vertAlign w:val="superscript"/>
    </w:rPr>
  </w:style>
  <w:style w:type="paragraph" w:styleId="FootnoteText">
    <w:name w:val="footnote text"/>
    <w:basedOn w:val="Normal"/>
    <w:semiHidden/>
  </w:style>
  <w:style w:type="paragraph" w:customStyle="1" w:styleId="Figure">
    <w:name w:val="Figure"/>
    <w:basedOn w:val="BodyText"/>
    <w:next w:val="Caption"/>
    <w:pPr>
      <w:keepNext/>
      <w:spacing w:before="240"/>
    </w:pPr>
  </w:style>
  <w:style w:type="paragraph" w:customStyle="1" w:styleId="Code">
    <w:name w:val="Code"/>
    <w:basedOn w:val="BodyText"/>
    <w:rsid w:val="00825A90"/>
    <w:pPr>
      <w:pBdr>
        <w:top w:val="single" w:sz="4" w:space="2" w:color="auto"/>
        <w:left w:val="single" w:sz="4" w:space="0" w:color="auto"/>
        <w:bottom w:val="single" w:sz="4" w:space="2" w:color="auto"/>
        <w:right w:val="single" w:sz="4" w:space="0" w:color="auto"/>
      </w:pBdr>
      <w:spacing w:after="0"/>
    </w:pPr>
    <w:rPr>
      <w:rFonts w:ascii="Courier New" w:hAnsi="Courier New"/>
      <w:noProof/>
      <w:sz w:val="18"/>
    </w:rPr>
  </w:style>
  <w:style w:type="paragraph" w:customStyle="1" w:styleId="Tabletext">
    <w:name w:val="Table text"/>
    <w:basedOn w:val="Normal"/>
    <w:pPr>
      <w:spacing w:before="60" w:after="60"/>
    </w:pPr>
    <w:rPr>
      <w:bCs/>
      <w:sz w:val="18"/>
    </w:rPr>
  </w:style>
  <w:style w:type="paragraph" w:customStyle="1" w:styleId="Tabletextbold">
    <w:name w:val="Table text bold"/>
    <w:basedOn w:val="Tabletext"/>
    <w:rPr>
      <w:b/>
      <w:bCs w:val="0"/>
    </w:rPr>
  </w:style>
  <w:style w:type="paragraph" w:customStyle="1" w:styleId="Codewide">
    <w:name w:val="Code wide"/>
    <w:basedOn w:val="Code"/>
    <w:pPr>
      <w:ind w:left="0"/>
    </w:pPr>
  </w:style>
  <w:style w:type="paragraph" w:customStyle="1" w:styleId="BodyTextthin">
    <w:name w:val="Body Text thin"/>
    <w:basedOn w:val="BodyText"/>
    <w:pPr>
      <w:spacing w:after="0"/>
    </w:pPr>
  </w:style>
  <w:style w:type="paragraph" w:customStyle="1" w:styleId="Metadata">
    <w:name w:val="Metadata"/>
    <w:basedOn w:val="Subtitle"/>
    <w:rsid w:val="00E01F1C"/>
    <w:rPr>
      <w:spacing w:val="0"/>
      <w:sz w:val="20"/>
    </w:rPr>
  </w:style>
  <w:style w:type="paragraph" w:styleId="TOCHeading">
    <w:name w:val="TOC Heading"/>
    <w:basedOn w:val="Normal"/>
    <w:next w:val="BodyText"/>
    <w:qFormat/>
    <w:rsid w:val="00785671"/>
    <w:pPr>
      <w:pageBreakBefore/>
      <w:spacing w:after="240"/>
    </w:pPr>
    <w:rPr>
      <w:b/>
      <w:spacing w:val="16"/>
      <w:sz w:val="36"/>
    </w:rPr>
  </w:style>
  <w:style w:type="paragraph" w:styleId="Index1">
    <w:name w:val="index 1"/>
    <w:basedOn w:val="Normal"/>
    <w:next w:val="Normal"/>
    <w:autoRedefine/>
    <w:semiHidden/>
    <w:pPr>
      <w:ind w:left="220" w:hanging="220"/>
    </w:pPr>
  </w:style>
  <w:style w:type="paragraph" w:styleId="Index2">
    <w:name w:val="index 2"/>
    <w:basedOn w:val="Normal"/>
    <w:next w:val="Normal"/>
    <w:autoRedefine/>
    <w:semiHidden/>
    <w:pPr>
      <w:ind w:left="440" w:hanging="220"/>
    </w:pPr>
  </w:style>
  <w:style w:type="paragraph" w:styleId="Index3">
    <w:name w:val="index 3"/>
    <w:basedOn w:val="Normal"/>
    <w:next w:val="Normal"/>
    <w:autoRedefine/>
    <w:semiHidden/>
    <w:pPr>
      <w:ind w:left="660" w:hanging="220"/>
    </w:pPr>
  </w:style>
  <w:style w:type="paragraph" w:styleId="Index4">
    <w:name w:val="index 4"/>
    <w:basedOn w:val="Normal"/>
    <w:next w:val="Normal"/>
    <w:autoRedefine/>
    <w:semiHidden/>
    <w:pPr>
      <w:ind w:left="880" w:hanging="220"/>
    </w:pPr>
  </w:style>
  <w:style w:type="paragraph" w:styleId="Index5">
    <w:name w:val="index 5"/>
    <w:basedOn w:val="Normal"/>
    <w:next w:val="Normal"/>
    <w:autoRedefine/>
    <w:semiHidden/>
    <w:pPr>
      <w:ind w:left="1100" w:hanging="220"/>
    </w:pPr>
  </w:style>
  <w:style w:type="paragraph" w:styleId="Index6">
    <w:name w:val="index 6"/>
    <w:basedOn w:val="Normal"/>
    <w:next w:val="Normal"/>
    <w:autoRedefine/>
    <w:semiHidden/>
    <w:pPr>
      <w:ind w:left="1320" w:hanging="220"/>
    </w:pPr>
  </w:style>
  <w:style w:type="paragraph" w:styleId="Index7">
    <w:name w:val="index 7"/>
    <w:basedOn w:val="Normal"/>
    <w:next w:val="Normal"/>
    <w:autoRedefine/>
    <w:semiHidden/>
    <w:pPr>
      <w:ind w:left="1540" w:hanging="220"/>
    </w:p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paragraph" w:styleId="IndexHeading">
    <w:name w:val="index heading"/>
    <w:basedOn w:val="Normal"/>
    <w:next w:val="Index1"/>
    <w:semiHidden/>
    <w:rPr>
      <w:rFonts w:cs="Arial"/>
      <w:b/>
      <w:bCs/>
    </w:rPr>
  </w:style>
  <w:style w:type="paragraph" w:styleId="ListBullet">
    <w:name w:val="List Bullet"/>
    <w:basedOn w:val="BodyText"/>
    <w:pPr>
      <w:numPr>
        <w:numId w:val="2"/>
      </w:numPr>
      <w:tabs>
        <w:tab w:val="clear" w:pos="360"/>
        <w:tab w:val="num" w:pos="1843"/>
      </w:tabs>
      <w:spacing w:after="60"/>
      <w:ind w:left="1843" w:hanging="425"/>
    </w:pPr>
  </w:style>
  <w:style w:type="paragraph" w:styleId="ListBullet2">
    <w:name w:val="List Bullet 2"/>
    <w:basedOn w:val="Normal"/>
    <w:rsid w:val="00872831"/>
    <w:pPr>
      <w:numPr>
        <w:numId w:val="6"/>
      </w:numPr>
      <w:tabs>
        <w:tab w:val="clear" w:pos="641"/>
        <w:tab w:val="left" w:pos="2268"/>
      </w:tabs>
      <w:spacing w:after="60"/>
      <w:ind w:left="2268" w:hanging="425"/>
    </w:pPr>
    <w:rPr>
      <w:bCs/>
      <w:color w:val="000000"/>
    </w:rPr>
  </w:style>
  <w:style w:type="paragraph" w:styleId="ListNumber">
    <w:name w:val="List Number"/>
    <w:basedOn w:val="BodyText"/>
    <w:pPr>
      <w:numPr>
        <w:numId w:val="3"/>
      </w:numPr>
      <w:spacing w:after="60"/>
    </w:pPr>
  </w:style>
  <w:style w:type="paragraph" w:styleId="ListNumber2">
    <w:name w:val="List Number 2"/>
    <w:basedOn w:val="Normal"/>
    <w:pPr>
      <w:numPr>
        <w:numId w:val="4"/>
      </w:numPr>
      <w:spacing w:after="60"/>
    </w:pPr>
    <w:rPr>
      <w:color w:val="000000"/>
    </w:rPr>
  </w:style>
  <w:style w:type="paragraph" w:styleId="NormalWeb">
    <w:name w:val="Normal (Web)"/>
    <w:basedOn w:val="Normal"/>
    <w:rPr>
      <w:rFonts w:ascii="Times New Roman" w:hAnsi="Times New Roman"/>
      <w:sz w:val="24"/>
      <w:szCs w:val="24"/>
    </w:rPr>
  </w:style>
  <w:style w:type="paragraph" w:styleId="TableofFigures">
    <w:name w:val="table of figures"/>
    <w:basedOn w:val="Normal"/>
    <w:next w:val="Normal"/>
    <w:semiHidden/>
    <w:pPr>
      <w:ind w:left="440" w:hanging="440"/>
    </w:pPr>
  </w:style>
  <w:style w:type="character" w:styleId="Hyperlink">
    <w:name w:val="Hyperlink"/>
    <w:basedOn w:val="DefaultParagraphFont"/>
    <w:uiPriority w:val="99"/>
    <w:rPr>
      <w:color w:val="0000FF"/>
      <w:u w:val="single"/>
    </w:rPr>
  </w:style>
  <w:style w:type="paragraph" w:customStyle="1" w:styleId="BodyTextbold">
    <w:name w:val="Body Text bold"/>
    <w:basedOn w:val="BodyText"/>
    <w:next w:val="BodyText"/>
    <w:pPr>
      <w:spacing w:before="120"/>
    </w:pPr>
    <w:rPr>
      <w:b/>
    </w:rPr>
  </w:style>
  <w:style w:type="paragraph" w:styleId="ListNumber3">
    <w:name w:val="List Number 3"/>
    <w:basedOn w:val="Normal"/>
    <w:pPr>
      <w:numPr>
        <w:numId w:val="5"/>
      </w:numPr>
      <w:tabs>
        <w:tab w:val="clear" w:pos="1286"/>
        <w:tab w:val="num" w:pos="2694"/>
      </w:tabs>
      <w:ind w:left="2694" w:hanging="426"/>
    </w:pPr>
  </w:style>
  <w:style w:type="paragraph" w:styleId="ListBullet3">
    <w:name w:val="List Bullet 3"/>
    <w:basedOn w:val="Normal"/>
    <w:pPr>
      <w:numPr>
        <w:numId w:val="8"/>
      </w:numPr>
      <w:tabs>
        <w:tab w:val="clear" w:pos="926"/>
        <w:tab w:val="num" w:pos="2694"/>
      </w:tabs>
      <w:spacing w:after="60"/>
      <w:ind w:left="2693" w:hanging="425"/>
    </w:pPr>
  </w:style>
  <w:style w:type="paragraph" w:customStyle="1" w:styleId="Reference">
    <w:name w:val="Reference"/>
    <w:basedOn w:val="Tabletext"/>
    <w:pPr>
      <w:numPr>
        <w:numId w:val="7"/>
      </w:numPr>
      <w:tabs>
        <w:tab w:val="clear" w:pos="720"/>
        <w:tab w:val="num" w:pos="567"/>
      </w:tabs>
    </w:pPr>
    <w:rPr>
      <w:i/>
    </w:rPr>
  </w:style>
  <w:style w:type="paragraph" w:customStyle="1" w:styleId="TabletextboldHIDDEN">
    <w:name w:val="Table text bold HIDDEN"/>
    <w:basedOn w:val="Tabletextbold"/>
    <w:rPr>
      <w:vanish/>
    </w:rPr>
  </w:style>
  <w:style w:type="paragraph" w:customStyle="1" w:styleId="TabletextHIDDEN">
    <w:name w:val="Table text HIDDEN"/>
    <w:basedOn w:val="Tabletext"/>
    <w:rPr>
      <w:vanish/>
    </w:rPr>
  </w:style>
  <w:style w:type="paragraph" w:customStyle="1" w:styleId="TabletextBullet">
    <w:name w:val="Table text Bullet"/>
    <w:basedOn w:val="Tabletext"/>
    <w:pPr>
      <w:numPr>
        <w:numId w:val="9"/>
      </w:numPr>
      <w:tabs>
        <w:tab w:val="clear" w:pos="360"/>
        <w:tab w:val="num" w:pos="283"/>
      </w:tabs>
      <w:spacing w:after="0"/>
      <w:ind w:left="284" w:hanging="284"/>
    </w:pPr>
  </w:style>
  <w:style w:type="paragraph" w:customStyle="1" w:styleId="TabletextNumber">
    <w:name w:val="Table text Number"/>
    <w:basedOn w:val="TabletextBullet"/>
    <w:pPr>
      <w:numPr>
        <w:numId w:val="10"/>
      </w:numPr>
      <w:tabs>
        <w:tab w:val="clear" w:pos="360"/>
        <w:tab w:val="num" w:pos="283"/>
      </w:tabs>
      <w:ind w:left="283" w:hanging="283"/>
    </w:pPr>
  </w:style>
  <w:style w:type="paragraph" w:customStyle="1" w:styleId="HeaderRight">
    <w:name w:val="Header Right"/>
    <w:basedOn w:val="Header"/>
    <w:rsid w:val="00536205"/>
    <w:pPr>
      <w:jc w:val="right"/>
    </w:pPr>
  </w:style>
  <w:style w:type="character" w:styleId="Emphasis">
    <w:name w:val="Emphasis"/>
    <w:basedOn w:val="DefaultParagraphFont"/>
    <w:qFormat/>
    <w:rsid w:val="00536205"/>
    <w:rPr>
      <w:i/>
      <w:iCs/>
    </w:rPr>
  </w:style>
  <w:style w:type="character" w:styleId="Strong">
    <w:name w:val="Strong"/>
    <w:basedOn w:val="DefaultParagraphFont"/>
    <w:qFormat/>
    <w:rsid w:val="00536205"/>
    <w:rPr>
      <w:b/>
      <w:bCs/>
    </w:rPr>
  </w:style>
  <w:style w:type="character" w:styleId="CommentReference">
    <w:name w:val="annotation reference"/>
    <w:basedOn w:val="DefaultParagraphFont"/>
    <w:semiHidden/>
    <w:rsid w:val="009E6429"/>
    <w:rPr>
      <w:sz w:val="16"/>
      <w:szCs w:val="16"/>
    </w:rPr>
  </w:style>
  <w:style w:type="paragraph" w:styleId="CommentText">
    <w:name w:val="annotation text"/>
    <w:basedOn w:val="Normal"/>
    <w:semiHidden/>
    <w:rsid w:val="009E6429"/>
  </w:style>
  <w:style w:type="paragraph" w:styleId="CommentSubject">
    <w:name w:val="annotation subject"/>
    <w:basedOn w:val="CommentText"/>
    <w:next w:val="CommentText"/>
    <w:semiHidden/>
    <w:rsid w:val="009E6429"/>
    <w:rPr>
      <w:b/>
      <w:bCs/>
    </w:rPr>
  </w:style>
  <w:style w:type="paragraph" w:styleId="BalloonText">
    <w:name w:val="Balloon Text"/>
    <w:basedOn w:val="Normal"/>
    <w:semiHidden/>
    <w:rsid w:val="009E6429"/>
    <w:rPr>
      <w:rFonts w:ascii="Tahoma" w:hAnsi="Tahoma" w:cs="Tahoma"/>
      <w:sz w:val="16"/>
      <w:szCs w:val="16"/>
    </w:rPr>
  </w:style>
  <w:style w:type="table" w:styleId="TableGrid">
    <w:name w:val="Table Grid"/>
    <w:basedOn w:val="TableNormal"/>
    <w:rsid w:val="009E64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Right">
    <w:name w:val="Footer Right"/>
    <w:basedOn w:val="Footer"/>
    <w:rsid w:val="009E6429"/>
    <w:pPr>
      <w:jc w:val="right"/>
    </w:pPr>
  </w:style>
  <w:style w:type="character" w:styleId="PageNumber">
    <w:name w:val="page number"/>
    <w:basedOn w:val="DefaultParagraphFont"/>
    <w:rsid w:val="009E6429"/>
  </w:style>
  <w:style w:type="paragraph" w:customStyle="1" w:styleId="FooterCenter">
    <w:name w:val="Footer Center"/>
    <w:basedOn w:val="Footer"/>
    <w:rsid w:val="009E6429"/>
    <w:pPr>
      <w:jc w:val="center"/>
    </w:pPr>
  </w:style>
  <w:style w:type="paragraph" w:customStyle="1" w:styleId="HeaderCenter">
    <w:name w:val="Header Center"/>
    <w:basedOn w:val="HeaderRight"/>
    <w:rsid w:val="00785671"/>
    <w:pPr>
      <w:jc w:val="center"/>
    </w:pPr>
  </w:style>
  <w:style w:type="paragraph" w:styleId="Title">
    <w:name w:val="Title"/>
    <w:basedOn w:val="Normal"/>
    <w:qFormat/>
    <w:rsid w:val="00E01F1C"/>
    <w:pPr>
      <w:spacing w:before="5200" w:after="60"/>
      <w:jc w:val="center"/>
    </w:pPr>
    <w:rPr>
      <w:rFonts w:cs="Arial"/>
      <w:b/>
      <w:bCs/>
      <w:spacing w:val="16"/>
      <w:kern w:val="28"/>
      <w:sz w:val="72"/>
      <w:szCs w:val="32"/>
    </w:rPr>
  </w:style>
  <w:style w:type="paragraph" w:styleId="Subtitle">
    <w:name w:val="Subtitle"/>
    <w:basedOn w:val="Normal"/>
    <w:qFormat/>
    <w:rsid w:val="00E01F1C"/>
    <w:pPr>
      <w:spacing w:before="60" w:after="60"/>
      <w:jc w:val="center"/>
    </w:pPr>
    <w:rPr>
      <w:rFonts w:cs="Arial"/>
      <w:b/>
      <w:spacing w:val="16"/>
      <w:sz w:val="44"/>
      <w:szCs w:val="24"/>
    </w:rPr>
  </w:style>
  <w:style w:type="paragraph" w:styleId="DocumentMap">
    <w:name w:val="Document Map"/>
    <w:basedOn w:val="Normal"/>
    <w:semiHidden/>
    <w:rsid w:val="00E01F1C"/>
    <w:pPr>
      <w:shd w:val="clear" w:color="auto" w:fill="000080"/>
    </w:pPr>
    <w:rPr>
      <w:rFonts w:ascii="Tahoma" w:hAnsi="Tahoma" w:cs="Tahoma"/>
    </w:rPr>
  </w:style>
  <w:style w:type="paragraph" w:styleId="ListContinue">
    <w:name w:val="List Continue"/>
    <w:basedOn w:val="Normal"/>
    <w:rsid w:val="00771965"/>
    <w:pPr>
      <w:spacing w:after="120"/>
      <w:ind w:left="1843"/>
    </w:pPr>
  </w:style>
  <w:style w:type="paragraph" w:styleId="ListContinue2">
    <w:name w:val="List Continue 2"/>
    <w:basedOn w:val="Normal"/>
    <w:rsid w:val="00771965"/>
    <w:pPr>
      <w:spacing w:after="120"/>
      <w:ind w:left="2268"/>
    </w:pPr>
  </w:style>
  <w:style w:type="paragraph" w:styleId="ListContinue3">
    <w:name w:val="List Continue 3"/>
    <w:basedOn w:val="Normal"/>
    <w:rsid w:val="00771965"/>
    <w:pPr>
      <w:spacing w:after="120"/>
      <w:ind w:left="2693"/>
    </w:pPr>
  </w:style>
  <w:style w:type="character" w:customStyle="1" w:styleId="CodeCharacter">
    <w:name w:val="Code Character"/>
    <w:basedOn w:val="DefaultParagraphFont"/>
    <w:rsid w:val="00771965"/>
    <w:rPr>
      <w:rFonts w:ascii="Courier New" w:hAnsi="Courier New"/>
    </w:rPr>
  </w:style>
  <w:style w:type="paragraph" w:customStyle="1" w:styleId="TableText0">
    <w:name w:val="Table Text"/>
    <w:basedOn w:val="Normal"/>
    <w:rsid w:val="00227FE4"/>
    <w:pPr>
      <w:keepLines w:val="0"/>
      <w:spacing w:before="40"/>
      <w:ind w:right="43"/>
    </w:pPr>
    <w:rPr>
      <w:sz w:val="18"/>
      <w:lang w:val="en-GB" w:eastAsia="en-GB"/>
    </w:rPr>
  </w:style>
  <w:style w:type="paragraph" w:customStyle="1" w:styleId="AppendixTitle">
    <w:name w:val="Appendix Title"/>
    <w:basedOn w:val="Heading1"/>
    <w:next w:val="Normal"/>
    <w:rsid w:val="00227FE4"/>
    <w:pPr>
      <w:keepLines w:val="0"/>
      <w:pageBreakBefore w:val="0"/>
      <w:numPr>
        <w:numId w:val="22"/>
      </w:numPr>
      <w:spacing w:before="120" w:after="120"/>
      <w:ind w:left="432" w:right="43" w:hanging="432"/>
    </w:pPr>
    <w:rPr>
      <w:spacing w:val="0"/>
      <w:sz w:val="28"/>
      <w:lang w:val="en-GB" w:eastAsia="en-GB"/>
    </w:rPr>
  </w:style>
  <w:style w:type="paragraph" w:customStyle="1" w:styleId="AppendixHeading1">
    <w:name w:val="Appendix Heading 1"/>
    <w:basedOn w:val="Heading2"/>
    <w:next w:val="Normal"/>
    <w:rsid w:val="00227FE4"/>
    <w:pPr>
      <w:keepLines w:val="0"/>
      <w:numPr>
        <w:numId w:val="22"/>
      </w:numPr>
      <w:spacing w:before="240" w:after="120"/>
    </w:pPr>
    <w:rPr>
      <w:spacing w:val="0"/>
      <w:sz w:val="24"/>
      <w:lang w:val="en-GB" w:eastAsia="en-GB"/>
    </w:rPr>
  </w:style>
  <w:style w:type="paragraph" w:customStyle="1" w:styleId="AppendixHeading2">
    <w:name w:val="Appendix Heading 2"/>
    <w:basedOn w:val="Heading3"/>
    <w:next w:val="Normal"/>
    <w:rsid w:val="00227FE4"/>
    <w:pPr>
      <w:keepLines w:val="0"/>
      <w:numPr>
        <w:numId w:val="22"/>
      </w:numPr>
      <w:spacing w:before="120" w:after="120"/>
      <w:ind w:right="43"/>
    </w:pPr>
    <w:rPr>
      <w:spacing w:val="0"/>
      <w:sz w:val="22"/>
      <w:lang w:val="en-GB" w:eastAsia="en-GB"/>
    </w:rPr>
  </w:style>
  <w:style w:type="paragraph" w:customStyle="1" w:styleId="AppendixHeading3">
    <w:name w:val="Appendix Heading 3"/>
    <w:basedOn w:val="Heading4"/>
    <w:next w:val="Normal"/>
    <w:rsid w:val="00227FE4"/>
    <w:pPr>
      <w:keepLines w:val="0"/>
      <w:numPr>
        <w:numId w:val="22"/>
      </w:numPr>
      <w:spacing w:before="120" w:after="120"/>
    </w:pPr>
    <w:rPr>
      <w:i/>
      <w:spacing w:val="0"/>
      <w:sz w:val="20"/>
      <w:lang w:val="en-GB" w:eastAsia="en-GB"/>
    </w:rPr>
  </w:style>
  <w:style w:type="paragraph" w:customStyle="1" w:styleId="CodeCharChar">
    <w:name w:val="Code Char Char"/>
    <w:basedOn w:val="Normal"/>
    <w:link w:val="CodeCharCharChar"/>
    <w:rsid w:val="00227FE4"/>
    <w:pPr>
      <w:keepLines w:val="0"/>
      <w:pBdr>
        <w:top w:val="single" w:sz="4" w:space="1" w:color="C0C0C0"/>
        <w:left w:val="single" w:sz="4" w:space="4" w:color="C0C0C0"/>
        <w:bottom w:val="single" w:sz="4" w:space="1" w:color="C0C0C0"/>
        <w:right w:val="single" w:sz="4" w:space="4" w:color="C0C0C0"/>
      </w:pBdr>
      <w:shd w:val="pct10" w:color="auto" w:fill="FFFFFF"/>
      <w:spacing w:line="200" w:lineRule="exact"/>
      <w:ind w:left="720" w:right="720"/>
    </w:pPr>
    <w:rPr>
      <w:rFonts w:ascii="Lucida Console" w:eastAsia="MS Mincho" w:hAnsi="Lucida Console" w:cs="Arial"/>
      <w:noProof/>
      <w:sz w:val="16"/>
      <w:szCs w:val="16"/>
      <w:lang w:val="en-GB" w:eastAsia="zh-CN"/>
    </w:rPr>
  </w:style>
  <w:style w:type="character" w:customStyle="1" w:styleId="CodeCharCharChar">
    <w:name w:val="Code Char Char Char"/>
    <w:basedOn w:val="DefaultParagraphFont"/>
    <w:link w:val="CodeCharChar"/>
    <w:rsid w:val="00227FE4"/>
    <w:rPr>
      <w:rFonts w:ascii="Lucida Console" w:eastAsia="MS Mincho" w:hAnsi="Lucida Console" w:cs="Arial"/>
      <w:noProof/>
      <w:sz w:val="16"/>
      <w:szCs w:val="16"/>
      <w:shd w:val="pct10" w:color="auto" w:fill="FFFFFF"/>
      <w:lang w:val="en-GB" w:eastAsia="zh-CN"/>
    </w:rPr>
  </w:style>
</w:styles>
</file>

<file path=word/webSettings.xml><?xml version="1.0" encoding="utf-8"?>
<w:webSettings xmlns:r="http://schemas.openxmlformats.org/officeDocument/2006/relationships" xmlns:w="http://schemas.openxmlformats.org/wordprocessingml/2006/main">
  <w:divs>
    <w:div w:id="1890606234">
      <w:bodyDiv w:val="1"/>
      <w:marLeft w:val="0"/>
      <w:marRight w:val="0"/>
      <w:marTop w:val="0"/>
      <w:marBottom w:val="0"/>
      <w:divBdr>
        <w:top w:val="none" w:sz="0" w:space="0" w:color="auto"/>
        <w:left w:val="none" w:sz="0" w:space="0" w:color="auto"/>
        <w:bottom w:val="none" w:sz="0" w:space="0" w:color="auto"/>
        <w:right w:val="none" w:sz="0" w:space="0" w:color="auto"/>
      </w:divBdr>
      <w:divsChild>
        <w:div w:id="969550363">
          <w:marLeft w:val="0"/>
          <w:marRight w:val="0"/>
          <w:marTop w:val="0"/>
          <w:marBottom w:val="0"/>
          <w:divBdr>
            <w:top w:val="none" w:sz="0" w:space="0" w:color="auto"/>
            <w:left w:val="none" w:sz="0" w:space="0" w:color="auto"/>
            <w:bottom w:val="none" w:sz="0" w:space="0" w:color="auto"/>
            <w:right w:val="none" w:sz="0" w:space="0" w:color="auto"/>
          </w:divBdr>
          <w:divsChild>
            <w:div w:id="566501480">
              <w:marLeft w:val="0"/>
              <w:marRight w:val="0"/>
              <w:marTop w:val="0"/>
              <w:marBottom w:val="0"/>
              <w:divBdr>
                <w:top w:val="none" w:sz="0" w:space="0" w:color="auto"/>
                <w:left w:val="none" w:sz="0" w:space="0" w:color="auto"/>
                <w:bottom w:val="none" w:sz="0" w:space="0" w:color="auto"/>
                <w:right w:val="none" w:sz="0" w:space="0" w:color="auto"/>
              </w:divBdr>
              <w:divsChild>
                <w:div w:id="1143040055">
                  <w:marLeft w:val="0"/>
                  <w:marRight w:val="0"/>
                  <w:marTop w:val="0"/>
                  <w:marBottom w:val="0"/>
                  <w:divBdr>
                    <w:top w:val="none" w:sz="0" w:space="0" w:color="auto"/>
                    <w:left w:val="none" w:sz="0" w:space="0" w:color="auto"/>
                    <w:bottom w:val="none" w:sz="0" w:space="0" w:color="auto"/>
                    <w:right w:val="none" w:sz="0" w:space="0" w:color="auto"/>
                  </w:divBdr>
                  <w:divsChild>
                    <w:div w:id="837187861">
                      <w:marLeft w:val="0"/>
                      <w:marRight w:val="0"/>
                      <w:marTop w:val="0"/>
                      <w:marBottom w:val="0"/>
                      <w:divBdr>
                        <w:top w:val="none" w:sz="0" w:space="0" w:color="auto"/>
                        <w:left w:val="none" w:sz="0" w:space="0" w:color="auto"/>
                        <w:bottom w:val="none" w:sz="0" w:space="0" w:color="auto"/>
                        <w:right w:val="none" w:sz="0" w:space="0" w:color="auto"/>
                      </w:divBdr>
                      <w:divsChild>
                        <w:div w:id="1297681650">
                          <w:marLeft w:val="0"/>
                          <w:marRight w:val="0"/>
                          <w:marTop w:val="0"/>
                          <w:marBottom w:val="0"/>
                          <w:divBdr>
                            <w:top w:val="none" w:sz="0" w:space="0" w:color="auto"/>
                            <w:left w:val="none" w:sz="0" w:space="0" w:color="auto"/>
                            <w:bottom w:val="none" w:sz="0" w:space="0" w:color="auto"/>
                            <w:right w:val="none" w:sz="0" w:space="0" w:color="auto"/>
                          </w:divBdr>
                          <w:divsChild>
                            <w:div w:id="417095578">
                              <w:marLeft w:val="0"/>
                              <w:marRight w:val="0"/>
                              <w:marTop w:val="0"/>
                              <w:marBottom w:val="0"/>
                              <w:divBdr>
                                <w:top w:val="none" w:sz="0" w:space="0" w:color="auto"/>
                                <w:left w:val="none" w:sz="0" w:space="0" w:color="auto"/>
                                <w:bottom w:val="none" w:sz="0" w:space="0" w:color="auto"/>
                                <w:right w:val="none" w:sz="0" w:space="0" w:color="auto"/>
                              </w:divBdr>
                              <w:divsChild>
                                <w:div w:id="1448815159">
                                  <w:marLeft w:val="0"/>
                                  <w:marRight w:val="0"/>
                                  <w:marTop w:val="0"/>
                                  <w:marBottom w:val="0"/>
                                  <w:divBdr>
                                    <w:top w:val="none" w:sz="0" w:space="0" w:color="auto"/>
                                    <w:left w:val="none" w:sz="0" w:space="0" w:color="auto"/>
                                    <w:bottom w:val="none" w:sz="0" w:space="0" w:color="auto"/>
                                    <w:right w:val="none" w:sz="0" w:space="0" w:color="auto"/>
                                  </w:divBdr>
                                  <w:divsChild>
                                    <w:div w:id="7996129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B7039-D7BF-4C8C-91F5-A4EC74649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Base_How_To_Domain Manager Notification Interface.docx</Template>
  <TotalTime>326</TotalTime>
  <Pages>16</Pages>
  <Words>3784</Words>
  <Characters>21573</Characters>
  <Application>Microsoft Office Word</Application>
  <DocSecurity>0</DocSecurity>
  <Lines>179</Lines>
  <Paragraphs>50</Paragraphs>
  <ScaleCrop>false</ScaleCrop>
  <HeadingPairs>
    <vt:vector size="4" baseType="variant">
      <vt:variant>
        <vt:lpstr>Title</vt:lpstr>
      </vt:variant>
      <vt:variant>
        <vt:i4>1</vt:i4>
      </vt:variant>
      <vt:variant>
        <vt:lpstr>Headings</vt:lpstr>
      </vt:variant>
      <vt:variant>
        <vt:i4>23</vt:i4>
      </vt:variant>
    </vt:vector>
  </HeadingPairs>
  <TitlesOfParts>
    <vt:vector size="24" baseType="lpstr">
      <vt:lpstr>&lt;Tool Name&gt;</vt:lpstr>
      <vt:lpstr>Document control</vt:lpstr>
      <vt:lpstr>    References</vt:lpstr>
      <vt:lpstr>    Abbreviations and definitions</vt:lpstr>
      <vt:lpstr>Introduction</vt:lpstr>
      <vt:lpstr>    Purpose and Scope</vt:lpstr>
      <vt:lpstr>    Domain Manager Notification Interface Overview</vt:lpstr>
      <vt:lpstr>Domain Manager Notification API</vt:lpstr>
      <vt:lpstr>    Questions &amp; Answers</vt:lpstr>
      <vt:lpstr>        What are deferrals?</vt:lpstr>
      <vt:lpstr>        Why would a client want to defer a state transition?</vt:lpstr>
      <vt:lpstr>        What is the maximum number of deferrals available to a client?</vt:lpstr>
      <vt:lpstr>        What type of transitions can use this transition timeout behaviour?</vt:lpstr>
      <vt:lpstr>        What happens if a client fails to complete a task after deferring?</vt:lpstr>
      <vt:lpstr>        Which header files do I need to include?	</vt:lpstr>
      <vt:lpstr>        </vt:lpstr>
      <vt:lpstr>        Which library do I need to link my binary against?	</vt:lpstr>
      <vt:lpstr>    Using the Domain Manager Notification interface with deferrals</vt:lpstr>
      <vt:lpstr>        How do clients use the Domain Manger Notification interface with deferrals?	</vt:lpstr>
      <vt:lpstr>        Implementing a CDomainMemberKeepAlive object</vt:lpstr>
      <vt:lpstr>        CDomainMemberKeepAlive class example</vt:lpstr>
      <vt:lpstr>Appendix</vt:lpstr>
      <vt:lpstr>    Source code for CDomainMemberTask implementation</vt:lpstr>
      <vt:lpstr>    Source code for CDomainMemberKeepAlive implementation</vt:lpstr>
    </vt:vector>
  </TitlesOfParts>
  <Company>Nokia</Company>
  <LinksUpToDate>false</LinksUpToDate>
  <CharactersWithSpaces>25307</CharactersWithSpaces>
  <SharedDoc>false</SharedDoc>
  <HLinks>
    <vt:vector size="96" baseType="variant">
      <vt:variant>
        <vt:i4>1114173</vt:i4>
      </vt:variant>
      <vt:variant>
        <vt:i4>113</vt:i4>
      </vt:variant>
      <vt:variant>
        <vt:i4>0</vt:i4>
      </vt:variant>
      <vt:variant>
        <vt:i4>5</vt:i4>
      </vt:variant>
      <vt:variant>
        <vt:lpwstr/>
      </vt:variant>
      <vt:variant>
        <vt:lpwstr>_Toc223153964</vt:lpwstr>
      </vt:variant>
      <vt:variant>
        <vt:i4>1114173</vt:i4>
      </vt:variant>
      <vt:variant>
        <vt:i4>107</vt:i4>
      </vt:variant>
      <vt:variant>
        <vt:i4>0</vt:i4>
      </vt:variant>
      <vt:variant>
        <vt:i4>5</vt:i4>
      </vt:variant>
      <vt:variant>
        <vt:lpwstr/>
      </vt:variant>
      <vt:variant>
        <vt:lpwstr>_Toc223153963</vt:lpwstr>
      </vt:variant>
      <vt:variant>
        <vt:i4>1114173</vt:i4>
      </vt:variant>
      <vt:variant>
        <vt:i4>101</vt:i4>
      </vt:variant>
      <vt:variant>
        <vt:i4>0</vt:i4>
      </vt:variant>
      <vt:variant>
        <vt:i4>5</vt:i4>
      </vt:variant>
      <vt:variant>
        <vt:lpwstr/>
      </vt:variant>
      <vt:variant>
        <vt:lpwstr>_Toc223153962</vt:lpwstr>
      </vt:variant>
      <vt:variant>
        <vt:i4>1114173</vt:i4>
      </vt:variant>
      <vt:variant>
        <vt:i4>95</vt:i4>
      </vt:variant>
      <vt:variant>
        <vt:i4>0</vt:i4>
      </vt:variant>
      <vt:variant>
        <vt:i4>5</vt:i4>
      </vt:variant>
      <vt:variant>
        <vt:lpwstr/>
      </vt:variant>
      <vt:variant>
        <vt:lpwstr>_Toc223153961</vt:lpwstr>
      </vt:variant>
      <vt:variant>
        <vt:i4>1114173</vt:i4>
      </vt:variant>
      <vt:variant>
        <vt:i4>89</vt:i4>
      </vt:variant>
      <vt:variant>
        <vt:i4>0</vt:i4>
      </vt:variant>
      <vt:variant>
        <vt:i4>5</vt:i4>
      </vt:variant>
      <vt:variant>
        <vt:lpwstr/>
      </vt:variant>
      <vt:variant>
        <vt:lpwstr>_Toc223153960</vt:lpwstr>
      </vt:variant>
      <vt:variant>
        <vt:i4>1179709</vt:i4>
      </vt:variant>
      <vt:variant>
        <vt:i4>83</vt:i4>
      </vt:variant>
      <vt:variant>
        <vt:i4>0</vt:i4>
      </vt:variant>
      <vt:variant>
        <vt:i4>5</vt:i4>
      </vt:variant>
      <vt:variant>
        <vt:lpwstr/>
      </vt:variant>
      <vt:variant>
        <vt:lpwstr>_Toc223153959</vt:lpwstr>
      </vt:variant>
      <vt:variant>
        <vt:i4>1179709</vt:i4>
      </vt:variant>
      <vt:variant>
        <vt:i4>77</vt:i4>
      </vt:variant>
      <vt:variant>
        <vt:i4>0</vt:i4>
      </vt:variant>
      <vt:variant>
        <vt:i4>5</vt:i4>
      </vt:variant>
      <vt:variant>
        <vt:lpwstr/>
      </vt:variant>
      <vt:variant>
        <vt:lpwstr>_Toc223153958</vt:lpwstr>
      </vt:variant>
      <vt:variant>
        <vt:i4>1179709</vt:i4>
      </vt:variant>
      <vt:variant>
        <vt:i4>71</vt:i4>
      </vt:variant>
      <vt:variant>
        <vt:i4>0</vt:i4>
      </vt:variant>
      <vt:variant>
        <vt:i4>5</vt:i4>
      </vt:variant>
      <vt:variant>
        <vt:lpwstr/>
      </vt:variant>
      <vt:variant>
        <vt:lpwstr>_Toc223153957</vt:lpwstr>
      </vt:variant>
      <vt:variant>
        <vt:i4>1179709</vt:i4>
      </vt:variant>
      <vt:variant>
        <vt:i4>65</vt:i4>
      </vt:variant>
      <vt:variant>
        <vt:i4>0</vt:i4>
      </vt:variant>
      <vt:variant>
        <vt:i4>5</vt:i4>
      </vt:variant>
      <vt:variant>
        <vt:lpwstr/>
      </vt:variant>
      <vt:variant>
        <vt:lpwstr>_Toc223153956</vt:lpwstr>
      </vt:variant>
      <vt:variant>
        <vt:i4>1179709</vt:i4>
      </vt:variant>
      <vt:variant>
        <vt:i4>59</vt:i4>
      </vt:variant>
      <vt:variant>
        <vt:i4>0</vt:i4>
      </vt:variant>
      <vt:variant>
        <vt:i4>5</vt:i4>
      </vt:variant>
      <vt:variant>
        <vt:lpwstr/>
      </vt:variant>
      <vt:variant>
        <vt:lpwstr>_Toc223153955</vt:lpwstr>
      </vt:variant>
      <vt:variant>
        <vt:i4>1179709</vt:i4>
      </vt:variant>
      <vt:variant>
        <vt:i4>53</vt:i4>
      </vt:variant>
      <vt:variant>
        <vt:i4>0</vt:i4>
      </vt:variant>
      <vt:variant>
        <vt:i4>5</vt:i4>
      </vt:variant>
      <vt:variant>
        <vt:lpwstr/>
      </vt:variant>
      <vt:variant>
        <vt:lpwstr>_Toc223153954</vt:lpwstr>
      </vt:variant>
      <vt:variant>
        <vt:i4>1179709</vt:i4>
      </vt:variant>
      <vt:variant>
        <vt:i4>47</vt:i4>
      </vt:variant>
      <vt:variant>
        <vt:i4>0</vt:i4>
      </vt:variant>
      <vt:variant>
        <vt:i4>5</vt:i4>
      </vt:variant>
      <vt:variant>
        <vt:lpwstr/>
      </vt:variant>
      <vt:variant>
        <vt:lpwstr>_Toc223153953</vt:lpwstr>
      </vt:variant>
      <vt:variant>
        <vt:i4>1179709</vt:i4>
      </vt:variant>
      <vt:variant>
        <vt:i4>41</vt:i4>
      </vt:variant>
      <vt:variant>
        <vt:i4>0</vt:i4>
      </vt:variant>
      <vt:variant>
        <vt:i4>5</vt:i4>
      </vt:variant>
      <vt:variant>
        <vt:lpwstr/>
      </vt:variant>
      <vt:variant>
        <vt:lpwstr>_Toc223153952</vt:lpwstr>
      </vt:variant>
      <vt:variant>
        <vt:i4>1179709</vt:i4>
      </vt:variant>
      <vt:variant>
        <vt:i4>35</vt:i4>
      </vt:variant>
      <vt:variant>
        <vt:i4>0</vt:i4>
      </vt:variant>
      <vt:variant>
        <vt:i4>5</vt:i4>
      </vt:variant>
      <vt:variant>
        <vt:lpwstr/>
      </vt:variant>
      <vt:variant>
        <vt:lpwstr>_Toc223153951</vt:lpwstr>
      </vt:variant>
      <vt:variant>
        <vt:i4>1179709</vt:i4>
      </vt:variant>
      <vt:variant>
        <vt:i4>29</vt:i4>
      </vt:variant>
      <vt:variant>
        <vt:i4>0</vt:i4>
      </vt:variant>
      <vt:variant>
        <vt:i4>5</vt:i4>
      </vt:variant>
      <vt:variant>
        <vt:lpwstr/>
      </vt:variant>
      <vt:variant>
        <vt:lpwstr>_Toc223153950</vt:lpwstr>
      </vt:variant>
      <vt:variant>
        <vt:i4>1245245</vt:i4>
      </vt:variant>
      <vt:variant>
        <vt:i4>23</vt:i4>
      </vt:variant>
      <vt:variant>
        <vt:i4>0</vt:i4>
      </vt:variant>
      <vt:variant>
        <vt:i4>5</vt:i4>
      </vt:variant>
      <vt:variant>
        <vt:lpwstr/>
      </vt:variant>
      <vt:variant>
        <vt:lpwstr>_Toc223153949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&lt;Tool Name&gt;</dc:title>
  <dc:subject>&lt;Guide Name&gt;</dc:subject>
  <dc:creator>&lt;Author&gt;</dc:creator>
  <cp:keywords/>
  <dc:description>1. Save to c:\apps\msoffice\templates _x000d_
2.  File ---&gt; new in MsWord</dc:description>
  <cp:lastModifiedBy>dogunjum</cp:lastModifiedBy>
  <cp:revision>2</cp:revision>
  <cp:lastPrinted>2009-02-23T15:30:00Z</cp:lastPrinted>
  <dcterms:created xsi:type="dcterms:W3CDTF">2009-02-23T08:48:00Z</dcterms:created>
  <dcterms:modified xsi:type="dcterms:W3CDTF">2010-10-04T13:37:00Z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form">
    <vt:lpwstr>&lt;Platform&gt;</vt:lpwstr>
  </property>
  <property fmtid="{D5CDD505-2E9C-101B-9397-08002B2CF9AE}" pid="3" name="Security Classification">
    <vt:lpwstr>&lt;Confidential&gt;</vt:lpwstr>
  </property>
  <property fmtid="{D5CDD505-2E9C-101B-9397-08002B2CF9AE}" pid="4" name="Document Reference">
    <vt:lpwstr>&lt;DocumentCode&gt;</vt:lpwstr>
  </property>
  <property fmtid="{D5CDD505-2E9C-101B-9397-08002B2CF9AE}" pid="5" name="Last Revised">
    <vt:lpwstr>&lt;Date&gt;</vt:lpwstr>
  </property>
  <property fmtid="{D5CDD505-2E9C-101B-9397-08002B2CF9AE}" pid="6" name="Version">
    <vt:lpwstr>&lt;Version&gt;</vt:lpwstr>
  </property>
  <property fmtid="{D5CDD505-2E9C-101B-9397-08002B2CF9AE}" pid="7" name="Department">
    <vt:lpwstr>&lt;Team / Department&gt;</vt:lpwstr>
  </property>
  <property fmtid="{D5CDD505-2E9C-101B-9397-08002B2CF9AE}" pid="8" name="Owner">
    <vt:lpwstr>&lt;Owner Name&gt;</vt:lpwstr>
  </property>
  <property fmtid="{D5CDD505-2E9C-101B-9397-08002B2CF9AE}" pid="9" name="Distribution">
    <vt:lpwstr>&lt;Recipient Name(s)&gt;</vt:lpwstr>
  </property>
  <property fmtid="{D5CDD505-2E9C-101B-9397-08002B2CF9AE}" pid="10" name="Copyright">
    <vt:lpwstr>© Nokia Corporation and/or its subsidiaries</vt:lpwstr>
  </property>
</Properties>
</file>